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4D30B" w14:textId="37D9E982" w:rsidR="005D388F" w:rsidRDefault="001B2360" w:rsidP="000C2AD5">
      <w:pPr>
        <w:pStyle w:val="Heading1"/>
      </w:pPr>
      <w:r>
        <w:t>Cards---Kentucky RR---Round 2</w:t>
      </w:r>
    </w:p>
    <w:p w14:paraId="5155F4B4" w14:textId="53EF6363" w:rsidR="001B2360" w:rsidRDefault="001B2360" w:rsidP="001B2360">
      <w:pPr>
        <w:pStyle w:val="Heading2"/>
      </w:pPr>
      <w:r>
        <w:t>Midterms</w:t>
      </w:r>
    </w:p>
    <w:p w14:paraId="54BB75A6" w14:textId="77777777" w:rsidR="001B2360" w:rsidRDefault="001B2360" w:rsidP="001B2360">
      <w:pPr>
        <w:pStyle w:val="Heading3"/>
      </w:pPr>
      <w:r>
        <w:t>1NC---OFF</w:t>
      </w:r>
    </w:p>
    <w:p w14:paraId="4AAD7832" w14:textId="77777777" w:rsidR="001B2360" w:rsidRPr="00380D72" w:rsidRDefault="001B2360" w:rsidP="001B2360">
      <w:pPr>
        <w:pStyle w:val="Heading4"/>
      </w:pPr>
      <w:r>
        <w:t xml:space="preserve">Dems win now. </w:t>
      </w:r>
    </w:p>
    <w:p w14:paraId="7BE90115" w14:textId="77777777" w:rsidR="001B2360" w:rsidRPr="00380D72" w:rsidRDefault="001B2360" w:rsidP="001B2360">
      <w:r>
        <w:t xml:space="preserve">Emily </w:t>
      </w:r>
      <w:r w:rsidRPr="00380D72">
        <w:rPr>
          <w:rStyle w:val="Style13ptBold"/>
        </w:rPr>
        <w:t>Singer 9/19</w:t>
      </w:r>
      <w:r>
        <w:t>. Staff writer for the Daily Kos. “</w:t>
      </w:r>
      <w:r w:rsidRPr="00380D72">
        <w:t>This poll should give Democrats hope for the 2026 midterms</w:t>
      </w:r>
      <w:r>
        <w:t xml:space="preserve">.” </w:t>
      </w:r>
      <w:r w:rsidRPr="00380D72">
        <w:t>https://www.dailykos.com/stories/2025/9/19/2344419/-This-poll-should-give-Democrats-hope-for-the-2026-midterms</w:t>
      </w:r>
      <w:r>
        <w:t xml:space="preserve">. </w:t>
      </w:r>
    </w:p>
    <w:p w14:paraId="34DB8A8D" w14:textId="77777777" w:rsidR="001B2360" w:rsidRPr="00073C2E" w:rsidRDefault="001B2360" w:rsidP="001B2360">
      <w:pPr>
        <w:rPr>
          <w:sz w:val="16"/>
        </w:rPr>
      </w:pPr>
      <w:r w:rsidRPr="00073C2E">
        <w:rPr>
          <w:sz w:val="16"/>
        </w:rPr>
        <w:t xml:space="preserve">If a new Washington Post/Ipsos poll released on Friday bears out, </w:t>
      </w:r>
      <w:r w:rsidRPr="00380D72">
        <w:rPr>
          <w:rStyle w:val="StyleUnderline"/>
        </w:rPr>
        <w:t xml:space="preserve">a </w:t>
      </w:r>
      <w:r w:rsidRPr="00073C2E">
        <w:rPr>
          <w:rStyle w:val="Emphasis"/>
          <w:sz w:val="28"/>
          <w:szCs w:val="32"/>
          <w:highlight w:val="cyan"/>
        </w:rPr>
        <w:t>blue wav</w:t>
      </w:r>
      <w:r w:rsidRPr="009321CF">
        <w:rPr>
          <w:rStyle w:val="Emphasis"/>
          <w:sz w:val="28"/>
          <w:szCs w:val="32"/>
          <w:highlight w:val="cyan"/>
        </w:rPr>
        <w:t>e</w:t>
      </w:r>
      <w:r w:rsidRPr="009321CF">
        <w:rPr>
          <w:rStyle w:val="StyleUnderline"/>
          <w:sz w:val="28"/>
          <w:szCs w:val="32"/>
          <w:highlight w:val="cyan"/>
        </w:rPr>
        <w:t xml:space="preserve"> </w:t>
      </w:r>
      <w:r w:rsidRPr="009321CF">
        <w:rPr>
          <w:rStyle w:val="StyleUnderline"/>
          <w:highlight w:val="cyan"/>
        </w:rPr>
        <w:t xml:space="preserve">may </w:t>
      </w:r>
      <w:r w:rsidRPr="009321CF">
        <w:rPr>
          <w:rStyle w:val="Emphasis"/>
          <w:highlight w:val="cyan"/>
        </w:rPr>
        <w:t xml:space="preserve">wash </w:t>
      </w:r>
      <w:r w:rsidRPr="00380D72">
        <w:rPr>
          <w:rStyle w:val="Emphasis"/>
          <w:highlight w:val="cyan"/>
        </w:rPr>
        <w:t>over</w:t>
      </w:r>
      <w:r w:rsidRPr="00380D72">
        <w:rPr>
          <w:rStyle w:val="StyleUnderline"/>
        </w:rPr>
        <w:t xml:space="preserve"> next year’s </w:t>
      </w:r>
      <w:r w:rsidRPr="00380D72">
        <w:rPr>
          <w:rStyle w:val="StyleUnderline"/>
          <w:highlight w:val="cyan"/>
        </w:rPr>
        <w:t>midterm</w:t>
      </w:r>
      <w:r w:rsidRPr="00380D72">
        <w:rPr>
          <w:rStyle w:val="StyleUnderline"/>
        </w:rPr>
        <w:t xml:space="preserve"> election</w:t>
      </w:r>
      <w:r w:rsidRPr="009321CF">
        <w:rPr>
          <w:rStyle w:val="StyleUnderline"/>
          <w:highlight w:val="cyan"/>
        </w:rPr>
        <w:t>s</w:t>
      </w:r>
      <w:r w:rsidRPr="00073C2E">
        <w:rPr>
          <w:sz w:val="16"/>
        </w:rPr>
        <w:t xml:space="preserve">. The survey found that </w:t>
      </w:r>
      <w:r w:rsidRPr="009321CF">
        <w:rPr>
          <w:rStyle w:val="Emphasis"/>
        </w:rPr>
        <w:t xml:space="preserve">registered </w:t>
      </w:r>
      <w:r w:rsidRPr="00380D72">
        <w:rPr>
          <w:rStyle w:val="Emphasis"/>
          <w:highlight w:val="cyan"/>
        </w:rPr>
        <w:t>voters</w:t>
      </w:r>
      <w:r w:rsidRPr="00380D72">
        <w:rPr>
          <w:rStyle w:val="StyleUnderline"/>
        </w:rPr>
        <w:t xml:space="preserve"> </w:t>
      </w:r>
      <w:r w:rsidRPr="00380D72">
        <w:rPr>
          <w:rStyle w:val="StyleUnderline"/>
          <w:highlight w:val="cyan"/>
        </w:rPr>
        <w:t>prefer</w:t>
      </w:r>
      <w:r w:rsidRPr="00380D72">
        <w:rPr>
          <w:rStyle w:val="StyleUnderline"/>
        </w:rPr>
        <w:t xml:space="preserve"> that </w:t>
      </w:r>
      <w:r w:rsidRPr="00380D72">
        <w:rPr>
          <w:rStyle w:val="Emphasis"/>
          <w:highlight w:val="cyan"/>
        </w:rPr>
        <w:t>Dem</w:t>
      </w:r>
      <w:r w:rsidRPr="00380D72">
        <w:rPr>
          <w:rStyle w:val="StyleUnderline"/>
        </w:rPr>
        <w:t>ocrat</w:t>
      </w:r>
      <w:r w:rsidRPr="00380D72">
        <w:rPr>
          <w:rStyle w:val="Emphasis"/>
          <w:highlight w:val="cyan"/>
        </w:rPr>
        <w:t>s</w:t>
      </w:r>
      <w:r w:rsidRPr="00380D72">
        <w:rPr>
          <w:rStyle w:val="StyleUnderline"/>
        </w:rPr>
        <w:t xml:space="preserve"> </w:t>
      </w:r>
      <w:r w:rsidRPr="009321CF">
        <w:rPr>
          <w:rStyle w:val="StyleUnderline"/>
        </w:rPr>
        <w:t xml:space="preserve">control the next Congress, </w:t>
      </w:r>
      <w:r w:rsidRPr="00380D72">
        <w:rPr>
          <w:rStyle w:val="StyleUnderline"/>
          <w:highlight w:val="cyan"/>
        </w:rPr>
        <w:t>by</w:t>
      </w:r>
      <w:r w:rsidRPr="00380D72">
        <w:rPr>
          <w:rStyle w:val="StyleUnderline"/>
        </w:rPr>
        <w:t xml:space="preserve"> a </w:t>
      </w:r>
      <w:r w:rsidRPr="00380D72">
        <w:rPr>
          <w:rStyle w:val="Emphasis"/>
          <w:highlight w:val="cyan"/>
        </w:rPr>
        <w:t>9</w:t>
      </w:r>
      <w:r w:rsidRPr="00380D72">
        <w:rPr>
          <w:rStyle w:val="StyleUnderline"/>
        </w:rPr>
        <w:t>-percentage-</w:t>
      </w:r>
      <w:r w:rsidRPr="00380D72">
        <w:rPr>
          <w:rStyle w:val="Emphasis"/>
          <w:highlight w:val="cyan"/>
        </w:rPr>
        <w:t>point</w:t>
      </w:r>
      <w:r w:rsidRPr="00380D72">
        <w:rPr>
          <w:rStyle w:val="StyleUnderline"/>
        </w:rPr>
        <w:t xml:space="preserve"> margin</w:t>
      </w:r>
      <w:r w:rsidRPr="00073C2E">
        <w:rPr>
          <w:sz w:val="16"/>
        </w:rPr>
        <w:t xml:space="preserve">. Such a large spread would likely be </w:t>
      </w:r>
      <w:r w:rsidRPr="00380D72">
        <w:rPr>
          <w:rStyle w:val="StyleUnderline"/>
          <w:highlight w:val="cyan"/>
        </w:rPr>
        <w:t>enough</w:t>
      </w:r>
      <w:r w:rsidRPr="00380D72">
        <w:rPr>
          <w:rStyle w:val="StyleUnderline"/>
        </w:rPr>
        <w:t xml:space="preserve"> for Democrats </w:t>
      </w:r>
      <w:r w:rsidRPr="00380D72">
        <w:rPr>
          <w:rStyle w:val="StyleUnderline"/>
          <w:highlight w:val="cyan"/>
        </w:rPr>
        <w:t xml:space="preserve">to </w:t>
      </w:r>
      <w:r w:rsidRPr="00380D72">
        <w:rPr>
          <w:rStyle w:val="Emphasis"/>
          <w:highlight w:val="cyan"/>
        </w:rPr>
        <w:t>overcome</w:t>
      </w:r>
      <w:r w:rsidRPr="00380D72">
        <w:rPr>
          <w:rStyle w:val="StyleUnderline"/>
        </w:rPr>
        <w:t xml:space="preserve"> the GOP’s corrupt </w:t>
      </w:r>
      <w:r w:rsidRPr="00380D72">
        <w:rPr>
          <w:rStyle w:val="Emphasis"/>
          <w:highlight w:val="cyan"/>
        </w:rPr>
        <w:t>redistricting</w:t>
      </w:r>
      <w:r w:rsidRPr="00380D72">
        <w:rPr>
          <w:rStyle w:val="StyleUnderline"/>
        </w:rPr>
        <w:t xml:space="preserve"> efforts </w:t>
      </w:r>
      <w:r w:rsidRPr="009321CF">
        <w:rPr>
          <w:rStyle w:val="StyleUnderline"/>
        </w:rPr>
        <w:t>across the country</w:t>
      </w:r>
      <w:r w:rsidRPr="009321CF">
        <w:rPr>
          <w:sz w:val="16"/>
        </w:rPr>
        <w:t xml:space="preserve">. </w:t>
      </w:r>
      <w:r w:rsidRPr="009321CF">
        <w:rPr>
          <w:rStyle w:val="Emphasis"/>
        </w:rPr>
        <w:t>Fifty-three percent</w:t>
      </w:r>
      <w:r w:rsidRPr="009321CF">
        <w:rPr>
          <w:rStyle w:val="StyleUnderline"/>
        </w:rPr>
        <w:t xml:space="preserve"> of voters want </w:t>
      </w:r>
      <w:r w:rsidRPr="009321CF">
        <w:rPr>
          <w:rStyle w:val="Emphasis"/>
        </w:rPr>
        <w:t>Democrats</w:t>
      </w:r>
      <w:r w:rsidRPr="009321CF">
        <w:rPr>
          <w:rStyle w:val="StyleUnderline"/>
        </w:rPr>
        <w:t xml:space="preserve"> to be in </w:t>
      </w:r>
      <w:r w:rsidRPr="009321CF">
        <w:rPr>
          <w:rStyle w:val="Emphasis"/>
        </w:rPr>
        <w:t>control</w:t>
      </w:r>
      <w:r w:rsidRPr="009321CF">
        <w:rPr>
          <w:sz w:val="16"/>
        </w:rPr>
        <w:t xml:space="preserve">, to </w:t>
      </w:r>
      <w:r w:rsidRPr="009321CF">
        <w:rPr>
          <w:rStyle w:val="StyleUnderline"/>
        </w:rPr>
        <w:t>serve as a check on President Donald</w:t>
      </w:r>
      <w:r w:rsidRPr="00380D72">
        <w:rPr>
          <w:rStyle w:val="StyleUnderline"/>
        </w:rPr>
        <w:t xml:space="preserve"> Trump</w:t>
      </w:r>
      <w:r w:rsidRPr="00073C2E">
        <w:rPr>
          <w:sz w:val="16"/>
        </w:rPr>
        <w:t xml:space="preserve">, according to the poll. And 44% want Republicans to be in control, to support Trump's agenda. Those </w:t>
      </w:r>
      <w:r w:rsidRPr="00380D72">
        <w:rPr>
          <w:rStyle w:val="StyleUnderline"/>
          <w:highlight w:val="cyan"/>
        </w:rPr>
        <w:t>numbers are</w:t>
      </w:r>
      <w:r w:rsidRPr="00073C2E">
        <w:rPr>
          <w:sz w:val="16"/>
        </w:rPr>
        <w:t xml:space="preserve"> somewhat </w:t>
      </w:r>
      <w:r w:rsidRPr="00380D72">
        <w:rPr>
          <w:rStyle w:val="StyleUnderline"/>
          <w:highlight w:val="cyan"/>
        </w:rPr>
        <w:t>reminiscent of</w:t>
      </w:r>
      <w:r w:rsidRPr="00073C2E">
        <w:rPr>
          <w:sz w:val="16"/>
        </w:rPr>
        <w:t xml:space="preserve"> what The Washington Post/Ipsos found in </w:t>
      </w:r>
      <w:r w:rsidRPr="00380D72">
        <w:rPr>
          <w:rStyle w:val="Emphasis"/>
        </w:rPr>
        <w:t xml:space="preserve">October </w:t>
      </w:r>
      <w:r w:rsidRPr="00380D72">
        <w:rPr>
          <w:rStyle w:val="Emphasis"/>
          <w:highlight w:val="cyan"/>
        </w:rPr>
        <w:t>2018</w:t>
      </w:r>
      <w:r w:rsidRPr="00380D72">
        <w:rPr>
          <w:rStyle w:val="StyleUnderline"/>
        </w:rPr>
        <w:t xml:space="preserve">, </w:t>
      </w:r>
      <w:r w:rsidRPr="00380D72">
        <w:rPr>
          <w:rStyle w:val="StyleUnderline"/>
          <w:highlight w:val="cyan"/>
        </w:rPr>
        <w:t>right before Democrats</w:t>
      </w:r>
      <w:r w:rsidRPr="00380D72">
        <w:rPr>
          <w:rStyle w:val="StyleUnderline"/>
        </w:rPr>
        <w:t xml:space="preserve"> rode a blue wave to </w:t>
      </w:r>
      <w:r w:rsidRPr="00380D72">
        <w:rPr>
          <w:rStyle w:val="StyleUnderline"/>
          <w:highlight w:val="cyan"/>
        </w:rPr>
        <w:t>retaking</w:t>
      </w:r>
      <w:r w:rsidRPr="00380D72">
        <w:rPr>
          <w:rStyle w:val="StyleUnderline"/>
        </w:rPr>
        <w:t xml:space="preserve"> the </w:t>
      </w:r>
      <w:r w:rsidRPr="00380D72">
        <w:rPr>
          <w:rStyle w:val="StyleUnderline"/>
          <w:highlight w:val="cyan"/>
        </w:rPr>
        <w:t>House</w:t>
      </w:r>
      <w:r w:rsidRPr="00073C2E">
        <w:rPr>
          <w:sz w:val="16"/>
        </w:rPr>
        <w:t xml:space="preserve">. That year, 55% of voters wanted Democrats to control Congress to be a check on Trump, while 39% wanted Republicans to hold a majority to back Trump’s agenda. </w:t>
      </w:r>
      <w:r w:rsidRPr="00380D72">
        <w:rPr>
          <w:rStyle w:val="StyleUnderline"/>
        </w:rPr>
        <w:t xml:space="preserve">In 2018, Democrats went on to win the national House popular vote by over </w:t>
      </w:r>
      <w:r w:rsidRPr="00380D72">
        <w:rPr>
          <w:rStyle w:val="Emphasis"/>
        </w:rPr>
        <w:t>8 points</w:t>
      </w:r>
      <w:r w:rsidRPr="00073C2E">
        <w:rPr>
          <w:sz w:val="16"/>
        </w:rPr>
        <w:t xml:space="preserve">, </w:t>
      </w:r>
      <w:r w:rsidRPr="00380D72">
        <w:rPr>
          <w:rStyle w:val="StyleUnderline"/>
        </w:rPr>
        <w:t>taking 235 seats in the House</w:t>
      </w:r>
      <w:r w:rsidRPr="00073C2E">
        <w:rPr>
          <w:sz w:val="16"/>
        </w:rPr>
        <w:t xml:space="preserve">. </w:t>
      </w:r>
      <w:r w:rsidRPr="00380D72">
        <w:rPr>
          <w:rStyle w:val="StyleUnderline"/>
        </w:rPr>
        <w:t xml:space="preserve">Democrats </w:t>
      </w:r>
      <w:r w:rsidRPr="00073C2E">
        <w:rPr>
          <w:rStyle w:val="Emphasis"/>
          <w:highlight w:val="cyan"/>
        </w:rPr>
        <w:t>need to flip</w:t>
      </w:r>
      <w:r w:rsidRPr="00380D72">
        <w:rPr>
          <w:rStyle w:val="StyleUnderline"/>
        </w:rPr>
        <w:t xml:space="preserve"> just a </w:t>
      </w:r>
      <w:r w:rsidRPr="00380D72">
        <w:rPr>
          <w:rStyle w:val="Emphasis"/>
          <w:highlight w:val="cyan"/>
        </w:rPr>
        <w:t>handful</w:t>
      </w:r>
      <w:r w:rsidRPr="009321CF">
        <w:rPr>
          <w:rStyle w:val="Emphasis"/>
        </w:rPr>
        <w:t xml:space="preserve"> seats</w:t>
      </w:r>
      <w:r w:rsidRPr="00380D72">
        <w:rPr>
          <w:rStyle w:val="StyleUnderline"/>
        </w:rPr>
        <w:t xml:space="preserve"> </w:t>
      </w:r>
      <w:r w:rsidRPr="009321CF">
        <w:rPr>
          <w:rStyle w:val="StyleUnderline"/>
        </w:rPr>
        <w:t>to win control of the House</w:t>
      </w:r>
      <w:r w:rsidRPr="00380D72">
        <w:rPr>
          <w:rStyle w:val="StyleUnderline"/>
        </w:rPr>
        <w:t xml:space="preserve"> in 2026</w:t>
      </w:r>
      <w:r w:rsidRPr="00073C2E">
        <w:rPr>
          <w:sz w:val="16"/>
        </w:rPr>
        <w:t xml:space="preserve">. For a while now, political handicappers have said </w:t>
      </w:r>
      <w:r w:rsidRPr="00380D72">
        <w:rPr>
          <w:rStyle w:val="StyleUnderline"/>
        </w:rPr>
        <w:t xml:space="preserve">Democrats are </w:t>
      </w:r>
      <w:r w:rsidRPr="009321CF">
        <w:rPr>
          <w:rStyle w:val="Emphasis"/>
        </w:rPr>
        <w:t>favorites</w:t>
      </w:r>
      <w:r w:rsidRPr="009321CF">
        <w:rPr>
          <w:rStyle w:val="StyleUnderline"/>
        </w:rPr>
        <w:t xml:space="preserve"> to win that chamber</w:t>
      </w:r>
      <w:r w:rsidRPr="009321CF">
        <w:rPr>
          <w:sz w:val="16"/>
        </w:rPr>
        <w:t>. But their path to retaking the Senate next</w:t>
      </w:r>
      <w:r w:rsidRPr="00073C2E">
        <w:rPr>
          <w:sz w:val="16"/>
        </w:rPr>
        <w:t xml:space="preserve"> year is much steeper, though not impossible in a massive wave election.</w:t>
      </w:r>
    </w:p>
    <w:p w14:paraId="655F09E1" w14:textId="77777777" w:rsidR="001B2360" w:rsidRDefault="001B2360" w:rsidP="001B2360"/>
    <w:p w14:paraId="0A0AE198" w14:textId="77777777" w:rsidR="001B2360" w:rsidRDefault="001B2360" w:rsidP="001B2360">
      <w:pPr>
        <w:pStyle w:val="Heading4"/>
      </w:pPr>
      <w:r w:rsidRPr="00D82921">
        <w:rPr>
          <w:u w:val="single"/>
        </w:rPr>
        <w:t>Delivering</w:t>
      </w:r>
      <w:r>
        <w:t xml:space="preserve"> on </w:t>
      </w:r>
      <w:r w:rsidRPr="00D82921">
        <w:rPr>
          <w:u w:val="single"/>
        </w:rPr>
        <w:t>Pro-Labor</w:t>
      </w:r>
      <w:r>
        <w:t xml:space="preserve"> policies </w:t>
      </w:r>
      <w:r w:rsidRPr="00D82921">
        <w:rPr>
          <w:u w:val="single"/>
        </w:rPr>
        <w:t>locks</w:t>
      </w:r>
      <w:r>
        <w:t xml:space="preserve"> in </w:t>
      </w:r>
      <w:r w:rsidRPr="00D82921">
        <w:rPr>
          <w:u w:val="single"/>
        </w:rPr>
        <w:t>working-class support</w:t>
      </w:r>
      <w:r>
        <w:t xml:space="preserve"> for Republicans</w:t>
      </w:r>
    </w:p>
    <w:p w14:paraId="5E7D4A6D" w14:textId="77777777" w:rsidR="001B2360" w:rsidRPr="00E33D16" w:rsidRDefault="001B2360" w:rsidP="001B2360">
      <w:r>
        <w:t xml:space="preserve">Eyal </w:t>
      </w:r>
      <w:r w:rsidRPr="00696081">
        <w:rPr>
          <w:rStyle w:val="Style13ptBold"/>
        </w:rPr>
        <w:t>Press 25</w:t>
      </w:r>
      <w:r>
        <w:t xml:space="preserve">. Writer at The New Yorker. Author of </w:t>
      </w:r>
      <w:r w:rsidRPr="00770071">
        <w:rPr>
          <w:i/>
          <w:iCs/>
        </w:rPr>
        <w:t>Dirty Work</w:t>
      </w:r>
      <w:r>
        <w:t xml:space="preserve">, recipient of 2022 Hillman Prize for Book Journalism. PhD in Sociology @ NYU. Puffin Foundation Fellow at the Type Media Center, previously fellow at the Carnegie Corporation and the Dorothy and Lewis B. Cullman Center at the New York public Library. “Josh Hawley and the Republican Effort to Love Labor.” The New Yorker. 5-30-2025. </w:t>
      </w:r>
      <w:r w:rsidRPr="00E33D16">
        <w:t>https://www.newyorker.com/news/the-lede/josh-hawley-and-the-republican-effort-to-love-labor</w:t>
      </w:r>
    </w:p>
    <w:p w14:paraId="079D1902" w14:textId="77777777" w:rsidR="001B2360" w:rsidRPr="00211071" w:rsidRDefault="001B2360" w:rsidP="001B2360">
      <w:pPr>
        <w:rPr>
          <w:sz w:val="16"/>
        </w:rPr>
      </w:pPr>
      <w:r w:rsidRPr="00211071">
        <w:rPr>
          <w:sz w:val="16"/>
        </w:rPr>
        <w:t xml:space="preserve">But even those who question Hawley’s motives don’t doubt his ambition, particularly as jockeying for 2028 begins. One thing he appears to recognize is that </w:t>
      </w:r>
      <w:r w:rsidRPr="00D912C3">
        <w:rPr>
          <w:rStyle w:val="Emphasis"/>
          <w:highlight w:val="cyan"/>
        </w:rPr>
        <w:t>siding</w:t>
      </w:r>
      <w:r w:rsidRPr="009A185F">
        <w:rPr>
          <w:rStyle w:val="Emphasis"/>
        </w:rPr>
        <w:t xml:space="preserve"> </w:t>
      </w:r>
      <w:r w:rsidRPr="00D912C3">
        <w:rPr>
          <w:rStyle w:val="Emphasis"/>
          <w:highlight w:val="cyan"/>
        </w:rPr>
        <w:t xml:space="preserve">with unions </w:t>
      </w:r>
      <w:r w:rsidRPr="00D912C3">
        <w:rPr>
          <w:rStyle w:val="StyleUnderline"/>
        </w:rPr>
        <w:t>has become</w:t>
      </w:r>
      <w:r w:rsidRPr="00A47248">
        <w:t xml:space="preserve"> </w:t>
      </w:r>
      <w:r w:rsidRPr="00D912C3">
        <w:rPr>
          <w:rStyle w:val="Emphasis"/>
          <w:highlight w:val="cyan"/>
        </w:rPr>
        <w:t>popular</w:t>
      </w:r>
      <w:r w:rsidRPr="009A185F">
        <w:rPr>
          <w:rStyle w:val="StyleUnderline"/>
        </w:rPr>
        <w:t xml:space="preserve"> even on the right</w:t>
      </w:r>
      <w:r w:rsidRPr="00211071">
        <w:rPr>
          <w:sz w:val="16"/>
        </w:rPr>
        <w:t xml:space="preserve">. In March, American Compass, </w:t>
      </w:r>
      <w:r w:rsidRPr="009A185F">
        <w:rPr>
          <w:rStyle w:val="StyleUnderline"/>
        </w:rPr>
        <w:t>a conservative think tank</w:t>
      </w:r>
      <w:r w:rsidRPr="00211071">
        <w:rPr>
          <w:sz w:val="16"/>
        </w:rPr>
        <w:t xml:space="preserve">, and YouGov </w:t>
      </w:r>
      <w:r w:rsidRPr="009A185F">
        <w:rPr>
          <w:rStyle w:val="StyleUnderline"/>
        </w:rPr>
        <w:t>conducted a survey</w:t>
      </w:r>
      <w:r w:rsidRPr="00211071">
        <w:rPr>
          <w:sz w:val="16"/>
        </w:rPr>
        <w:t xml:space="preserve"> that illustrated this fact. </w:t>
      </w:r>
      <w:r w:rsidRPr="00D912C3">
        <w:rPr>
          <w:rStyle w:val="StyleUnderline"/>
          <w:highlight w:val="cyan"/>
        </w:rPr>
        <w:t>Among Republican</w:t>
      </w:r>
      <w:r w:rsidRPr="00211071">
        <w:rPr>
          <w:sz w:val="16"/>
        </w:rPr>
        <w:t xml:space="preserve"> </w:t>
      </w:r>
      <w:r w:rsidRPr="009A185F">
        <w:rPr>
          <w:rStyle w:val="StyleUnderline"/>
        </w:rPr>
        <w:t>respondents</w:t>
      </w:r>
      <w:r w:rsidRPr="00211071">
        <w:rPr>
          <w:sz w:val="16"/>
        </w:rPr>
        <w:t xml:space="preserve">, the poll found that </w:t>
      </w:r>
      <w:r w:rsidRPr="00D912C3">
        <w:rPr>
          <w:rStyle w:val="StyleUnderline"/>
          <w:highlight w:val="cyan"/>
        </w:rPr>
        <w:t>labor</w:t>
      </w:r>
      <w:r w:rsidRPr="00A47248">
        <w:t xml:space="preserve"> </w:t>
      </w:r>
      <w:r w:rsidRPr="00D912C3">
        <w:rPr>
          <w:rStyle w:val="Emphasis"/>
          <w:highlight w:val="cyan"/>
        </w:rPr>
        <w:t>unions had a net favorability</w:t>
      </w:r>
      <w:r w:rsidRPr="009A185F">
        <w:rPr>
          <w:rStyle w:val="StyleUnderline"/>
        </w:rPr>
        <w:t xml:space="preserve"> of eight percentage points</w:t>
      </w:r>
      <w:r w:rsidRPr="00211071">
        <w:rPr>
          <w:sz w:val="16"/>
        </w:rPr>
        <w:t xml:space="preserve">. </w:t>
      </w:r>
      <w:r w:rsidRPr="00C54CC6">
        <w:rPr>
          <w:rStyle w:val="Emphasis"/>
          <w:highlight w:val="cyan"/>
        </w:rPr>
        <w:t>Among</w:t>
      </w:r>
      <w:r w:rsidRPr="009A185F">
        <w:rPr>
          <w:rStyle w:val="StyleUnderline"/>
        </w:rPr>
        <w:t xml:space="preserve"> young </w:t>
      </w:r>
      <w:r w:rsidRPr="00C54CC6">
        <w:rPr>
          <w:rStyle w:val="Emphasis"/>
          <w:highlight w:val="cyan"/>
        </w:rPr>
        <w:t>Republicans</w:t>
      </w:r>
      <w:r w:rsidRPr="00211071">
        <w:rPr>
          <w:sz w:val="16"/>
        </w:rPr>
        <w:t xml:space="preserve">, defined as those born after 1980, </w:t>
      </w:r>
      <w:r w:rsidRPr="009A185F">
        <w:rPr>
          <w:rStyle w:val="StyleUnderline"/>
        </w:rPr>
        <w:t>the margin was thirty-eight points</w:t>
      </w:r>
      <w:r w:rsidRPr="00211071">
        <w:rPr>
          <w:sz w:val="16"/>
        </w:rPr>
        <w:t xml:space="preserve">. </w:t>
      </w:r>
      <w:r w:rsidRPr="00F25619">
        <w:rPr>
          <w:rStyle w:val="StyleUnderline"/>
        </w:rPr>
        <w:t>Young Republicans</w:t>
      </w:r>
      <w:r w:rsidRPr="00211071">
        <w:rPr>
          <w:sz w:val="16"/>
        </w:rPr>
        <w:t xml:space="preserve"> also </w:t>
      </w:r>
      <w:r w:rsidRPr="00F25619">
        <w:rPr>
          <w:rStyle w:val="StyleUnderline"/>
          <w:highlight w:val="cyan"/>
        </w:rPr>
        <w:t>overwhelmingly backed</w:t>
      </w:r>
      <w:r w:rsidRPr="009A185F">
        <w:rPr>
          <w:rStyle w:val="StyleUnderline"/>
        </w:rPr>
        <w:t xml:space="preserve"> several provisions of </w:t>
      </w:r>
      <w:r w:rsidRPr="00D912C3">
        <w:rPr>
          <w:rStyle w:val="StyleUnderline"/>
          <w:highlight w:val="cyan"/>
        </w:rPr>
        <w:t>the PRO Act</w:t>
      </w:r>
      <w:r w:rsidRPr="00211071">
        <w:rPr>
          <w:sz w:val="16"/>
        </w:rPr>
        <w:t xml:space="preserve"> that the survey tested, </w:t>
      </w:r>
      <w:r w:rsidRPr="009A185F">
        <w:rPr>
          <w:rStyle w:val="StyleUnderline"/>
        </w:rPr>
        <w:t xml:space="preserve">such as </w:t>
      </w:r>
      <w:r w:rsidRPr="00F25619">
        <w:rPr>
          <w:rStyle w:val="StyleUnderline"/>
          <w:highlight w:val="cyan"/>
        </w:rPr>
        <w:t>expediting</w:t>
      </w:r>
      <w:r w:rsidRPr="00211071">
        <w:rPr>
          <w:sz w:val="16"/>
        </w:rPr>
        <w:t xml:space="preserve"> the </w:t>
      </w:r>
      <w:r w:rsidRPr="00F25619">
        <w:rPr>
          <w:rStyle w:val="StyleUnderline"/>
          <w:highlight w:val="cyan"/>
        </w:rPr>
        <w:t>collective-bargaining</w:t>
      </w:r>
      <w:r w:rsidRPr="009A185F">
        <w:rPr>
          <w:rStyle w:val="StyleUnderline"/>
        </w:rPr>
        <w:t xml:space="preserve"> process</w:t>
      </w:r>
      <w:r w:rsidRPr="00211071">
        <w:rPr>
          <w:sz w:val="16"/>
        </w:rPr>
        <w:t xml:space="preserve">, </w:t>
      </w:r>
      <w:r w:rsidRPr="009A185F">
        <w:rPr>
          <w:rStyle w:val="StyleUnderline"/>
        </w:rPr>
        <w:t xml:space="preserve">posting </w:t>
      </w:r>
      <w:r w:rsidRPr="00D912C3">
        <w:rPr>
          <w:rStyle w:val="StyleUnderline"/>
        </w:rPr>
        <w:t>information about labor rights</w:t>
      </w:r>
      <w:r w:rsidRPr="00211071">
        <w:rPr>
          <w:sz w:val="16"/>
        </w:rPr>
        <w:t xml:space="preserve"> in workplaces, </w:t>
      </w:r>
      <w:r w:rsidRPr="00D912C3">
        <w:rPr>
          <w:rStyle w:val="StyleUnderline"/>
        </w:rPr>
        <w:t>and penalizing companies</w:t>
      </w:r>
      <w:r w:rsidRPr="00211071">
        <w:rPr>
          <w:sz w:val="16"/>
        </w:rPr>
        <w:t xml:space="preserve"> </w:t>
      </w:r>
      <w:r w:rsidRPr="009A185F">
        <w:rPr>
          <w:rStyle w:val="StyleUnderline"/>
        </w:rPr>
        <w:t>that violate the law</w:t>
      </w:r>
      <w:r w:rsidRPr="00211071">
        <w:rPr>
          <w:sz w:val="16"/>
        </w:rPr>
        <w:t>.</w:t>
      </w:r>
    </w:p>
    <w:p w14:paraId="30D51A4C" w14:textId="77777777" w:rsidR="001B2360" w:rsidRPr="00211071" w:rsidRDefault="001B2360" w:rsidP="001B2360">
      <w:pPr>
        <w:rPr>
          <w:sz w:val="16"/>
        </w:rPr>
      </w:pPr>
      <w:r w:rsidRPr="00211071">
        <w:rPr>
          <w:sz w:val="16"/>
        </w:rPr>
        <w:t xml:space="preserve">Daniel Kishi, a policy adviser at American Compass and a former aide to Hawley, told me that the generational divide captured by the survey is mirrored among Republican elected officials, with those who entered office after the 2008 financial crisis—such as </w:t>
      </w:r>
      <w:r w:rsidRPr="009A185F">
        <w:rPr>
          <w:rStyle w:val="StyleUnderline"/>
        </w:rPr>
        <w:t>Hawley and Vance</w:t>
      </w:r>
      <w:r w:rsidRPr="00211071">
        <w:rPr>
          <w:sz w:val="16"/>
        </w:rPr>
        <w:t xml:space="preserve">—more likely to </w:t>
      </w:r>
      <w:r w:rsidRPr="009A185F">
        <w:rPr>
          <w:rStyle w:val="StyleUnderline"/>
        </w:rPr>
        <w:t>view unfettered markets</w:t>
      </w:r>
      <w:r w:rsidRPr="00211071">
        <w:rPr>
          <w:sz w:val="16"/>
        </w:rPr>
        <w:t xml:space="preserve"> </w:t>
      </w:r>
      <w:r w:rsidRPr="009A185F">
        <w:rPr>
          <w:rStyle w:val="StyleUnderline"/>
        </w:rPr>
        <w:t>skeptically</w:t>
      </w:r>
      <w:r w:rsidRPr="00211071">
        <w:rPr>
          <w:sz w:val="16"/>
        </w:rPr>
        <w:t xml:space="preserve"> and to </w:t>
      </w:r>
      <w:r w:rsidRPr="00D912C3">
        <w:rPr>
          <w:rStyle w:val="StyleUnderline"/>
        </w:rPr>
        <w:t>see rank-and-file</w:t>
      </w:r>
      <w:r w:rsidRPr="00A47248">
        <w:t xml:space="preserve"> </w:t>
      </w:r>
      <w:r w:rsidRPr="00412B50">
        <w:rPr>
          <w:rStyle w:val="Emphasis"/>
          <w:sz w:val="28"/>
          <w:szCs w:val="28"/>
          <w:highlight w:val="cyan"/>
        </w:rPr>
        <w:t>union members</w:t>
      </w:r>
      <w:r w:rsidRPr="00A47248">
        <w:t xml:space="preserve"> </w:t>
      </w:r>
      <w:r w:rsidRPr="00D912C3">
        <w:rPr>
          <w:rStyle w:val="StyleUnderline"/>
        </w:rPr>
        <w:t>as</w:t>
      </w:r>
      <w:r w:rsidRPr="00A47248">
        <w:t xml:space="preserve"> </w:t>
      </w:r>
      <w:r w:rsidRPr="00412B50">
        <w:rPr>
          <w:rStyle w:val="Emphasis"/>
          <w:sz w:val="28"/>
          <w:szCs w:val="28"/>
          <w:highlight w:val="cyan"/>
        </w:rPr>
        <w:t>potential supporters</w:t>
      </w:r>
      <w:r w:rsidRPr="00211071">
        <w:rPr>
          <w:sz w:val="16"/>
        </w:rPr>
        <w:t xml:space="preserve">. These </w:t>
      </w:r>
      <w:r w:rsidRPr="009A185F">
        <w:rPr>
          <w:rStyle w:val="StyleUnderline"/>
        </w:rPr>
        <w:t>officials understand that</w:t>
      </w:r>
      <w:r w:rsidRPr="00211071">
        <w:rPr>
          <w:sz w:val="16"/>
        </w:rPr>
        <w:t xml:space="preserve">, </w:t>
      </w:r>
      <w:r w:rsidRPr="009A185F">
        <w:rPr>
          <w:rStyle w:val="StyleUnderline"/>
        </w:rPr>
        <w:t>while</w:t>
      </w:r>
      <w:r w:rsidRPr="00211071">
        <w:rPr>
          <w:sz w:val="16"/>
        </w:rPr>
        <w:t xml:space="preserve"> voters in </w:t>
      </w:r>
      <w:r w:rsidRPr="00D912C3">
        <w:rPr>
          <w:rStyle w:val="Emphasis"/>
          <w:highlight w:val="cyan"/>
        </w:rPr>
        <w:t>union households</w:t>
      </w:r>
      <w:r w:rsidRPr="00211071">
        <w:rPr>
          <w:sz w:val="16"/>
        </w:rPr>
        <w:t xml:space="preserve"> still </w:t>
      </w:r>
      <w:r w:rsidRPr="009A185F">
        <w:rPr>
          <w:rStyle w:val="StyleUnderline"/>
        </w:rPr>
        <w:t>tend to back Democrats</w:t>
      </w:r>
      <w:r w:rsidRPr="00211071">
        <w:rPr>
          <w:sz w:val="16"/>
        </w:rPr>
        <w:t xml:space="preserve">, </w:t>
      </w:r>
      <w:r w:rsidRPr="009A185F">
        <w:rPr>
          <w:rStyle w:val="StyleUnderline"/>
        </w:rPr>
        <w:t>the gap has narrowed</w:t>
      </w:r>
      <w:r w:rsidRPr="00211071">
        <w:rPr>
          <w:sz w:val="16"/>
        </w:rPr>
        <w:t xml:space="preserve">, </w:t>
      </w:r>
      <w:r w:rsidRPr="009A185F">
        <w:rPr>
          <w:rStyle w:val="StyleUnderline"/>
        </w:rPr>
        <w:t xml:space="preserve">a dynamic that has </w:t>
      </w:r>
      <w:r w:rsidRPr="00412B50">
        <w:rPr>
          <w:rStyle w:val="Emphasis"/>
          <w:sz w:val="28"/>
          <w:szCs w:val="28"/>
          <w:highlight w:val="cyan"/>
        </w:rPr>
        <w:t>enabled Trump to win</w:t>
      </w:r>
      <w:r w:rsidRPr="009A185F">
        <w:rPr>
          <w:rStyle w:val="StyleUnderline"/>
        </w:rPr>
        <w:t xml:space="preserve"> states like </w:t>
      </w:r>
      <w:r w:rsidRPr="00D912C3">
        <w:rPr>
          <w:rStyle w:val="StyleUnderline"/>
        </w:rPr>
        <w:t>Michigan and Pennsylvania</w:t>
      </w:r>
      <w:r w:rsidRPr="00211071">
        <w:rPr>
          <w:sz w:val="16"/>
        </w:rPr>
        <w:t xml:space="preserve">. Some </w:t>
      </w:r>
      <w:r w:rsidRPr="00D912C3">
        <w:rPr>
          <w:rStyle w:val="Emphasis"/>
          <w:highlight w:val="cyan"/>
        </w:rPr>
        <w:t>Republicans</w:t>
      </w:r>
      <w:r w:rsidRPr="00211071">
        <w:rPr>
          <w:sz w:val="16"/>
        </w:rPr>
        <w:t xml:space="preserve"> are even </w:t>
      </w:r>
      <w:r w:rsidRPr="009A185F">
        <w:rPr>
          <w:rStyle w:val="StyleUnderline"/>
        </w:rPr>
        <w:t>beginning to</w:t>
      </w:r>
      <w:r w:rsidRPr="00211071">
        <w:rPr>
          <w:sz w:val="16"/>
        </w:rPr>
        <w:t xml:space="preserve"> </w:t>
      </w:r>
      <w:r w:rsidRPr="00D912C3">
        <w:rPr>
          <w:rStyle w:val="Emphasis"/>
          <w:highlight w:val="cyan"/>
        </w:rPr>
        <w:t>see</w:t>
      </w:r>
      <w:r w:rsidRPr="00211071">
        <w:rPr>
          <w:sz w:val="16"/>
        </w:rPr>
        <w:t xml:space="preserve"> the </w:t>
      </w:r>
      <w:r w:rsidRPr="00D912C3">
        <w:rPr>
          <w:rStyle w:val="Emphasis"/>
          <w:highlight w:val="cyan"/>
        </w:rPr>
        <w:t>labor</w:t>
      </w:r>
      <w:r w:rsidRPr="009A185F">
        <w:rPr>
          <w:rStyle w:val="StyleUnderline"/>
        </w:rPr>
        <w:t xml:space="preserve"> movement’s leaders </w:t>
      </w:r>
      <w:r w:rsidRPr="00D912C3">
        <w:rPr>
          <w:rStyle w:val="Emphasis"/>
          <w:highlight w:val="cyan"/>
        </w:rPr>
        <w:t>as allies</w:t>
      </w:r>
      <w:r w:rsidRPr="00211071">
        <w:rPr>
          <w:sz w:val="16"/>
        </w:rPr>
        <w:t xml:space="preserve">, </w:t>
      </w:r>
      <w:r w:rsidRPr="009A185F">
        <w:rPr>
          <w:rStyle w:val="StyleUnderline"/>
        </w:rPr>
        <w:t>rather than</w:t>
      </w:r>
      <w:r w:rsidRPr="00211071">
        <w:rPr>
          <w:sz w:val="16"/>
        </w:rPr>
        <w:t xml:space="preserve"> as </w:t>
      </w:r>
      <w:r w:rsidRPr="009A185F">
        <w:rPr>
          <w:rStyle w:val="StyleUnderline"/>
        </w:rPr>
        <w:t>Democratic operatives</w:t>
      </w:r>
      <w:r w:rsidRPr="00211071">
        <w:rPr>
          <w:sz w:val="16"/>
        </w:rPr>
        <w:t xml:space="preserve"> who will turn out the vote for their opponents—in particular </w:t>
      </w:r>
      <w:r w:rsidRPr="009A185F">
        <w:rPr>
          <w:rStyle w:val="StyleUnderline"/>
        </w:rPr>
        <w:t>Sean O’Brien</w:t>
      </w:r>
      <w:r w:rsidRPr="00211071">
        <w:rPr>
          <w:sz w:val="16"/>
        </w:rPr>
        <w:t xml:space="preserve">, </w:t>
      </w:r>
      <w:r w:rsidRPr="009A185F">
        <w:rPr>
          <w:rStyle w:val="StyleUnderline"/>
        </w:rPr>
        <w:t>the general president of</w:t>
      </w:r>
      <w:r w:rsidRPr="00211071">
        <w:rPr>
          <w:sz w:val="16"/>
        </w:rPr>
        <w:t xml:space="preserve"> the International Brotherhood of </w:t>
      </w:r>
      <w:r w:rsidRPr="009A185F">
        <w:rPr>
          <w:rStyle w:val="StyleUnderline"/>
        </w:rPr>
        <w:t>Teamsters</w:t>
      </w:r>
      <w:r w:rsidRPr="00211071">
        <w:rPr>
          <w:sz w:val="16"/>
        </w:rPr>
        <w:t xml:space="preserve">, who </w:t>
      </w:r>
      <w:r w:rsidRPr="009A185F">
        <w:rPr>
          <w:rStyle w:val="StyleUnderline"/>
        </w:rPr>
        <w:t>spoke at the</w:t>
      </w:r>
      <w:r w:rsidRPr="00211071">
        <w:rPr>
          <w:sz w:val="16"/>
        </w:rPr>
        <w:t xml:space="preserve"> </w:t>
      </w:r>
      <w:r w:rsidRPr="009A185F">
        <w:rPr>
          <w:rStyle w:val="StyleUnderline"/>
        </w:rPr>
        <w:t>R</w:t>
      </w:r>
      <w:r w:rsidRPr="00211071">
        <w:rPr>
          <w:sz w:val="16"/>
        </w:rPr>
        <w:t xml:space="preserve">epublican </w:t>
      </w:r>
      <w:r w:rsidRPr="009A185F">
        <w:rPr>
          <w:rStyle w:val="StyleUnderline"/>
        </w:rPr>
        <w:t>N</w:t>
      </w:r>
      <w:r w:rsidRPr="00211071">
        <w:rPr>
          <w:sz w:val="16"/>
        </w:rPr>
        <w:t xml:space="preserve">ational </w:t>
      </w:r>
      <w:r w:rsidRPr="009A185F">
        <w:rPr>
          <w:rStyle w:val="StyleUnderline"/>
        </w:rPr>
        <w:t>C</w:t>
      </w:r>
      <w:r w:rsidRPr="00211071">
        <w:rPr>
          <w:sz w:val="16"/>
        </w:rPr>
        <w:t xml:space="preserve">onvention </w:t>
      </w:r>
      <w:r w:rsidRPr="009A185F">
        <w:rPr>
          <w:rStyle w:val="StyleUnderline"/>
        </w:rPr>
        <w:t>this past summer</w:t>
      </w:r>
      <w:r w:rsidRPr="00211071">
        <w:rPr>
          <w:sz w:val="16"/>
        </w:rPr>
        <w:t xml:space="preserve">. Kishi believes that </w:t>
      </w:r>
      <w:r w:rsidRPr="00412B50">
        <w:rPr>
          <w:rStyle w:val="Emphasis"/>
          <w:sz w:val="28"/>
          <w:szCs w:val="28"/>
          <w:highlight w:val="cyan"/>
        </w:rPr>
        <w:t>enacting</w:t>
      </w:r>
      <w:r w:rsidRPr="00211071">
        <w:rPr>
          <w:sz w:val="16"/>
        </w:rPr>
        <w:t xml:space="preserve"> some of the </w:t>
      </w:r>
      <w:r w:rsidRPr="00412B50">
        <w:rPr>
          <w:rStyle w:val="Emphasis"/>
          <w:sz w:val="28"/>
          <w:szCs w:val="28"/>
          <w:highlight w:val="cyan"/>
        </w:rPr>
        <w:t>pro-union reforms</w:t>
      </w:r>
      <w:r w:rsidRPr="00211071">
        <w:rPr>
          <w:sz w:val="16"/>
        </w:rPr>
        <w:t xml:space="preserve"> </w:t>
      </w:r>
      <w:r w:rsidRPr="009A185F">
        <w:rPr>
          <w:rStyle w:val="StyleUnderline"/>
        </w:rPr>
        <w:t xml:space="preserve">that </w:t>
      </w:r>
      <w:r w:rsidRPr="00D912C3">
        <w:rPr>
          <w:rStyle w:val="StyleUnderline"/>
          <w:highlight w:val="cyan"/>
        </w:rPr>
        <w:t>drew support</w:t>
      </w:r>
      <w:r w:rsidRPr="009A185F">
        <w:rPr>
          <w:rStyle w:val="StyleUnderline"/>
        </w:rPr>
        <w:t xml:space="preserve"> </w:t>
      </w:r>
      <w:r w:rsidRPr="00D912C3">
        <w:rPr>
          <w:rStyle w:val="StyleUnderline"/>
          <w:highlight w:val="cyan"/>
        </w:rPr>
        <w:t>from</w:t>
      </w:r>
      <w:r w:rsidRPr="009A185F">
        <w:rPr>
          <w:rStyle w:val="StyleUnderline"/>
        </w:rPr>
        <w:t xml:space="preserve"> young </w:t>
      </w:r>
      <w:r w:rsidRPr="00D912C3">
        <w:rPr>
          <w:rStyle w:val="StyleUnderline"/>
          <w:highlight w:val="cyan"/>
        </w:rPr>
        <w:t>Republicans</w:t>
      </w:r>
      <w:r w:rsidRPr="00211071">
        <w:rPr>
          <w:sz w:val="16"/>
        </w:rPr>
        <w:t xml:space="preserve"> in the American Compass survey </w:t>
      </w:r>
      <w:r w:rsidRPr="00D912C3">
        <w:rPr>
          <w:rStyle w:val="StyleUnderline"/>
        </w:rPr>
        <w:t>could</w:t>
      </w:r>
      <w:r w:rsidRPr="00A47248">
        <w:rPr>
          <w:rStyle w:val="StyleUnderline"/>
        </w:rPr>
        <w:t xml:space="preserve"> </w:t>
      </w:r>
      <w:r w:rsidRPr="00412B50">
        <w:rPr>
          <w:rStyle w:val="Emphasis"/>
          <w:sz w:val="28"/>
          <w:szCs w:val="28"/>
          <w:highlight w:val="cyan"/>
        </w:rPr>
        <w:t>solidify</w:t>
      </w:r>
      <w:r w:rsidRPr="00A47248">
        <w:rPr>
          <w:rStyle w:val="StyleUnderline"/>
        </w:rPr>
        <w:t xml:space="preserve"> </w:t>
      </w:r>
      <w:r w:rsidRPr="00D912C3">
        <w:rPr>
          <w:rStyle w:val="StyleUnderline"/>
        </w:rPr>
        <w:t>the</w:t>
      </w:r>
      <w:r w:rsidRPr="00A47248">
        <w:rPr>
          <w:rStyle w:val="StyleUnderline"/>
        </w:rPr>
        <w:t xml:space="preserve"> </w:t>
      </w:r>
      <w:r w:rsidRPr="00412B50">
        <w:rPr>
          <w:rStyle w:val="Emphasis"/>
          <w:sz w:val="28"/>
          <w:szCs w:val="28"/>
          <w:highlight w:val="cyan"/>
        </w:rPr>
        <w:t>political realignment</w:t>
      </w:r>
      <w:r w:rsidRPr="00211071">
        <w:rPr>
          <w:sz w:val="16"/>
        </w:rPr>
        <w:t xml:space="preserve"> </w:t>
      </w:r>
      <w:r w:rsidRPr="009A185F">
        <w:rPr>
          <w:rStyle w:val="StyleUnderline"/>
        </w:rPr>
        <w:t>that has occurred in recent years</w:t>
      </w:r>
      <w:r w:rsidRPr="00211071">
        <w:rPr>
          <w:sz w:val="16"/>
        </w:rPr>
        <w:t xml:space="preserve">, </w:t>
      </w:r>
      <w:r w:rsidRPr="00412B50">
        <w:rPr>
          <w:rStyle w:val="Emphasis"/>
          <w:sz w:val="28"/>
          <w:szCs w:val="28"/>
          <w:highlight w:val="cyan"/>
        </w:rPr>
        <w:t>leading</w:t>
      </w:r>
      <w:r w:rsidRPr="00211071">
        <w:rPr>
          <w:sz w:val="16"/>
        </w:rPr>
        <w:t xml:space="preserve"> more and more </w:t>
      </w:r>
      <w:r w:rsidRPr="00412B50">
        <w:rPr>
          <w:rStyle w:val="Emphasis"/>
          <w:sz w:val="28"/>
          <w:szCs w:val="28"/>
          <w:highlight w:val="cyan"/>
        </w:rPr>
        <w:t>blue-collar workers to</w:t>
      </w:r>
      <w:r w:rsidRPr="00211071">
        <w:rPr>
          <w:sz w:val="16"/>
        </w:rPr>
        <w:t xml:space="preserve"> view </w:t>
      </w:r>
      <w:r w:rsidRPr="00412B50">
        <w:rPr>
          <w:rStyle w:val="Emphasis"/>
          <w:sz w:val="28"/>
          <w:szCs w:val="28"/>
          <w:highlight w:val="cyan"/>
        </w:rPr>
        <w:t>the Republican Party</w:t>
      </w:r>
      <w:r w:rsidRPr="00211071">
        <w:rPr>
          <w:sz w:val="16"/>
        </w:rPr>
        <w:t xml:space="preserve"> as their home.</w:t>
      </w:r>
    </w:p>
    <w:p w14:paraId="7A5EB4C4" w14:textId="77777777" w:rsidR="001B2360" w:rsidRPr="00211071" w:rsidRDefault="001B2360" w:rsidP="001B2360">
      <w:pPr>
        <w:rPr>
          <w:sz w:val="16"/>
        </w:rPr>
      </w:pPr>
      <w:r w:rsidRPr="00211071">
        <w:rPr>
          <w:rStyle w:val="StyleUnderline"/>
        </w:rPr>
        <w:t>Thus far</w:t>
      </w:r>
      <w:r w:rsidRPr="00211071">
        <w:rPr>
          <w:sz w:val="16"/>
        </w:rPr>
        <w:t xml:space="preserve">, of course, what </w:t>
      </w:r>
      <w:r w:rsidRPr="00211071">
        <w:rPr>
          <w:rStyle w:val="StyleUnderline"/>
        </w:rPr>
        <w:t>the</w:t>
      </w:r>
      <w:r w:rsidRPr="00211071">
        <w:rPr>
          <w:sz w:val="16"/>
        </w:rPr>
        <w:t xml:space="preserve"> </w:t>
      </w:r>
      <w:r w:rsidRPr="00D912C3">
        <w:rPr>
          <w:rStyle w:val="StyleUnderline"/>
          <w:highlight w:val="cyan"/>
        </w:rPr>
        <w:t>Trump</w:t>
      </w:r>
      <w:r w:rsidRPr="00211071">
        <w:rPr>
          <w:rStyle w:val="StyleUnderline"/>
        </w:rPr>
        <w:t xml:space="preserve"> Administration</w:t>
      </w:r>
      <w:r w:rsidRPr="00211071">
        <w:rPr>
          <w:sz w:val="16"/>
        </w:rPr>
        <w:t xml:space="preserve"> </w:t>
      </w:r>
      <w:r w:rsidRPr="00211071">
        <w:rPr>
          <w:rStyle w:val="StyleUnderline"/>
        </w:rPr>
        <w:t xml:space="preserve">has </w:t>
      </w:r>
      <w:r w:rsidRPr="00D912C3">
        <w:rPr>
          <w:rStyle w:val="StyleUnderline"/>
          <w:highlight w:val="cyan"/>
        </w:rPr>
        <w:t>prioritized</w:t>
      </w:r>
      <w:r w:rsidRPr="00211071">
        <w:rPr>
          <w:sz w:val="16"/>
        </w:rPr>
        <w:t xml:space="preserve"> is not passing such reforms but </w:t>
      </w:r>
      <w:r w:rsidRPr="00211071">
        <w:rPr>
          <w:rStyle w:val="StyleUnderline"/>
        </w:rPr>
        <w:t>selling influence to wealthy patrons</w:t>
      </w:r>
      <w:r w:rsidRPr="00211071">
        <w:rPr>
          <w:sz w:val="16"/>
        </w:rPr>
        <w:t xml:space="preserve"> </w:t>
      </w:r>
      <w:r w:rsidRPr="00211071">
        <w:rPr>
          <w:rStyle w:val="StyleUnderline"/>
        </w:rPr>
        <w:t xml:space="preserve">and granting unchecked power to </w:t>
      </w:r>
      <w:r w:rsidRPr="00D912C3">
        <w:rPr>
          <w:rStyle w:val="StyleUnderline"/>
          <w:highlight w:val="cyan"/>
        </w:rPr>
        <w:t>billionaires</w:t>
      </w:r>
      <w:r w:rsidRPr="00211071">
        <w:rPr>
          <w:sz w:val="16"/>
        </w:rPr>
        <w:t xml:space="preserve"> including Elon Musk, whose Department of Government Efficiency fired thousands of federal employees who are union members. On March 27th, </w:t>
      </w:r>
      <w:r w:rsidRPr="00211071">
        <w:rPr>
          <w:rStyle w:val="StyleUnderline"/>
        </w:rPr>
        <w:t>Trump</w:t>
      </w:r>
      <w:r w:rsidRPr="00211071">
        <w:rPr>
          <w:sz w:val="16"/>
        </w:rPr>
        <w:t xml:space="preserve"> </w:t>
      </w:r>
      <w:r w:rsidRPr="00211071">
        <w:rPr>
          <w:rStyle w:val="StyleUnderline"/>
        </w:rPr>
        <w:t>issued an executive order</w:t>
      </w:r>
      <w:r w:rsidRPr="00211071">
        <w:rPr>
          <w:sz w:val="16"/>
        </w:rPr>
        <w:t xml:space="preserve"> </w:t>
      </w:r>
      <w:r w:rsidRPr="00211071">
        <w:rPr>
          <w:rStyle w:val="StyleUnderline"/>
        </w:rPr>
        <w:t xml:space="preserve">that </w:t>
      </w:r>
      <w:r w:rsidRPr="00D912C3">
        <w:rPr>
          <w:rStyle w:val="StyleUnderline"/>
          <w:highlight w:val="cyan"/>
        </w:rPr>
        <w:t>cancelled</w:t>
      </w:r>
      <w:r w:rsidRPr="00211071">
        <w:rPr>
          <w:sz w:val="16"/>
        </w:rPr>
        <w:t xml:space="preserve"> the </w:t>
      </w:r>
      <w:r w:rsidRPr="00D912C3">
        <w:rPr>
          <w:rStyle w:val="StyleUnderline"/>
          <w:highlight w:val="cyan"/>
        </w:rPr>
        <w:t>union contracts</w:t>
      </w:r>
      <w:r w:rsidRPr="00211071">
        <w:rPr>
          <w:rStyle w:val="StyleUnderline"/>
        </w:rPr>
        <w:t xml:space="preserve"> </w:t>
      </w:r>
      <w:r w:rsidRPr="00D912C3">
        <w:rPr>
          <w:rStyle w:val="StyleUnderline"/>
          <w:highlight w:val="cyan"/>
        </w:rPr>
        <w:t>of</w:t>
      </w:r>
      <w:r w:rsidRPr="00211071">
        <w:rPr>
          <w:sz w:val="16"/>
        </w:rPr>
        <w:t xml:space="preserve"> nearly </w:t>
      </w:r>
      <w:r w:rsidRPr="00211071">
        <w:rPr>
          <w:rStyle w:val="StyleUnderline"/>
        </w:rPr>
        <w:t xml:space="preserve">a million </w:t>
      </w:r>
      <w:r w:rsidRPr="00D912C3">
        <w:rPr>
          <w:rStyle w:val="StyleUnderline"/>
          <w:highlight w:val="cyan"/>
        </w:rPr>
        <w:t>federal workers</w:t>
      </w:r>
      <w:r w:rsidRPr="00211071">
        <w:rPr>
          <w:sz w:val="16"/>
        </w:rPr>
        <w:t>. The order is “by far the largest single action of union-busting in American history,” the labor historian Joseph McCartin recently told the Center for American Progress, which has estimated that it ended collective-bargaining rights for one of every fifteen workers currently protected by a union contract. Trump’s tax-and-spending bill contains a few measures designed to appeal to low-income workers, such as eliminating taxes on tips and overtime pay. But assessments by the Congressional Budget Office and other nonpartisan sources show that the benefits will go mainly to the wealthiest households, while the poorest ten per cent of Americans will see their income decline.</w:t>
      </w:r>
    </w:p>
    <w:p w14:paraId="1E49B745" w14:textId="77777777" w:rsidR="001B2360" w:rsidRDefault="001B2360" w:rsidP="001B2360"/>
    <w:p w14:paraId="0D08937B" w14:textId="77777777" w:rsidR="001B2360" w:rsidRPr="0015183A" w:rsidRDefault="001B2360" w:rsidP="001B2360">
      <w:pPr>
        <w:pStyle w:val="Heading4"/>
        <w:rPr>
          <w:rStyle w:val="StyleUnderline"/>
          <w:highlight w:val="cyan"/>
          <w:u w:val="none"/>
        </w:rPr>
      </w:pPr>
      <w:r>
        <w:t xml:space="preserve">Dem house </w:t>
      </w:r>
      <w:r>
        <w:rPr>
          <w:u w:val="single"/>
        </w:rPr>
        <w:t>restrains</w:t>
      </w:r>
      <w:r>
        <w:t xml:space="preserve"> Trump, solving a slew of existential threats.</w:t>
      </w:r>
    </w:p>
    <w:p w14:paraId="1D0E9F1E" w14:textId="77777777" w:rsidR="001B2360" w:rsidRDefault="001B2360" w:rsidP="001B2360">
      <w:r w:rsidRPr="00A6386B">
        <w:t xml:space="preserve">Mitch </w:t>
      </w:r>
      <w:r w:rsidRPr="00C80E20">
        <w:rPr>
          <w:rStyle w:val="Style13ptBold"/>
        </w:rPr>
        <w:t>Jackson 25</w:t>
      </w:r>
      <w:r w:rsidRPr="00A6386B">
        <w:t xml:space="preserve">. </w:t>
      </w:r>
      <w:r w:rsidRPr="00D2660E">
        <w:t>J.D., Western State College of Law, California Lawyer Attorneys of the Year (CLAY) Award</w:t>
      </w:r>
      <w:r>
        <w:t>, Attorney at Maneuver Mediation law firm</w:t>
      </w:r>
      <w:r w:rsidRPr="00A6386B">
        <w:t xml:space="preserve">. “The 2026 Midterms Could Save America — If We Show Up.” </w:t>
      </w:r>
      <w:r w:rsidRPr="0059217A">
        <w:t>Uncensored Objection</w:t>
      </w:r>
      <w:r w:rsidRPr="00A6386B">
        <w:t>. 5</w:t>
      </w:r>
      <w:r>
        <w:t>/</w:t>
      </w:r>
      <w:r w:rsidRPr="00A6386B">
        <w:t>29</w:t>
      </w:r>
      <w:r>
        <w:t>/</w:t>
      </w:r>
      <w:r w:rsidRPr="00A6386B">
        <w:t>2025. https://mitchthelawyer.substack.com/p/the-2026-midterms-could-save-america</w:t>
      </w:r>
    </w:p>
    <w:p w14:paraId="54FAF5AC" w14:textId="77777777" w:rsidR="001B2360" w:rsidRPr="007D3BB6" w:rsidRDefault="001B2360" w:rsidP="001B2360">
      <w:pPr>
        <w:rPr>
          <w:sz w:val="16"/>
          <w:szCs w:val="16"/>
        </w:rPr>
      </w:pPr>
      <w:r w:rsidRPr="00765DBA">
        <w:rPr>
          <w:rStyle w:val="StyleUnderline"/>
        </w:rPr>
        <w:t xml:space="preserve">This is an </w:t>
      </w:r>
      <w:r w:rsidRPr="00765DBA">
        <w:rPr>
          <w:rStyle w:val="Emphasis"/>
        </w:rPr>
        <w:t>urgent</w:t>
      </w:r>
      <w:r w:rsidRPr="00765DBA">
        <w:rPr>
          <w:rStyle w:val="StyleUnderline"/>
        </w:rPr>
        <w:t xml:space="preserve"> and </w:t>
      </w:r>
      <w:r w:rsidRPr="00765DBA">
        <w:rPr>
          <w:rStyle w:val="Emphasis"/>
        </w:rPr>
        <w:t>unflinching</w:t>
      </w:r>
      <w:r w:rsidRPr="00765DBA">
        <w:rPr>
          <w:rStyle w:val="StyleUnderline"/>
        </w:rPr>
        <w:t xml:space="preserve"> call</w:t>
      </w:r>
      <w:r w:rsidRPr="007D3BB6">
        <w:rPr>
          <w:sz w:val="16"/>
          <w:szCs w:val="16"/>
        </w:rPr>
        <w:t xml:space="preserve"> to action </w:t>
      </w:r>
      <w:r w:rsidRPr="00765DBA">
        <w:rPr>
          <w:rStyle w:val="StyleUnderline"/>
        </w:rPr>
        <w:t>that</w:t>
      </w:r>
      <w:r w:rsidRPr="007D3BB6">
        <w:rPr>
          <w:sz w:val="16"/>
          <w:szCs w:val="16"/>
        </w:rPr>
        <w:t xml:space="preserve"> argues </w:t>
      </w:r>
      <w:r w:rsidRPr="00463483">
        <w:rPr>
          <w:rStyle w:val="StyleUnderline"/>
        </w:rPr>
        <w:t xml:space="preserve">the </w:t>
      </w:r>
      <w:r w:rsidRPr="00765DBA">
        <w:rPr>
          <w:rStyle w:val="StyleUnderline"/>
        </w:rPr>
        <w:t xml:space="preserve">2026 </w:t>
      </w:r>
      <w:r w:rsidRPr="001807F4">
        <w:rPr>
          <w:rStyle w:val="StyleUnderline"/>
          <w:highlight w:val="cyan"/>
        </w:rPr>
        <w:t>midterms</w:t>
      </w:r>
      <w:r w:rsidRPr="00463483">
        <w:rPr>
          <w:rStyle w:val="StyleUnderline"/>
        </w:rPr>
        <w:t xml:space="preserve"> may be </w:t>
      </w:r>
      <w:r w:rsidRPr="00765DBA">
        <w:rPr>
          <w:rStyle w:val="StyleUnderline"/>
        </w:rPr>
        <w:t xml:space="preserve">our </w:t>
      </w:r>
      <w:r w:rsidRPr="00463483">
        <w:rPr>
          <w:rStyle w:val="Emphasis"/>
          <w:highlight w:val="cyan"/>
        </w:rPr>
        <w:t>last</w:t>
      </w:r>
      <w:r w:rsidRPr="00765DBA">
        <w:rPr>
          <w:rStyle w:val="StyleUnderline"/>
        </w:rPr>
        <w:t>,</w:t>
      </w:r>
      <w:r w:rsidRPr="007D3BB6">
        <w:rPr>
          <w:sz w:val="16"/>
          <w:szCs w:val="16"/>
        </w:rPr>
        <w:t xml:space="preserve"> </w:t>
      </w:r>
      <w:r w:rsidRPr="00463483">
        <w:rPr>
          <w:rStyle w:val="Emphasis"/>
        </w:rPr>
        <w:t xml:space="preserve">best </w:t>
      </w:r>
      <w:r w:rsidRPr="001807F4">
        <w:rPr>
          <w:rStyle w:val="Emphasis"/>
          <w:highlight w:val="cyan"/>
        </w:rPr>
        <w:t>chance</w:t>
      </w:r>
      <w:r w:rsidRPr="001807F4">
        <w:rPr>
          <w:rStyle w:val="StyleUnderline"/>
          <w:highlight w:val="cyan"/>
        </w:rPr>
        <w:t xml:space="preserve"> to stop</w:t>
      </w:r>
      <w:r w:rsidRPr="007D3BB6">
        <w:rPr>
          <w:sz w:val="16"/>
          <w:szCs w:val="16"/>
        </w:rPr>
        <w:t xml:space="preserve"> Donald </w:t>
      </w:r>
      <w:r w:rsidRPr="001807F4">
        <w:rPr>
          <w:rStyle w:val="StyleUnderline"/>
          <w:highlight w:val="cyan"/>
        </w:rPr>
        <w:t>Trump</w:t>
      </w:r>
      <w:r w:rsidRPr="00463483">
        <w:rPr>
          <w:rStyle w:val="StyleUnderline"/>
        </w:rPr>
        <w:t xml:space="preserve">’s </w:t>
      </w:r>
      <w:r w:rsidRPr="00463483">
        <w:rPr>
          <w:rStyle w:val="Emphasis"/>
        </w:rPr>
        <w:t>dangerous grip on</w:t>
      </w:r>
      <w:r w:rsidRPr="00765DBA">
        <w:rPr>
          <w:rStyle w:val="Emphasis"/>
        </w:rPr>
        <w:t xml:space="preserve"> power</w:t>
      </w:r>
      <w:r w:rsidRPr="00765DBA">
        <w:rPr>
          <w:rStyle w:val="StyleUnderline"/>
        </w:rPr>
        <w:t xml:space="preserve">, </w:t>
      </w:r>
      <w:r w:rsidRPr="001807F4">
        <w:rPr>
          <w:rStyle w:val="StyleUnderline"/>
          <w:highlight w:val="cyan"/>
        </w:rPr>
        <w:t>restore</w:t>
      </w:r>
      <w:r w:rsidRPr="007D3BB6">
        <w:rPr>
          <w:sz w:val="16"/>
          <w:szCs w:val="16"/>
        </w:rPr>
        <w:t xml:space="preserve"> constitutional </w:t>
      </w:r>
      <w:r w:rsidRPr="001807F4">
        <w:rPr>
          <w:rStyle w:val="Emphasis"/>
          <w:highlight w:val="cyan"/>
        </w:rPr>
        <w:t>checks</w:t>
      </w:r>
      <w:r w:rsidRPr="00463483">
        <w:rPr>
          <w:rStyle w:val="StyleUnderline"/>
        </w:rPr>
        <w:t xml:space="preserve"> </w:t>
      </w:r>
      <w:r w:rsidRPr="00765DBA">
        <w:rPr>
          <w:rStyle w:val="StyleUnderline"/>
        </w:rPr>
        <w:t xml:space="preserve">and balances, </w:t>
      </w:r>
      <w:r w:rsidRPr="001807F4">
        <w:rPr>
          <w:rStyle w:val="StyleUnderline"/>
          <w:highlight w:val="cyan"/>
        </w:rPr>
        <w:t xml:space="preserve">and </w:t>
      </w:r>
      <w:r w:rsidRPr="001807F4">
        <w:rPr>
          <w:rStyle w:val="Emphasis"/>
          <w:highlight w:val="cyan"/>
        </w:rPr>
        <w:t>protect</w:t>
      </w:r>
      <w:r w:rsidRPr="00463483">
        <w:rPr>
          <w:rStyle w:val="Emphasis"/>
        </w:rPr>
        <w:t xml:space="preserve"> </w:t>
      </w:r>
      <w:r w:rsidRPr="00765DBA">
        <w:rPr>
          <w:rStyle w:val="Emphasis"/>
        </w:rPr>
        <w:t>the future</w:t>
      </w:r>
      <w:r w:rsidRPr="00765DBA">
        <w:rPr>
          <w:rStyle w:val="StyleUnderline"/>
        </w:rPr>
        <w:t xml:space="preserve"> of American </w:t>
      </w:r>
      <w:r w:rsidRPr="001807F4">
        <w:rPr>
          <w:rStyle w:val="Emphasis"/>
          <w:highlight w:val="cyan"/>
        </w:rPr>
        <w:t>democracy</w:t>
      </w:r>
      <w:r w:rsidRPr="007D3BB6">
        <w:rPr>
          <w:sz w:val="16"/>
          <w:szCs w:val="16"/>
        </w:rPr>
        <w:t xml:space="preserve">. With Congress currently enabling the White House, the piece lays out in plain, forceful terms how </w:t>
      </w:r>
      <w:r w:rsidRPr="00765DBA">
        <w:rPr>
          <w:rStyle w:val="StyleUnderline"/>
        </w:rPr>
        <w:t xml:space="preserve">a </w:t>
      </w:r>
      <w:r w:rsidRPr="001807F4">
        <w:rPr>
          <w:rStyle w:val="StyleUnderline"/>
          <w:highlight w:val="cyan"/>
        </w:rPr>
        <w:t>Dem</w:t>
      </w:r>
      <w:r w:rsidRPr="007D3BB6">
        <w:rPr>
          <w:sz w:val="16"/>
          <w:szCs w:val="16"/>
        </w:rPr>
        <w:t xml:space="preserve">ocratic </w:t>
      </w:r>
      <w:r w:rsidRPr="00765DBA">
        <w:rPr>
          <w:rStyle w:val="StyleUnderline"/>
        </w:rPr>
        <w:t xml:space="preserve">majority in the </w:t>
      </w:r>
      <w:r w:rsidRPr="001807F4">
        <w:rPr>
          <w:rStyle w:val="Emphasis"/>
          <w:highlight w:val="cyan"/>
        </w:rPr>
        <w:t>House</w:t>
      </w:r>
      <w:r w:rsidRPr="007D3BB6">
        <w:rPr>
          <w:sz w:val="16"/>
          <w:szCs w:val="16"/>
        </w:rPr>
        <w:t xml:space="preserve"> and Senate </w:t>
      </w:r>
      <w:r w:rsidRPr="00463483">
        <w:rPr>
          <w:rStyle w:val="StyleUnderline"/>
        </w:rPr>
        <w:t xml:space="preserve">could </w:t>
      </w:r>
      <w:r w:rsidRPr="001807F4">
        <w:rPr>
          <w:rStyle w:val="StyleUnderline"/>
          <w:highlight w:val="cyan"/>
        </w:rPr>
        <w:t>block</w:t>
      </w:r>
      <w:r w:rsidRPr="00463483">
        <w:rPr>
          <w:rStyle w:val="StyleUnderline"/>
        </w:rPr>
        <w:t xml:space="preserve"> </w:t>
      </w:r>
      <w:r w:rsidRPr="00765DBA">
        <w:rPr>
          <w:rStyle w:val="Emphasis"/>
        </w:rPr>
        <w:t xml:space="preserve">further </w:t>
      </w:r>
      <w:r w:rsidRPr="001807F4">
        <w:rPr>
          <w:rStyle w:val="Emphasis"/>
          <w:highlight w:val="cyan"/>
        </w:rPr>
        <w:t>damag</w:t>
      </w:r>
      <w:r w:rsidRPr="00463483">
        <w:rPr>
          <w:rStyle w:val="Emphasis"/>
          <w:highlight w:val="cyan"/>
        </w:rPr>
        <w:t>e</w:t>
      </w:r>
      <w:r w:rsidRPr="00463483">
        <w:rPr>
          <w:rStyle w:val="StyleUnderline"/>
          <w:highlight w:val="cyan"/>
        </w:rPr>
        <w:t>, r</w:t>
      </w:r>
      <w:r w:rsidRPr="001807F4">
        <w:rPr>
          <w:rStyle w:val="StyleUnderline"/>
          <w:highlight w:val="cyan"/>
        </w:rPr>
        <w:t xml:space="preserve">everse </w:t>
      </w:r>
      <w:r w:rsidRPr="00765DBA">
        <w:rPr>
          <w:rStyle w:val="Emphasis"/>
        </w:rPr>
        <w:t xml:space="preserve">harmful executive </w:t>
      </w:r>
      <w:r w:rsidRPr="001807F4">
        <w:rPr>
          <w:rStyle w:val="Emphasis"/>
          <w:highlight w:val="cyan"/>
        </w:rPr>
        <w:t>actions</w:t>
      </w:r>
      <w:r w:rsidRPr="007D3BB6">
        <w:rPr>
          <w:sz w:val="16"/>
          <w:szCs w:val="16"/>
        </w:rPr>
        <w:t xml:space="preserve">, </w:t>
      </w:r>
      <w:r w:rsidRPr="00765DBA">
        <w:rPr>
          <w:rStyle w:val="StyleUnderline"/>
        </w:rPr>
        <w:t xml:space="preserve">hold </w:t>
      </w:r>
      <w:r w:rsidRPr="00765DBA">
        <w:rPr>
          <w:rStyle w:val="Emphasis"/>
        </w:rPr>
        <w:t>corrupt officials</w:t>
      </w:r>
      <w:r w:rsidRPr="00765DBA">
        <w:rPr>
          <w:rStyle w:val="StyleUnderline"/>
        </w:rPr>
        <w:t xml:space="preserve"> accountable</w:t>
      </w:r>
      <w:r w:rsidRPr="007D3BB6">
        <w:rPr>
          <w:sz w:val="16"/>
          <w:szCs w:val="16"/>
        </w:rPr>
        <w:t xml:space="preserve">, and </w:t>
      </w:r>
      <w:r w:rsidRPr="00765DBA">
        <w:rPr>
          <w:rStyle w:val="StyleUnderline"/>
        </w:rPr>
        <w:t xml:space="preserve">defend </w:t>
      </w:r>
      <w:r w:rsidRPr="00765DBA">
        <w:rPr>
          <w:rStyle w:val="Emphasis"/>
        </w:rPr>
        <w:t>fundamental freedoms</w:t>
      </w:r>
      <w:r w:rsidRPr="00765DBA">
        <w:rPr>
          <w:rStyle w:val="StyleUnderline"/>
        </w:rPr>
        <w:t xml:space="preserve"> under siege</w:t>
      </w:r>
      <w:r w:rsidRPr="007D3BB6">
        <w:rPr>
          <w:sz w:val="16"/>
          <w:szCs w:val="16"/>
        </w:rPr>
        <w:t xml:space="preserve">. </w:t>
      </w:r>
    </w:p>
    <w:p w14:paraId="3AAFB508" w14:textId="77777777" w:rsidR="001B2360" w:rsidRPr="007D3BB6" w:rsidRDefault="001B2360" w:rsidP="001B2360">
      <w:pPr>
        <w:rPr>
          <w:sz w:val="16"/>
          <w:szCs w:val="16"/>
        </w:rPr>
      </w:pPr>
      <w:r w:rsidRPr="00765DBA">
        <w:rPr>
          <w:rStyle w:val="StyleUnderline"/>
        </w:rPr>
        <w:t xml:space="preserve">It </w:t>
      </w:r>
      <w:r w:rsidRPr="00765DBA">
        <w:rPr>
          <w:rStyle w:val="Emphasis"/>
        </w:rPr>
        <w:t>connects the dots</w:t>
      </w:r>
      <w:r w:rsidRPr="00765DBA">
        <w:rPr>
          <w:rStyle w:val="StyleUnderline"/>
        </w:rPr>
        <w:t xml:space="preserve"> </w:t>
      </w:r>
      <w:r w:rsidRPr="001807F4">
        <w:rPr>
          <w:rStyle w:val="StyleUnderline"/>
          <w:highlight w:val="cyan"/>
        </w:rPr>
        <w:t xml:space="preserve">across the </w:t>
      </w:r>
      <w:r w:rsidRPr="00463483">
        <w:rPr>
          <w:rStyle w:val="Emphasis"/>
          <w:highlight w:val="cyan"/>
        </w:rPr>
        <w:t>economy</w:t>
      </w:r>
      <w:r w:rsidRPr="00463483">
        <w:rPr>
          <w:rStyle w:val="StyleUnderline"/>
          <w:highlight w:val="cyan"/>
        </w:rPr>
        <w:t xml:space="preserve">, </w:t>
      </w:r>
      <w:r w:rsidRPr="00463483">
        <w:rPr>
          <w:rStyle w:val="Emphasis"/>
          <w:highlight w:val="cyan"/>
        </w:rPr>
        <w:t>e</w:t>
      </w:r>
      <w:r w:rsidRPr="001807F4">
        <w:rPr>
          <w:rStyle w:val="Emphasis"/>
          <w:highlight w:val="cyan"/>
        </w:rPr>
        <w:t>nvironment</w:t>
      </w:r>
      <w:r w:rsidRPr="00463483">
        <w:rPr>
          <w:rStyle w:val="StyleUnderline"/>
        </w:rPr>
        <w:t xml:space="preserve">, </w:t>
      </w:r>
      <w:r w:rsidRPr="00765DBA">
        <w:rPr>
          <w:rStyle w:val="Emphasis"/>
        </w:rPr>
        <w:t xml:space="preserve">global </w:t>
      </w:r>
      <w:r w:rsidRPr="001807F4">
        <w:rPr>
          <w:rStyle w:val="Emphasis"/>
          <w:highlight w:val="cyan"/>
        </w:rPr>
        <w:t>alliances</w:t>
      </w:r>
      <w:r w:rsidRPr="00463483">
        <w:rPr>
          <w:rStyle w:val="StyleUnderline"/>
        </w:rPr>
        <w:t xml:space="preserve">, </w:t>
      </w:r>
      <w:r w:rsidRPr="00765DBA">
        <w:rPr>
          <w:rStyle w:val="Emphasis"/>
        </w:rPr>
        <w:t xml:space="preserve">civil </w:t>
      </w:r>
      <w:r w:rsidRPr="00463483">
        <w:rPr>
          <w:rStyle w:val="Emphasis"/>
          <w:highlight w:val="cyan"/>
        </w:rPr>
        <w:t>rights</w:t>
      </w:r>
      <w:r w:rsidRPr="00463483">
        <w:rPr>
          <w:rStyle w:val="StyleUnderline"/>
          <w:highlight w:val="cyan"/>
        </w:rPr>
        <w:t>, a</w:t>
      </w:r>
      <w:r w:rsidRPr="001807F4">
        <w:rPr>
          <w:rStyle w:val="StyleUnderline"/>
          <w:highlight w:val="cyan"/>
        </w:rPr>
        <w:t>nd</w:t>
      </w:r>
      <w:r w:rsidRPr="00463483">
        <w:rPr>
          <w:rStyle w:val="StyleUnderline"/>
        </w:rPr>
        <w:t xml:space="preserve"> </w:t>
      </w:r>
      <w:r w:rsidRPr="00765DBA">
        <w:rPr>
          <w:rStyle w:val="StyleUnderline"/>
        </w:rPr>
        <w:t xml:space="preserve">the </w:t>
      </w:r>
      <w:r w:rsidRPr="001807F4">
        <w:rPr>
          <w:rStyle w:val="Emphasis"/>
          <w:highlight w:val="cyan"/>
        </w:rPr>
        <w:t>r</w:t>
      </w:r>
      <w:r w:rsidRPr="00463483">
        <w:rPr>
          <w:rStyle w:val="Emphasis"/>
        </w:rPr>
        <w:t xml:space="preserve">ule </w:t>
      </w:r>
      <w:r w:rsidRPr="001807F4">
        <w:rPr>
          <w:rStyle w:val="Emphasis"/>
          <w:highlight w:val="cyan"/>
        </w:rPr>
        <w:t>o</w:t>
      </w:r>
      <w:r w:rsidRPr="00463483">
        <w:rPr>
          <w:rStyle w:val="Emphasis"/>
        </w:rPr>
        <w:t xml:space="preserve">f </w:t>
      </w:r>
      <w:r w:rsidRPr="001807F4">
        <w:rPr>
          <w:rStyle w:val="Emphasis"/>
          <w:highlight w:val="cyan"/>
        </w:rPr>
        <w:t>l</w:t>
      </w:r>
      <w:r w:rsidRPr="00463483">
        <w:rPr>
          <w:rStyle w:val="Emphasis"/>
        </w:rPr>
        <w:t>aw</w:t>
      </w:r>
      <w:r w:rsidRPr="007D3BB6">
        <w:rPr>
          <w:sz w:val="16"/>
          <w:szCs w:val="16"/>
        </w:rPr>
        <w:t xml:space="preserve">, </w:t>
      </w:r>
      <w:r w:rsidRPr="00765DBA">
        <w:rPr>
          <w:rStyle w:val="StyleUnderline"/>
        </w:rPr>
        <w:t>showing how much is at stake and how much power voters still hold</w:t>
      </w:r>
      <w:r w:rsidRPr="007D3BB6">
        <w:rPr>
          <w:sz w:val="16"/>
          <w:szCs w:val="16"/>
        </w:rPr>
        <w:t xml:space="preserve">. For anyone who thinks their vote won’t matter, this article makes one thing clear: it absolutely does. </w:t>
      </w:r>
    </w:p>
    <w:p w14:paraId="01C0BCD1" w14:textId="77777777" w:rsidR="001B2360" w:rsidRPr="007D3BB6" w:rsidRDefault="001B2360" w:rsidP="001B2360">
      <w:pPr>
        <w:rPr>
          <w:sz w:val="16"/>
          <w:szCs w:val="16"/>
        </w:rPr>
      </w:pPr>
      <w:r w:rsidRPr="007D3BB6">
        <w:rPr>
          <w:sz w:val="16"/>
          <w:szCs w:val="16"/>
        </w:rPr>
        <w:t>How Do You Feel Right Now?</w:t>
      </w:r>
    </w:p>
    <w:p w14:paraId="5A184749" w14:textId="77777777" w:rsidR="001B2360" w:rsidRPr="007D3BB6" w:rsidRDefault="001B2360" w:rsidP="001B2360">
      <w:pPr>
        <w:rPr>
          <w:sz w:val="16"/>
          <w:szCs w:val="16"/>
        </w:rPr>
      </w:pPr>
      <w:r w:rsidRPr="007D3BB6">
        <w:rPr>
          <w:sz w:val="16"/>
          <w:szCs w:val="16"/>
        </w:rPr>
        <w:t>I’m going to be honest: like many of you, I’ve felt a knot of worry in my stomach when I think about our country lately. Over the past several months, I’ve heard friends and neighbors say they’re discouraged, that they feel our democracy is slipping away. I understand that fear deeply, because I feel it too. But I’m not writing today to dwell on despair. I’m here to share a path forward.</w:t>
      </w:r>
    </w:p>
    <w:p w14:paraId="70739F8C" w14:textId="77777777" w:rsidR="001B2360" w:rsidRPr="007D3BB6" w:rsidRDefault="001B2360" w:rsidP="001B2360">
      <w:pPr>
        <w:rPr>
          <w:sz w:val="16"/>
          <w:szCs w:val="16"/>
        </w:rPr>
      </w:pPr>
      <w:r w:rsidRPr="007D3BB6">
        <w:rPr>
          <w:sz w:val="16"/>
          <w:szCs w:val="16"/>
        </w:rPr>
        <w:t xml:space="preserve">We are not powerless. We, the everyday Americans, have the ability to change the course of history in the 2026 midterms. By voting for Democrats to take back the majority in both the House and Senate, we can restore the checks and balances that safeguard our democracy and begin to repair the damage being done right now. </w:t>
      </w:r>
      <w:r w:rsidRPr="00BA36C8">
        <w:rPr>
          <w:rStyle w:val="StyleUnderline"/>
        </w:rPr>
        <w:t>This is</w:t>
      </w:r>
      <w:r w:rsidRPr="007D3BB6">
        <w:rPr>
          <w:sz w:val="16"/>
          <w:szCs w:val="16"/>
        </w:rPr>
        <w:t xml:space="preserve">n’t just a political preference; it’s a </w:t>
      </w:r>
      <w:r w:rsidRPr="00BA36C8">
        <w:rPr>
          <w:rStyle w:val="Emphasis"/>
        </w:rPr>
        <w:t>democratic necessity</w:t>
      </w:r>
      <w:r w:rsidRPr="007D3BB6">
        <w:rPr>
          <w:sz w:val="16"/>
          <w:szCs w:val="16"/>
        </w:rPr>
        <w:t>. It’s how we save our democracy from a real and present danger.</w:t>
      </w:r>
    </w:p>
    <w:p w14:paraId="1EBCC183" w14:textId="77777777" w:rsidR="001B2360" w:rsidRPr="007D3BB6" w:rsidRDefault="001B2360" w:rsidP="001B2360">
      <w:pPr>
        <w:rPr>
          <w:sz w:val="16"/>
          <w:szCs w:val="16"/>
        </w:rPr>
      </w:pPr>
      <w:r w:rsidRPr="007D3BB6">
        <w:rPr>
          <w:sz w:val="16"/>
          <w:szCs w:val="16"/>
        </w:rPr>
        <w:t xml:space="preserve">Democracy </w:t>
      </w:r>
      <w:r w:rsidRPr="00811FE2">
        <w:rPr>
          <w:rStyle w:val="StyleUnderline"/>
        </w:rPr>
        <w:t xml:space="preserve">at the </w:t>
      </w:r>
      <w:r w:rsidRPr="00811FE2">
        <w:rPr>
          <w:rStyle w:val="Emphasis"/>
        </w:rPr>
        <w:t>Brink</w:t>
      </w:r>
    </w:p>
    <w:p w14:paraId="4A58779C" w14:textId="77777777" w:rsidR="001B2360" w:rsidRPr="007D3BB6" w:rsidRDefault="001B2360" w:rsidP="001B2360">
      <w:pPr>
        <w:rPr>
          <w:sz w:val="16"/>
          <w:szCs w:val="16"/>
        </w:rPr>
      </w:pPr>
      <w:r w:rsidRPr="007D3BB6">
        <w:rPr>
          <w:sz w:val="16"/>
          <w:szCs w:val="16"/>
        </w:rPr>
        <w:t xml:space="preserve">President Donald </w:t>
      </w:r>
      <w:r w:rsidRPr="00255AA2">
        <w:rPr>
          <w:rStyle w:val="StyleUnderline"/>
          <w:highlight w:val="cyan"/>
        </w:rPr>
        <w:t>Trump</w:t>
      </w:r>
      <w:r w:rsidRPr="00463483">
        <w:rPr>
          <w:rStyle w:val="StyleUnderline"/>
        </w:rPr>
        <w:t xml:space="preserve">’s return </w:t>
      </w:r>
      <w:r w:rsidRPr="00811FE2">
        <w:rPr>
          <w:rStyle w:val="StyleUnderline"/>
        </w:rPr>
        <w:t xml:space="preserve">to the White House in 2025 has </w:t>
      </w:r>
      <w:r w:rsidRPr="00255AA2">
        <w:rPr>
          <w:rStyle w:val="StyleUnderline"/>
          <w:highlight w:val="cyan"/>
        </w:rPr>
        <w:t>brought</w:t>
      </w:r>
      <w:r w:rsidRPr="00463483">
        <w:rPr>
          <w:rStyle w:val="StyleUnderline"/>
        </w:rPr>
        <w:t xml:space="preserve"> </w:t>
      </w:r>
      <w:r w:rsidRPr="00811FE2">
        <w:rPr>
          <w:rStyle w:val="StyleUnderline"/>
        </w:rPr>
        <w:t xml:space="preserve">our nation to </w:t>
      </w:r>
      <w:r w:rsidRPr="00255AA2">
        <w:rPr>
          <w:rStyle w:val="StyleUnderline"/>
          <w:highlight w:val="cyan"/>
        </w:rPr>
        <w:t xml:space="preserve">a </w:t>
      </w:r>
      <w:r w:rsidRPr="00255AA2">
        <w:rPr>
          <w:rStyle w:val="Emphasis"/>
          <w:highlight w:val="cyan"/>
        </w:rPr>
        <w:t>crisis</w:t>
      </w:r>
      <w:r w:rsidRPr="00463483">
        <w:rPr>
          <w:rStyle w:val="Emphasis"/>
        </w:rPr>
        <w:t xml:space="preserve"> point</w:t>
      </w:r>
      <w:r w:rsidRPr="007D3BB6">
        <w:rPr>
          <w:sz w:val="16"/>
          <w:szCs w:val="16"/>
        </w:rPr>
        <w:t xml:space="preserve">. In just a short time, his </w:t>
      </w:r>
      <w:r w:rsidRPr="00811FE2">
        <w:rPr>
          <w:rStyle w:val="StyleUnderline"/>
        </w:rPr>
        <w:t>actions and rhetoric</w:t>
      </w:r>
      <w:r w:rsidRPr="007D3BB6">
        <w:rPr>
          <w:sz w:val="16"/>
          <w:szCs w:val="16"/>
        </w:rPr>
        <w:t xml:space="preserve"> have </w:t>
      </w:r>
      <w:r w:rsidRPr="00811FE2">
        <w:rPr>
          <w:rStyle w:val="Emphasis"/>
        </w:rPr>
        <w:t>inflicted serious harm</w:t>
      </w:r>
      <w:r w:rsidRPr="00BC372A">
        <w:rPr>
          <w:rStyle w:val="StyleUnderline"/>
        </w:rPr>
        <w:t xml:space="preserve"> </w:t>
      </w:r>
      <w:r w:rsidRPr="00811FE2">
        <w:rPr>
          <w:rStyle w:val="StyleUnderline"/>
        </w:rPr>
        <w:t>on</w:t>
      </w:r>
      <w:r w:rsidRPr="007D3BB6">
        <w:rPr>
          <w:sz w:val="16"/>
          <w:szCs w:val="16"/>
        </w:rPr>
        <w:t xml:space="preserve"> the </w:t>
      </w:r>
      <w:r w:rsidRPr="00811FE2">
        <w:rPr>
          <w:rStyle w:val="StyleUnderline"/>
        </w:rPr>
        <w:t xml:space="preserve">pillars of American </w:t>
      </w:r>
      <w:r w:rsidRPr="00811FE2">
        <w:rPr>
          <w:rStyle w:val="Emphasis"/>
        </w:rPr>
        <w:t>democracy</w:t>
      </w:r>
      <w:r w:rsidRPr="007D3BB6">
        <w:rPr>
          <w:sz w:val="16"/>
          <w:szCs w:val="16"/>
        </w:rPr>
        <w:t>.</w:t>
      </w:r>
    </w:p>
    <w:p w14:paraId="3EF17E47" w14:textId="77777777" w:rsidR="001B2360" w:rsidRPr="007D3BB6" w:rsidRDefault="001B2360" w:rsidP="001B2360">
      <w:pPr>
        <w:rPr>
          <w:sz w:val="16"/>
          <w:szCs w:val="16"/>
        </w:rPr>
      </w:pPr>
      <w:r w:rsidRPr="007D3BB6">
        <w:rPr>
          <w:sz w:val="16"/>
          <w:szCs w:val="16"/>
        </w:rPr>
        <w:t xml:space="preserve">We’ve watched as </w:t>
      </w:r>
      <w:r w:rsidRPr="00811FE2">
        <w:rPr>
          <w:rStyle w:val="StyleUnderline"/>
        </w:rPr>
        <w:t xml:space="preserve">he casts aside </w:t>
      </w:r>
      <w:r w:rsidRPr="00811FE2">
        <w:rPr>
          <w:rStyle w:val="Emphasis"/>
        </w:rPr>
        <w:t>constitutional norms</w:t>
      </w:r>
      <w:r w:rsidRPr="007D3BB6">
        <w:rPr>
          <w:sz w:val="16"/>
          <w:szCs w:val="16"/>
        </w:rPr>
        <w:t xml:space="preserve"> and treats the presidency like a personal fiefdom. He’s </w:t>
      </w:r>
      <w:r w:rsidRPr="00811FE2">
        <w:rPr>
          <w:rStyle w:val="StyleUnderline"/>
        </w:rPr>
        <w:t>openly undermining</w:t>
      </w:r>
      <w:r w:rsidRPr="007D3BB6">
        <w:rPr>
          <w:sz w:val="16"/>
          <w:szCs w:val="16"/>
        </w:rPr>
        <w:t xml:space="preserve"> the </w:t>
      </w:r>
      <w:r w:rsidRPr="00811FE2">
        <w:rPr>
          <w:rStyle w:val="Emphasis"/>
        </w:rPr>
        <w:t>rule of law</w:t>
      </w:r>
      <w:r w:rsidRPr="007D3BB6">
        <w:rPr>
          <w:sz w:val="16"/>
          <w:szCs w:val="16"/>
        </w:rPr>
        <w:t xml:space="preserve">, </w:t>
      </w:r>
      <w:r w:rsidRPr="00811FE2">
        <w:rPr>
          <w:rStyle w:val="StyleUnderline"/>
        </w:rPr>
        <w:t>pardoning</w:t>
      </w:r>
      <w:r w:rsidRPr="007D3BB6">
        <w:rPr>
          <w:sz w:val="16"/>
          <w:szCs w:val="16"/>
        </w:rPr>
        <w:t xml:space="preserve"> those who committed </w:t>
      </w:r>
      <w:r w:rsidRPr="00811FE2">
        <w:rPr>
          <w:rStyle w:val="StyleUnderline"/>
        </w:rPr>
        <w:t>violence</w:t>
      </w:r>
      <w:r w:rsidRPr="007D3BB6">
        <w:rPr>
          <w:sz w:val="16"/>
          <w:szCs w:val="16"/>
        </w:rPr>
        <w:t xml:space="preserve"> in his name and urging his Justice Department </w:t>
      </w:r>
      <w:r w:rsidRPr="00811FE2">
        <w:rPr>
          <w:rStyle w:val="StyleUnderline"/>
        </w:rPr>
        <w:t>to target political rivals</w:t>
      </w:r>
      <w:r w:rsidRPr="007D3BB6">
        <w:rPr>
          <w:sz w:val="16"/>
          <w:szCs w:val="16"/>
        </w:rPr>
        <w:t>. He’s using words like “</w:t>
      </w:r>
      <w:r w:rsidRPr="00811FE2">
        <w:rPr>
          <w:rStyle w:val="StyleUnderline"/>
        </w:rPr>
        <w:t>vermin</w:t>
      </w:r>
      <w:r w:rsidRPr="007D3BB6">
        <w:rPr>
          <w:sz w:val="16"/>
          <w:szCs w:val="16"/>
        </w:rPr>
        <w:t xml:space="preserve">” to </w:t>
      </w:r>
      <w:r w:rsidRPr="00811FE2">
        <w:rPr>
          <w:rStyle w:val="StyleUnderline"/>
        </w:rPr>
        <w:t>describe his opponents and</w:t>
      </w:r>
      <w:r w:rsidRPr="007D3BB6">
        <w:rPr>
          <w:sz w:val="16"/>
          <w:szCs w:val="16"/>
        </w:rPr>
        <w:t xml:space="preserve"> calling </w:t>
      </w:r>
      <w:r w:rsidRPr="00811FE2">
        <w:rPr>
          <w:rStyle w:val="StyleUnderline"/>
        </w:rPr>
        <w:t>the free press the</w:t>
      </w:r>
      <w:r w:rsidRPr="007D3BB6">
        <w:rPr>
          <w:sz w:val="16"/>
          <w:szCs w:val="16"/>
        </w:rPr>
        <w:t xml:space="preserve"> “</w:t>
      </w:r>
      <w:r w:rsidRPr="00811FE2">
        <w:rPr>
          <w:rStyle w:val="Emphasis"/>
        </w:rPr>
        <w:t>enemy</w:t>
      </w:r>
      <w:r w:rsidRPr="007D3BB6">
        <w:rPr>
          <w:sz w:val="16"/>
          <w:szCs w:val="16"/>
        </w:rPr>
        <w:t xml:space="preserve"> of the people,” language that shocks me as an American. </w:t>
      </w:r>
      <w:r w:rsidRPr="003642C7">
        <w:t>This is not normal disagreement or routine politics; it’s an assault on the values</w:t>
      </w:r>
      <w:r w:rsidRPr="007D3BB6">
        <w:rPr>
          <w:sz w:val="16"/>
          <w:szCs w:val="16"/>
        </w:rPr>
        <w:t xml:space="preserve"> that hold us together.</w:t>
      </w:r>
    </w:p>
    <w:p w14:paraId="51864521" w14:textId="77777777" w:rsidR="001B2360" w:rsidRPr="007D3BB6" w:rsidRDefault="001B2360" w:rsidP="001B2360">
      <w:pPr>
        <w:rPr>
          <w:sz w:val="16"/>
          <w:szCs w:val="16"/>
        </w:rPr>
      </w:pPr>
      <w:r w:rsidRPr="00463483">
        <w:rPr>
          <w:rStyle w:val="StyleUnderline"/>
        </w:rPr>
        <w:t>Our economy</w:t>
      </w:r>
      <w:r w:rsidRPr="007D3BB6">
        <w:rPr>
          <w:sz w:val="16"/>
          <w:szCs w:val="16"/>
        </w:rPr>
        <w:t xml:space="preserve">, too, </w:t>
      </w:r>
      <w:r w:rsidRPr="00463483">
        <w:rPr>
          <w:rStyle w:val="StyleUnderline"/>
        </w:rPr>
        <w:t xml:space="preserve">is caught in the </w:t>
      </w:r>
      <w:r w:rsidRPr="00463483">
        <w:rPr>
          <w:rStyle w:val="Emphasis"/>
        </w:rPr>
        <w:t>crossfire</w:t>
      </w:r>
      <w:r w:rsidRPr="007D3BB6">
        <w:rPr>
          <w:sz w:val="16"/>
          <w:szCs w:val="16"/>
        </w:rPr>
        <w:t xml:space="preserve"> of chaos. </w:t>
      </w:r>
      <w:r w:rsidRPr="00463483">
        <w:rPr>
          <w:rStyle w:val="StyleUnderline"/>
        </w:rPr>
        <w:t>Instead of working to lower costs</w:t>
      </w:r>
      <w:r w:rsidRPr="007D3BB6">
        <w:rPr>
          <w:sz w:val="16"/>
          <w:szCs w:val="16"/>
        </w:rPr>
        <w:t xml:space="preserve"> for working families, </w:t>
      </w:r>
      <w:r w:rsidRPr="00463483">
        <w:rPr>
          <w:rStyle w:val="StyleUnderline"/>
        </w:rPr>
        <w:t>Trump and</w:t>
      </w:r>
      <w:r w:rsidRPr="007D3BB6">
        <w:rPr>
          <w:sz w:val="16"/>
          <w:szCs w:val="16"/>
        </w:rPr>
        <w:t xml:space="preserve"> his allies in </w:t>
      </w:r>
      <w:r w:rsidRPr="00463483">
        <w:rPr>
          <w:rStyle w:val="StyleUnderline"/>
        </w:rPr>
        <w:t xml:space="preserve">Congress have focused on </w:t>
      </w:r>
      <w:r w:rsidRPr="00463483">
        <w:rPr>
          <w:rStyle w:val="Emphasis"/>
        </w:rPr>
        <w:t>tax breaks for billionaires</w:t>
      </w:r>
      <w:r w:rsidRPr="007D3BB6">
        <w:rPr>
          <w:sz w:val="16"/>
          <w:szCs w:val="16"/>
        </w:rPr>
        <w:t xml:space="preserve"> and </w:t>
      </w:r>
      <w:r w:rsidRPr="00463483">
        <w:rPr>
          <w:rStyle w:val="StyleUnderline"/>
        </w:rPr>
        <w:t>gutting programs</w:t>
      </w:r>
      <w:r w:rsidRPr="007D3BB6">
        <w:rPr>
          <w:sz w:val="16"/>
          <w:szCs w:val="16"/>
        </w:rPr>
        <w:t xml:space="preserve"> that </w:t>
      </w:r>
      <w:r w:rsidRPr="00463483">
        <w:rPr>
          <w:rStyle w:val="StyleUnderline"/>
        </w:rPr>
        <w:t>everyday people rely on</w:t>
      </w:r>
      <w:r w:rsidRPr="007D3BB6">
        <w:rPr>
          <w:sz w:val="16"/>
          <w:szCs w:val="16"/>
        </w:rPr>
        <w:t xml:space="preserve">. </w:t>
      </w:r>
      <w:r w:rsidRPr="00463483">
        <w:rPr>
          <w:rStyle w:val="StyleUnderline"/>
        </w:rPr>
        <w:t>They</w:t>
      </w:r>
      <w:r w:rsidRPr="007D3BB6">
        <w:rPr>
          <w:sz w:val="16"/>
          <w:szCs w:val="16"/>
        </w:rPr>
        <w:t xml:space="preserve"> tried to </w:t>
      </w:r>
      <w:r w:rsidRPr="00463483">
        <w:rPr>
          <w:rStyle w:val="StyleUnderline"/>
        </w:rPr>
        <w:t xml:space="preserve">slash </w:t>
      </w:r>
      <w:r w:rsidRPr="00463483">
        <w:rPr>
          <w:rStyle w:val="Emphasis"/>
        </w:rPr>
        <w:t>health care for millions</w:t>
      </w:r>
      <w:r w:rsidRPr="007D3BB6">
        <w:rPr>
          <w:sz w:val="16"/>
          <w:szCs w:val="16"/>
        </w:rPr>
        <w:t xml:space="preserve"> by cutting Medicaid, </w:t>
      </w:r>
      <w:r w:rsidRPr="00463483">
        <w:rPr>
          <w:rStyle w:val="StyleUnderline"/>
        </w:rPr>
        <w:t>and</w:t>
      </w:r>
      <w:r w:rsidRPr="007D3BB6">
        <w:rPr>
          <w:sz w:val="16"/>
          <w:szCs w:val="16"/>
        </w:rPr>
        <w:t xml:space="preserve"> they even moved to </w:t>
      </w:r>
      <w:r w:rsidRPr="00463483">
        <w:rPr>
          <w:rStyle w:val="StyleUnderline"/>
        </w:rPr>
        <w:t xml:space="preserve">shrink </w:t>
      </w:r>
      <w:r w:rsidRPr="00463483">
        <w:rPr>
          <w:rStyle w:val="Emphasis"/>
        </w:rPr>
        <w:t>food assistance</w:t>
      </w:r>
      <w:r w:rsidRPr="007D3BB6">
        <w:rPr>
          <w:sz w:val="16"/>
          <w:szCs w:val="16"/>
        </w:rPr>
        <w:t xml:space="preserve"> </w:t>
      </w:r>
      <w:r w:rsidRPr="00463483">
        <w:rPr>
          <w:rStyle w:val="StyleUnderline"/>
        </w:rPr>
        <w:t>for strugg</w:t>
      </w:r>
      <w:r w:rsidRPr="00FA2608">
        <w:rPr>
          <w:rStyle w:val="StyleUnderline"/>
        </w:rPr>
        <w:t>ling families</w:t>
      </w:r>
      <w:r w:rsidRPr="007D3BB6">
        <w:rPr>
          <w:sz w:val="16"/>
          <w:szCs w:val="16"/>
        </w:rPr>
        <w:t xml:space="preserve">. </w:t>
      </w:r>
      <w:r w:rsidRPr="00FA2608">
        <w:rPr>
          <w:rStyle w:val="StyleUnderline"/>
        </w:rPr>
        <w:t>While costs</w:t>
      </w:r>
      <w:r w:rsidRPr="007D3BB6">
        <w:rPr>
          <w:sz w:val="16"/>
          <w:szCs w:val="16"/>
        </w:rPr>
        <w:t xml:space="preserve"> of groceries and gas </w:t>
      </w:r>
      <w:r w:rsidRPr="00FA2608">
        <w:rPr>
          <w:rStyle w:val="StyleUnderline"/>
        </w:rPr>
        <w:t>went up</w:t>
      </w:r>
      <w:r w:rsidRPr="007D3BB6">
        <w:rPr>
          <w:sz w:val="16"/>
          <w:szCs w:val="16"/>
        </w:rPr>
        <w:t xml:space="preserve"> for us, </w:t>
      </w:r>
      <w:r w:rsidRPr="00FA2608">
        <w:rPr>
          <w:rStyle w:val="StyleUnderline"/>
        </w:rPr>
        <w:t>the only “plan”</w:t>
      </w:r>
      <w:r w:rsidRPr="007D3BB6">
        <w:rPr>
          <w:sz w:val="16"/>
          <w:szCs w:val="16"/>
        </w:rPr>
        <w:t xml:space="preserve"> from this leadership </w:t>
      </w:r>
      <w:r w:rsidRPr="00FA2608">
        <w:rPr>
          <w:rStyle w:val="StyleUnderline"/>
        </w:rPr>
        <w:t>has been more breaks</w:t>
      </w:r>
      <w:r w:rsidRPr="007D3BB6">
        <w:rPr>
          <w:sz w:val="16"/>
          <w:szCs w:val="16"/>
        </w:rPr>
        <w:t xml:space="preserve"> for the wealthy and leaving the rest of us to fend for ourselves. It feels like </w:t>
      </w:r>
      <w:r w:rsidRPr="00FA2608">
        <w:rPr>
          <w:rStyle w:val="StyleUnderline"/>
        </w:rPr>
        <w:t xml:space="preserve">the powerful are playing a </w:t>
      </w:r>
      <w:r w:rsidRPr="00FA2608">
        <w:rPr>
          <w:rStyle w:val="Emphasis"/>
        </w:rPr>
        <w:t>different game</w:t>
      </w:r>
      <w:r w:rsidRPr="00FA2608">
        <w:rPr>
          <w:rStyle w:val="StyleUnderline"/>
        </w:rPr>
        <w:t xml:space="preserve"> entirely</w:t>
      </w:r>
      <w:r w:rsidRPr="007D3BB6">
        <w:rPr>
          <w:sz w:val="16"/>
          <w:szCs w:val="16"/>
        </w:rPr>
        <w:t>, one that leaves regular folks behind.</w:t>
      </w:r>
    </w:p>
    <w:p w14:paraId="2716ECF0" w14:textId="77777777" w:rsidR="001B2360" w:rsidRPr="007D3BB6" w:rsidRDefault="001B2360" w:rsidP="001B2360">
      <w:pPr>
        <w:rPr>
          <w:sz w:val="16"/>
          <w:szCs w:val="16"/>
        </w:rPr>
      </w:pPr>
      <w:r w:rsidRPr="003642C7">
        <w:rPr>
          <w:rStyle w:val="StyleUnderline"/>
        </w:rPr>
        <w:t>Socially</w:t>
      </w:r>
      <w:r w:rsidRPr="007D3BB6">
        <w:rPr>
          <w:sz w:val="16"/>
          <w:szCs w:val="16"/>
        </w:rPr>
        <w:t xml:space="preserve">, </w:t>
      </w:r>
      <w:r w:rsidRPr="00463483">
        <w:rPr>
          <w:rStyle w:val="StyleUnderline"/>
        </w:rPr>
        <w:t xml:space="preserve">the </w:t>
      </w:r>
      <w:r w:rsidRPr="00463483">
        <w:rPr>
          <w:rStyle w:val="Emphasis"/>
        </w:rPr>
        <w:t>fabric</w:t>
      </w:r>
      <w:r w:rsidRPr="00463483">
        <w:rPr>
          <w:rStyle w:val="StyleUnderline"/>
        </w:rPr>
        <w:t xml:space="preserve"> of our nation is being pulled apart</w:t>
      </w:r>
      <w:r w:rsidRPr="007D3BB6">
        <w:rPr>
          <w:sz w:val="16"/>
          <w:szCs w:val="16"/>
        </w:rPr>
        <w:t xml:space="preserve">. Rather than seek common ground, this </w:t>
      </w:r>
      <w:r w:rsidRPr="00463483">
        <w:rPr>
          <w:rStyle w:val="StyleUnderline"/>
        </w:rPr>
        <w:t>admin</w:t>
      </w:r>
      <w:r w:rsidRPr="007D3BB6">
        <w:rPr>
          <w:sz w:val="16"/>
          <w:szCs w:val="16"/>
        </w:rPr>
        <w:t xml:space="preserve">istration </w:t>
      </w:r>
      <w:r w:rsidRPr="00FA2608">
        <w:rPr>
          <w:rStyle w:val="StyleUnderline"/>
        </w:rPr>
        <w:t xml:space="preserve">doubles down on </w:t>
      </w:r>
      <w:r w:rsidRPr="00FA2608">
        <w:rPr>
          <w:rStyle w:val="Emphasis"/>
        </w:rPr>
        <w:t>dividing us</w:t>
      </w:r>
      <w:r w:rsidRPr="007D3BB6">
        <w:rPr>
          <w:sz w:val="16"/>
          <w:szCs w:val="16"/>
        </w:rPr>
        <w:t xml:space="preserve">, by race, by religion, by who we love or where we come from. </w:t>
      </w:r>
      <w:r w:rsidRPr="00FA2608">
        <w:rPr>
          <w:rStyle w:val="StyleUnderline"/>
        </w:rPr>
        <w:t xml:space="preserve">Hate crimes and violent </w:t>
      </w:r>
      <w:r w:rsidRPr="003642C7">
        <w:rPr>
          <w:rStyle w:val="Emphasis"/>
          <w:highlight w:val="cyan"/>
        </w:rPr>
        <w:t>extremism</w:t>
      </w:r>
      <w:r w:rsidRPr="00463483">
        <w:rPr>
          <w:rStyle w:val="StyleUnderline"/>
        </w:rPr>
        <w:t xml:space="preserve"> </w:t>
      </w:r>
      <w:r w:rsidRPr="00FA2608">
        <w:rPr>
          <w:rStyle w:val="StyleUnderline"/>
        </w:rPr>
        <w:t xml:space="preserve">have been </w:t>
      </w:r>
      <w:r w:rsidRPr="003642C7">
        <w:rPr>
          <w:rStyle w:val="StyleUnderline"/>
          <w:highlight w:val="cyan"/>
        </w:rPr>
        <w:t>emboldened</w:t>
      </w:r>
      <w:r w:rsidRPr="007D3BB6">
        <w:rPr>
          <w:sz w:val="16"/>
          <w:szCs w:val="16"/>
        </w:rPr>
        <w:t xml:space="preserve"> by wink-and-nod encouragement from our nation’s highest office.</w:t>
      </w:r>
    </w:p>
    <w:p w14:paraId="358C86E2" w14:textId="77777777" w:rsidR="001B2360" w:rsidRPr="007D3BB6" w:rsidRDefault="001B2360" w:rsidP="001B2360">
      <w:pPr>
        <w:rPr>
          <w:sz w:val="16"/>
          <w:szCs w:val="16"/>
        </w:rPr>
      </w:pPr>
      <w:r w:rsidRPr="00FA2608">
        <w:rPr>
          <w:rStyle w:val="StyleUnderline"/>
        </w:rPr>
        <w:t>Instead of</w:t>
      </w:r>
      <w:r w:rsidRPr="007D3BB6">
        <w:rPr>
          <w:sz w:val="16"/>
          <w:szCs w:val="16"/>
        </w:rPr>
        <w:t xml:space="preserve"> firmly </w:t>
      </w:r>
      <w:r w:rsidRPr="00FA2608">
        <w:rPr>
          <w:rStyle w:val="StyleUnderline"/>
        </w:rPr>
        <w:t xml:space="preserve">denouncing </w:t>
      </w:r>
      <w:r w:rsidRPr="004F7592">
        <w:rPr>
          <w:rStyle w:val="Emphasis"/>
        </w:rPr>
        <w:t>white supremacists</w:t>
      </w:r>
      <w:r w:rsidRPr="007D3BB6">
        <w:rPr>
          <w:sz w:val="16"/>
          <w:szCs w:val="16"/>
        </w:rPr>
        <w:t xml:space="preserve"> and conspiracy theorists, </w:t>
      </w:r>
      <w:r w:rsidRPr="00FA2608">
        <w:rPr>
          <w:rStyle w:val="StyleUnderline"/>
        </w:rPr>
        <w:t>Trump</w:t>
      </w:r>
      <w:r w:rsidRPr="007D3BB6">
        <w:rPr>
          <w:sz w:val="16"/>
          <w:szCs w:val="16"/>
        </w:rPr>
        <w:t xml:space="preserve"> often </w:t>
      </w:r>
      <w:r w:rsidRPr="004F7592">
        <w:rPr>
          <w:rStyle w:val="Emphasis"/>
        </w:rPr>
        <w:t>echoes their slogans</w:t>
      </w:r>
      <w:r w:rsidRPr="007D3BB6">
        <w:rPr>
          <w:sz w:val="16"/>
          <w:szCs w:val="16"/>
        </w:rPr>
        <w:t xml:space="preserve"> or welcomes their support. It’s no wonder so </w:t>
      </w:r>
      <w:r w:rsidRPr="00FA2608">
        <w:rPr>
          <w:rStyle w:val="StyleUnderline"/>
        </w:rPr>
        <w:t xml:space="preserve">many Americans feel a sense of </w:t>
      </w:r>
      <w:r w:rsidRPr="004F7592">
        <w:rPr>
          <w:rStyle w:val="Emphasis"/>
        </w:rPr>
        <w:t>dread</w:t>
      </w:r>
      <w:r w:rsidRPr="00FA2608">
        <w:rPr>
          <w:rStyle w:val="StyleUnderline"/>
        </w:rPr>
        <w:t xml:space="preserve"> and </w:t>
      </w:r>
      <w:r w:rsidRPr="004F7592">
        <w:rPr>
          <w:rStyle w:val="Emphasis"/>
        </w:rPr>
        <w:t>disunity</w:t>
      </w:r>
      <w:r w:rsidRPr="007D3BB6">
        <w:rPr>
          <w:sz w:val="16"/>
          <w:szCs w:val="16"/>
        </w:rPr>
        <w:t xml:space="preserve">. </w:t>
      </w:r>
      <w:r w:rsidRPr="00FA2608">
        <w:rPr>
          <w:rStyle w:val="StyleUnderline"/>
        </w:rPr>
        <w:t>We are</w:t>
      </w:r>
      <w:r w:rsidRPr="007D3BB6">
        <w:rPr>
          <w:sz w:val="16"/>
          <w:szCs w:val="16"/>
        </w:rPr>
        <w:t xml:space="preserve"> all </w:t>
      </w:r>
      <w:r w:rsidRPr="00FA2608">
        <w:rPr>
          <w:rStyle w:val="StyleUnderline"/>
        </w:rPr>
        <w:t>tired of</w:t>
      </w:r>
      <w:r w:rsidRPr="007D3BB6">
        <w:rPr>
          <w:sz w:val="16"/>
          <w:szCs w:val="16"/>
        </w:rPr>
        <w:t xml:space="preserve"> the </w:t>
      </w:r>
      <w:r w:rsidRPr="00FA2608">
        <w:rPr>
          <w:rStyle w:val="StyleUnderline"/>
        </w:rPr>
        <w:t>constant outrage</w:t>
      </w:r>
      <w:r w:rsidRPr="007D3BB6">
        <w:rPr>
          <w:sz w:val="16"/>
          <w:szCs w:val="16"/>
        </w:rPr>
        <w:t xml:space="preserve"> cycle and the feeling that we’re at each other’s throats. This is not the America we know and love, where despite our differences we used to believe we were on the same team.</w:t>
      </w:r>
    </w:p>
    <w:p w14:paraId="6B1F61D1" w14:textId="77777777" w:rsidR="001B2360" w:rsidRPr="007D3BB6" w:rsidRDefault="001B2360" w:rsidP="001B2360">
      <w:pPr>
        <w:rPr>
          <w:sz w:val="16"/>
          <w:szCs w:val="16"/>
        </w:rPr>
      </w:pPr>
      <w:r w:rsidRPr="003642C7">
        <w:rPr>
          <w:rStyle w:val="StyleUnderline"/>
          <w:highlight w:val="cyan"/>
        </w:rPr>
        <w:t>International</w:t>
      </w:r>
      <w:r w:rsidRPr="00FA2608">
        <w:rPr>
          <w:rStyle w:val="StyleUnderline"/>
        </w:rPr>
        <w:t>ly</w:t>
      </w:r>
      <w:r w:rsidRPr="007D3BB6">
        <w:rPr>
          <w:sz w:val="16"/>
          <w:szCs w:val="16"/>
        </w:rPr>
        <w:t xml:space="preserve">, the United States’ </w:t>
      </w:r>
      <w:r w:rsidRPr="003642C7">
        <w:rPr>
          <w:rStyle w:val="Emphasis"/>
          <w:highlight w:val="cyan"/>
        </w:rPr>
        <w:t>standing</w:t>
      </w:r>
      <w:r w:rsidRPr="00463483">
        <w:rPr>
          <w:rStyle w:val="Emphasis"/>
        </w:rPr>
        <w:t xml:space="preserve"> has </w:t>
      </w:r>
      <w:r w:rsidRPr="003642C7">
        <w:rPr>
          <w:rStyle w:val="Emphasis"/>
          <w:highlight w:val="cyan"/>
        </w:rPr>
        <w:t>plummeted</w:t>
      </w:r>
      <w:r w:rsidRPr="007D3BB6">
        <w:rPr>
          <w:sz w:val="16"/>
          <w:szCs w:val="16"/>
        </w:rPr>
        <w:t xml:space="preserve">. Longtime </w:t>
      </w:r>
      <w:r w:rsidRPr="00FA2608">
        <w:rPr>
          <w:rStyle w:val="StyleUnderline"/>
        </w:rPr>
        <w:t>allies are questioning whether they can rely on us</w:t>
      </w:r>
      <w:r w:rsidRPr="007D3BB6">
        <w:rPr>
          <w:sz w:val="16"/>
          <w:szCs w:val="16"/>
        </w:rPr>
        <w:t xml:space="preserve">, </w:t>
      </w:r>
      <w:r w:rsidRPr="00FA2608">
        <w:rPr>
          <w:rStyle w:val="StyleUnderline"/>
        </w:rPr>
        <w:t>as</w:t>
      </w:r>
      <w:r w:rsidRPr="007D3BB6">
        <w:rPr>
          <w:sz w:val="16"/>
          <w:szCs w:val="16"/>
        </w:rPr>
        <w:t xml:space="preserve"> President </w:t>
      </w:r>
      <w:r w:rsidRPr="00097988">
        <w:rPr>
          <w:rStyle w:val="StyleUnderline"/>
          <w:highlight w:val="cyan"/>
        </w:rPr>
        <w:t>Trump cozies</w:t>
      </w:r>
      <w:r w:rsidRPr="007D3BB6">
        <w:rPr>
          <w:sz w:val="16"/>
          <w:szCs w:val="16"/>
        </w:rPr>
        <w:t xml:space="preserve"> up </w:t>
      </w:r>
      <w:r w:rsidRPr="00097988">
        <w:rPr>
          <w:rStyle w:val="StyleUnderline"/>
          <w:highlight w:val="cyan"/>
        </w:rPr>
        <w:t>to dictators</w:t>
      </w:r>
      <w:r w:rsidRPr="007D3BB6">
        <w:rPr>
          <w:sz w:val="16"/>
          <w:szCs w:val="16"/>
        </w:rPr>
        <w:t xml:space="preserve"> and strongmen around the world. He has hinted at </w:t>
      </w:r>
      <w:r w:rsidRPr="00097988">
        <w:rPr>
          <w:rStyle w:val="StyleUnderline"/>
          <w:highlight w:val="cyan"/>
        </w:rPr>
        <w:t>abandoning</w:t>
      </w:r>
      <w:r w:rsidRPr="00463483">
        <w:rPr>
          <w:rStyle w:val="StyleUnderline"/>
        </w:rPr>
        <w:t xml:space="preserve"> </w:t>
      </w:r>
      <w:r w:rsidRPr="00097988">
        <w:rPr>
          <w:rStyle w:val="Emphasis"/>
        </w:rPr>
        <w:t>NATO</w:t>
      </w:r>
      <w:r w:rsidRPr="00097988">
        <w:rPr>
          <w:rStyle w:val="StyleUnderline"/>
        </w:rPr>
        <w:t xml:space="preserve"> and other </w:t>
      </w:r>
      <w:r w:rsidRPr="00097988">
        <w:rPr>
          <w:rStyle w:val="Emphasis"/>
          <w:highlight w:val="cyan"/>
        </w:rPr>
        <w:t>alliances</w:t>
      </w:r>
      <w:r w:rsidRPr="007D3BB6">
        <w:rPr>
          <w:sz w:val="16"/>
          <w:szCs w:val="16"/>
        </w:rPr>
        <w:t xml:space="preserve"> that have kept us safe for generations.</w:t>
      </w:r>
    </w:p>
    <w:p w14:paraId="2DF88756" w14:textId="77777777" w:rsidR="001B2360" w:rsidRPr="007D3BB6" w:rsidRDefault="001B2360" w:rsidP="001B2360">
      <w:pPr>
        <w:rPr>
          <w:sz w:val="16"/>
          <w:szCs w:val="16"/>
        </w:rPr>
      </w:pPr>
      <w:r w:rsidRPr="007D3BB6">
        <w:rPr>
          <w:sz w:val="16"/>
          <w:szCs w:val="16"/>
        </w:rPr>
        <w:t xml:space="preserve">He pulled back on </w:t>
      </w:r>
      <w:r w:rsidRPr="00097988">
        <w:rPr>
          <w:rStyle w:val="StyleUnderline"/>
        </w:rPr>
        <w:t xml:space="preserve">global </w:t>
      </w:r>
      <w:r w:rsidRPr="00097988">
        <w:rPr>
          <w:rStyle w:val="Emphasis"/>
          <w:highlight w:val="cyan"/>
        </w:rPr>
        <w:t>agreements</w:t>
      </w:r>
      <w:r w:rsidRPr="007D3BB6">
        <w:rPr>
          <w:sz w:val="16"/>
          <w:szCs w:val="16"/>
        </w:rPr>
        <w:t xml:space="preserve">, like those </w:t>
      </w:r>
      <w:r w:rsidRPr="00097988">
        <w:rPr>
          <w:rStyle w:val="StyleUnderline"/>
          <w:highlight w:val="cyan"/>
        </w:rPr>
        <w:t xml:space="preserve">on </w:t>
      </w:r>
      <w:r w:rsidRPr="00097988">
        <w:rPr>
          <w:rStyle w:val="Emphasis"/>
          <w:highlight w:val="cyan"/>
        </w:rPr>
        <w:t>climate</w:t>
      </w:r>
      <w:r w:rsidRPr="00097988">
        <w:rPr>
          <w:rStyle w:val="StyleUnderline"/>
          <w:highlight w:val="cyan"/>
        </w:rPr>
        <w:t xml:space="preserve"> and</w:t>
      </w:r>
      <w:r w:rsidRPr="007D3BB6">
        <w:rPr>
          <w:sz w:val="16"/>
          <w:szCs w:val="16"/>
        </w:rPr>
        <w:t xml:space="preserve"> human </w:t>
      </w:r>
      <w:r w:rsidRPr="00097988">
        <w:rPr>
          <w:rStyle w:val="Emphasis"/>
          <w:highlight w:val="cyan"/>
        </w:rPr>
        <w:t>rights</w:t>
      </w:r>
      <w:r w:rsidRPr="00463483">
        <w:rPr>
          <w:rStyle w:val="StyleUnderline"/>
        </w:rPr>
        <w:t xml:space="preserve">, leaving America </w:t>
      </w:r>
      <w:r w:rsidRPr="00463483">
        <w:rPr>
          <w:rStyle w:val="Emphasis"/>
        </w:rPr>
        <w:t>isolated</w:t>
      </w:r>
      <w:r w:rsidRPr="00463483">
        <w:rPr>
          <w:rStyle w:val="StyleUnderline"/>
        </w:rPr>
        <w:t xml:space="preserve"> </w:t>
      </w:r>
      <w:r w:rsidRPr="00097988">
        <w:rPr>
          <w:rStyle w:val="StyleUnderline"/>
        </w:rPr>
        <w:t>on the world stage</w:t>
      </w:r>
      <w:r w:rsidRPr="007D3BB6">
        <w:rPr>
          <w:sz w:val="16"/>
          <w:szCs w:val="16"/>
        </w:rPr>
        <w:t>. I can’t tell you how heartbreaking it is to see the country that once championed democracy and freedom now shaking the confidence of our friends and giving comfort to our adversaries. When America doesn’t lead with its values, the world becomes a more dangerous and unstable place.</w:t>
      </w:r>
    </w:p>
    <w:p w14:paraId="326CC430" w14:textId="77777777" w:rsidR="001B2360" w:rsidRPr="007D3BB6" w:rsidRDefault="001B2360" w:rsidP="001B2360">
      <w:pPr>
        <w:rPr>
          <w:sz w:val="16"/>
          <w:szCs w:val="16"/>
        </w:rPr>
      </w:pPr>
      <w:r w:rsidRPr="007D3BB6">
        <w:rPr>
          <w:sz w:val="16"/>
          <w:szCs w:val="16"/>
        </w:rPr>
        <w:t xml:space="preserve">All of this sounds dire, and it is. </w:t>
      </w:r>
      <w:r w:rsidRPr="00465EAA">
        <w:rPr>
          <w:rStyle w:val="StyleUnderline"/>
        </w:rPr>
        <w:t>We have to face that truth</w:t>
      </w:r>
      <w:r w:rsidRPr="007D3BB6">
        <w:rPr>
          <w:sz w:val="16"/>
          <w:szCs w:val="16"/>
        </w:rPr>
        <w:t xml:space="preserve"> head on: </w:t>
      </w:r>
      <w:r w:rsidRPr="00465EAA">
        <w:rPr>
          <w:rStyle w:val="StyleUnderline"/>
        </w:rPr>
        <w:t xml:space="preserve">our </w:t>
      </w:r>
      <w:r w:rsidRPr="00EC3D53">
        <w:rPr>
          <w:rStyle w:val="Emphasis"/>
          <w:highlight w:val="cyan"/>
        </w:rPr>
        <w:t>democracy</w:t>
      </w:r>
      <w:r w:rsidRPr="00463483">
        <w:rPr>
          <w:rStyle w:val="StyleUnderline"/>
        </w:rPr>
        <w:t xml:space="preserve"> is </w:t>
      </w:r>
      <w:r w:rsidRPr="00463483">
        <w:rPr>
          <w:rStyle w:val="Emphasis"/>
        </w:rPr>
        <w:t>at the brink</w:t>
      </w:r>
      <w:r w:rsidRPr="007D3BB6">
        <w:rPr>
          <w:sz w:val="16"/>
          <w:szCs w:val="16"/>
        </w:rPr>
        <w:t xml:space="preserve">. </w:t>
      </w:r>
      <w:r w:rsidRPr="00465EAA">
        <w:rPr>
          <w:rStyle w:val="StyleUnderline"/>
        </w:rPr>
        <w:t>The Constitution</w:t>
      </w:r>
      <w:r w:rsidRPr="007D3BB6">
        <w:rPr>
          <w:sz w:val="16"/>
          <w:szCs w:val="16"/>
        </w:rPr>
        <w:t xml:space="preserve">, the </w:t>
      </w:r>
      <w:r w:rsidRPr="00465EAA">
        <w:rPr>
          <w:rStyle w:val="StyleUnderline"/>
        </w:rPr>
        <w:t>economy</w:t>
      </w:r>
      <w:r w:rsidRPr="007D3BB6">
        <w:rPr>
          <w:sz w:val="16"/>
          <w:szCs w:val="16"/>
        </w:rPr>
        <w:t xml:space="preserve">, our </w:t>
      </w:r>
      <w:r w:rsidRPr="00465EAA">
        <w:rPr>
          <w:rStyle w:val="StyleUnderline"/>
        </w:rPr>
        <w:t>unity</w:t>
      </w:r>
      <w:r w:rsidRPr="007D3BB6">
        <w:rPr>
          <w:sz w:val="16"/>
          <w:szCs w:val="16"/>
        </w:rPr>
        <w:t xml:space="preserve"> as a people, </w:t>
      </w:r>
      <w:r w:rsidRPr="00463483">
        <w:rPr>
          <w:rStyle w:val="StyleUnderline"/>
          <w:highlight w:val="cyan"/>
        </w:rPr>
        <w:t>and</w:t>
      </w:r>
      <w:r w:rsidRPr="007D3BB6">
        <w:rPr>
          <w:sz w:val="16"/>
          <w:szCs w:val="16"/>
        </w:rPr>
        <w:t xml:space="preserve"> our </w:t>
      </w:r>
      <w:r w:rsidRPr="00463483">
        <w:rPr>
          <w:rStyle w:val="Emphasis"/>
        </w:rPr>
        <w:t xml:space="preserve">global </w:t>
      </w:r>
      <w:r w:rsidRPr="00EC3D53">
        <w:rPr>
          <w:rStyle w:val="Emphasis"/>
          <w:highlight w:val="cyan"/>
        </w:rPr>
        <w:t>reputation</w:t>
      </w:r>
      <w:r w:rsidRPr="00463483">
        <w:rPr>
          <w:rStyle w:val="StyleUnderline"/>
        </w:rPr>
        <w:t xml:space="preserve"> are</w:t>
      </w:r>
      <w:r w:rsidRPr="007D3BB6">
        <w:rPr>
          <w:sz w:val="16"/>
          <w:szCs w:val="16"/>
        </w:rPr>
        <w:t xml:space="preserve"> all </w:t>
      </w:r>
      <w:r w:rsidRPr="00EC3D53">
        <w:rPr>
          <w:rStyle w:val="StyleUnderline"/>
          <w:highlight w:val="cyan"/>
        </w:rPr>
        <w:t>under assault</w:t>
      </w:r>
      <w:r w:rsidRPr="007D3BB6">
        <w:rPr>
          <w:sz w:val="16"/>
          <w:szCs w:val="16"/>
        </w:rPr>
        <w:t xml:space="preserve"> by a president who will stop at nothing to aggrandize his own power. It’s easy to feel hopeless hearing that.</w:t>
      </w:r>
    </w:p>
    <w:p w14:paraId="11AF2607" w14:textId="77777777" w:rsidR="001B2360" w:rsidRPr="003D3F08" w:rsidRDefault="001B2360" w:rsidP="001B2360">
      <w:pPr>
        <w:rPr>
          <w:b/>
          <w:iCs/>
          <w:u w:val="single"/>
        </w:rPr>
      </w:pPr>
      <w:r w:rsidRPr="00465EAA">
        <w:rPr>
          <w:rStyle w:val="StyleUnderline"/>
        </w:rPr>
        <w:t>But</w:t>
      </w:r>
      <w:r w:rsidRPr="007D3BB6">
        <w:rPr>
          <w:sz w:val="16"/>
          <w:szCs w:val="16"/>
        </w:rPr>
        <w:t xml:space="preserve"> here’s the thing I want you to remember: </w:t>
      </w:r>
      <w:r w:rsidRPr="00463483">
        <w:rPr>
          <w:rStyle w:val="StyleUnderline"/>
        </w:rPr>
        <w:t>this story isn’t over</w:t>
      </w:r>
      <w:r w:rsidRPr="007D3BB6">
        <w:rPr>
          <w:sz w:val="16"/>
          <w:szCs w:val="16"/>
        </w:rPr>
        <w:t xml:space="preserve">. </w:t>
      </w:r>
      <w:r w:rsidRPr="00465EAA">
        <w:rPr>
          <w:rStyle w:val="StyleUnderline"/>
        </w:rPr>
        <w:t xml:space="preserve">We are </w:t>
      </w:r>
      <w:r w:rsidRPr="004F7592">
        <w:rPr>
          <w:rStyle w:val="Emphasis"/>
        </w:rPr>
        <w:t>not helpless</w:t>
      </w:r>
      <w:r w:rsidRPr="00097988">
        <w:t xml:space="preserve"> </w:t>
      </w:r>
      <w:r w:rsidRPr="007D3BB6">
        <w:rPr>
          <w:sz w:val="16"/>
          <w:szCs w:val="16"/>
        </w:rPr>
        <w:t xml:space="preserve">spectators. America’s strength has always been the ability of its people to course-correct, to come together and insist on change when it’s needed most. And right now, </w:t>
      </w:r>
      <w:r w:rsidRPr="00465EAA">
        <w:rPr>
          <w:rStyle w:val="StyleUnderline"/>
        </w:rPr>
        <w:t xml:space="preserve">what’s </w:t>
      </w:r>
      <w:r w:rsidRPr="00097988">
        <w:rPr>
          <w:rStyle w:val="StyleUnderline"/>
          <w:highlight w:val="cyan"/>
        </w:rPr>
        <w:t>need</w:t>
      </w:r>
      <w:r w:rsidRPr="00465EAA">
        <w:rPr>
          <w:rStyle w:val="StyleUnderline"/>
        </w:rPr>
        <w:t xml:space="preserve">ed is a </w:t>
      </w:r>
      <w:r w:rsidRPr="004F7592">
        <w:rPr>
          <w:rStyle w:val="Emphasis"/>
        </w:rPr>
        <w:t xml:space="preserve">restoration of </w:t>
      </w:r>
      <w:r w:rsidRPr="00097988">
        <w:rPr>
          <w:rStyle w:val="Emphasis"/>
          <w:highlight w:val="cyan"/>
        </w:rPr>
        <w:t>checks</w:t>
      </w:r>
      <w:r w:rsidRPr="00463483">
        <w:rPr>
          <w:rStyle w:val="StyleUnderline"/>
        </w:rPr>
        <w:t xml:space="preserve"> and balances</w:t>
      </w:r>
      <w:r w:rsidRPr="007D3BB6">
        <w:rPr>
          <w:sz w:val="16"/>
          <w:szCs w:val="16"/>
        </w:rPr>
        <w:t xml:space="preserve">. </w:t>
      </w:r>
      <w:r w:rsidRPr="00465EAA">
        <w:rPr>
          <w:rStyle w:val="StyleUnderline"/>
        </w:rPr>
        <w:t xml:space="preserve">We need a </w:t>
      </w:r>
      <w:r w:rsidRPr="00463483">
        <w:rPr>
          <w:rStyle w:val="StyleUnderline"/>
        </w:rPr>
        <w:t xml:space="preserve">Congress that will </w:t>
      </w:r>
      <w:r w:rsidRPr="00463483">
        <w:rPr>
          <w:rStyle w:val="Emphasis"/>
        </w:rPr>
        <w:t>stand up and say no</w:t>
      </w:r>
      <w:r w:rsidRPr="007D3BB6">
        <w:rPr>
          <w:sz w:val="16"/>
          <w:szCs w:val="16"/>
        </w:rPr>
        <w:t xml:space="preserve"> to this march toward authoritarianism and division. We need a Congress that works for us, the people, not for the president’s whims.</w:t>
      </w:r>
    </w:p>
    <w:p w14:paraId="0752A40D" w14:textId="77777777" w:rsidR="001B2360" w:rsidRPr="007D3BB6" w:rsidRDefault="001B2360" w:rsidP="001B2360">
      <w:pPr>
        <w:rPr>
          <w:sz w:val="16"/>
          <w:szCs w:val="16"/>
        </w:rPr>
      </w:pPr>
      <w:r w:rsidRPr="007D3BB6">
        <w:rPr>
          <w:sz w:val="16"/>
          <w:szCs w:val="16"/>
        </w:rPr>
        <w:t>Checks and Balances: Why Congress Matters So Much</w:t>
      </w:r>
    </w:p>
    <w:p w14:paraId="086C4178" w14:textId="77777777" w:rsidR="001B2360" w:rsidRPr="007D3BB6" w:rsidRDefault="001B2360" w:rsidP="001B2360">
      <w:pPr>
        <w:rPr>
          <w:sz w:val="16"/>
          <w:szCs w:val="16"/>
        </w:rPr>
      </w:pPr>
      <w:r w:rsidRPr="007D3BB6">
        <w:rPr>
          <w:sz w:val="16"/>
          <w:szCs w:val="16"/>
        </w:rPr>
        <w:t>When the founders of our nation wrote the Constitution, they were deeply worried about any one person having too much power. That’s why they built a system of checks and balances, so no president could act like a king.</w:t>
      </w:r>
    </w:p>
    <w:p w14:paraId="3C185BA8" w14:textId="77777777" w:rsidR="001B2360" w:rsidRPr="007D3BB6" w:rsidRDefault="001B2360" w:rsidP="001B2360">
      <w:pPr>
        <w:rPr>
          <w:sz w:val="16"/>
          <w:szCs w:val="16"/>
        </w:rPr>
      </w:pPr>
      <w:r w:rsidRPr="007D3BB6">
        <w:rPr>
          <w:sz w:val="16"/>
          <w:szCs w:val="16"/>
        </w:rPr>
        <w:t xml:space="preserve">The legislative branch, </w:t>
      </w:r>
      <w:r w:rsidRPr="00D375F9">
        <w:rPr>
          <w:rStyle w:val="StyleUnderline"/>
        </w:rPr>
        <w:t>Congress</w:t>
      </w:r>
      <w:r w:rsidRPr="007D3BB6">
        <w:rPr>
          <w:sz w:val="16"/>
          <w:szCs w:val="16"/>
        </w:rPr>
        <w:t xml:space="preserve">, </w:t>
      </w:r>
      <w:r w:rsidRPr="00D375F9">
        <w:rPr>
          <w:rStyle w:val="StyleUnderline"/>
        </w:rPr>
        <w:t>was given the duty to be the people’s voice</w:t>
      </w:r>
      <w:r w:rsidRPr="007D3BB6">
        <w:rPr>
          <w:sz w:val="16"/>
          <w:szCs w:val="16"/>
        </w:rPr>
        <w:t xml:space="preserve"> and a check on the executive branch. In plain terms, </w:t>
      </w:r>
      <w:r w:rsidRPr="00D375F9">
        <w:rPr>
          <w:rStyle w:val="StyleUnderline"/>
        </w:rPr>
        <w:t xml:space="preserve">it’s </w:t>
      </w:r>
      <w:r w:rsidRPr="00A277D7">
        <w:rPr>
          <w:rStyle w:val="StyleUnderline"/>
          <w:highlight w:val="cyan"/>
        </w:rPr>
        <w:t>Congress</w:t>
      </w:r>
      <w:r w:rsidRPr="00D375F9">
        <w:rPr>
          <w:rStyle w:val="StyleUnderline"/>
        </w:rPr>
        <w:t xml:space="preserve">’s job to </w:t>
      </w:r>
      <w:r w:rsidRPr="00A277D7">
        <w:rPr>
          <w:rStyle w:val="Emphasis"/>
          <w:highlight w:val="cyan"/>
        </w:rPr>
        <w:t>rein in a president</w:t>
      </w:r>
      <w:r w:rsidRPr="00463483">
        <w:rPr>
          <w:rStyle w:val="StyleUnderline"/>
        </w:rPr>
        <w:t xml:space="preserve"> </w:t>
      </w:r>
      <w:r w:rsidRPr="00D375F9">
        <w:rPr>
          <w:rStyle w:val="StyleUnderline"/>
        </w:rPr>
        <w:t xml:space="preserve">who goes </w:t>
      </w:r>
      <w:r w:rsidRPr="00463483">
        <w:rPr>
          <w:rStyle w:val="Emphasis"/>
        </w:rPr>
        <w:t>off the rails</w:t>
      </w:r>
      <w:r w:rsidRPr="007D3BB6">
        <w:rPr>
          <w:sz w:val="16"/>
          <w:szCs w:val="16"/>
        </w:rPr>
        <w:t>. For most of our history, this system has (more or less) worked. No matter which party a president came from, Congress was there to question, to oversee, and sometimes to say “hold on, that’s not right.” Checks and balances are the brakes on the car when the driver is speeding toward a cliff.</w:t>
      </w:r>
    </w:p>
    <w:p w14:paraId="0D810551" w14:textId="77777777" w:rsidR="001B2360" w:rsidRPr="007D3BB6" w:rsidRDefault="001B2360" w:rsidP="001B2360">
      <w:pPr>
        <w:rPr>
          <w:sz w:val="16"/>
          <w:szCs w:val="16"/>
        </w:rPr>
      </w:pPr>
      <w:r w:rsidRPr="00FB7959">
        <w:rPr>
          <w:rStyle w:val="StyleUnderline"/>
        </w:rPr>
        <w:t>Right now</w:t>
      </w:r>
      <w:r w:rsidRPr="007D3BB6">
        <w:rPr>
          <w:sz w:val="16"/>
          <w:szCs w:val="16"/>
        </w:rPr>
        <w:t xml:space="preserve">, </w:t>
      </w:r>
      <w:r w:rsidRPr="00FB7959">
        <w:rPr>
          <w:rStyle w:val="StyleUnderline"/>
        </w:rPr>
        <w:t>those brakes aren’t working</w:t>
      </w:r>
      <w:r w:rsidRPr="007D3BB6">
        <w:rPr>
          <w:sz w:val="16"/>
          <w:szCs w:val="16"/>
        </w:rPr>
        <w:t xml:space="preserve">. With Trump in the Oval Office and his party holding slim majorities in the House and Senate, </w:t>
      </w:r>
      <w:r w:rsidRPr="00FB7959">
        <w:rPr>
          <w:rStyle w:val="StyleUnderline"/>
        </w:rPr>
        <w:t xml:space="preserve">the usual </w:t>
      </w:r>
      <w:r w:rsidRPr="00461B4F">
        <w:rPr>
          <w:rStyle w:val="Emphasis"/>
        </w:rPr>
        <w:t>safeguards are failing</w:t>
      </w:r>
      <w:r w:rsidRPr="007D3BB6">
        <w:rPr>
          <w:sz w:val="16"/>
          <w:szCs w:val="16"/>
        </w:rPr>
        <w:t xml:space="preserve">. Instead of putting country over party, too many current </w:t>
      </w:r>
      <w:r w:rsidRPr="00FB7959">
        <w:rPr>
          <w:rStyle w:val="StyleUnderline"/>
        </w:rPr>
        <w:t>congressional leaders have chosen to be rubber stamps</w:t>
      </w:r>
      <w:r w:rsidRPr="007D3BB6">
        <w:rPr>
          <w:sz w:val="16"/>
          <w:szCs w:val="16"/>
        </w:rPr>
        <w:t>. They’re either too afraid or too complicit to stand up to the President’s worst instincts.</w:t>
      </w:r>
    </w:p>
    <w:p w14:paraId="29B59A44" w14:textId="77777777" w:rsidR="001B2360" w:rsidRPr="007D3BB6" w:rsidRDefault="001B2360" w:rsidP="001B2360">
      <w:pPr>
        <w:rPr>
          <w:sz w:val="16"/>
          <w:szCs w:val="16"/>
        </w:rPr>
      </w:pPr>
      <w:r w:rsidRPr="00FB7959">
        <w:rPr>
          <w:rStyle w:val="StyleUnderline"/>
        </w:rPr>
        <w:t>We’ve seen</w:t>
      </w:r>
      <w:r w:rsidRPr="007D3BB6">
        <w:rPr>
          <w:sz w:val="16"/>
          <w:szCs w:val="16"/>
        </w:rPr>
        <w:t xml:space="preserve"> congressional </w:t>
      </w:r>
      <w:r w:rsidRPr="00461B4F">
        <w:rPr>
          <w:rStyle w:val="Emphasis"/>
        </w:rPr>
        <w:t>committees</w:t>
      </w:r>
      <w:r w:rsidRPr="007D3BB6">
        <w:rPr>
          <w:sz w:val="16"/>
          <w:szCs w:val="16"/>
        </w:rPr>
        <w:t xml:space="preserve"> that should be investigating genuine problems instead wasting time </w:t>
      </w:r>
      <w:r w:rsidRPr="00FB7959">
        <w:rPr>
          <w:rStyle w:val="StyleUnderline"/>
        </w:rPr>
        <w:t>targeting</w:t>
      </w:r>
      <w:r w:rsidRPr="007D3BB6">
        <w:rPr>
          <w:sz w:val="16"/>
          <w:szCs w:val="16"/>
        </w:rPr>
        <w:t xml:space="preserve"> the President’s perceived </w:t>
      </w:r>
      <w:r w:rsidRPr="00FB7959">
        <w:rPr>
          <w:rStyle w:val="StyleUnderline"/>
        </w:rPr>
        <w:t xml:space="preserve">enemies or </w:t>
      </w:r>
      <w:r w:rsidRPr="00461B4F">
        <w:rPr>
          <w:rStyle w:val="Emphasis"/>
        </w:rPr>
        <w:t>spread</w:t>
      </w:r>
      <w:r w:rsidRPr="00FB7959">
        <w:rPr>
          <w:rStyle w:val="StyleUnderline"/>
        </w:rPr>
        <w:t>ing</w:t>
      </w:r>
      <w:r w:rsidRPr="007D3BB6">
        <w:rPr>
          <w:sz w:val="16"/>
          <w:szCs w:val="16"/>
        </w:rPr>
        <w:t xml:space="preserve"> his preferred </w:t>
      </w:r>
      <w:r w:rsidRPr="00461B4F">
        <w:rPr>
          <w:rStyle w:val="Emphasis"/>
        </w:rPr>
        <w:t>narratives</w:t>
      </w:r>
      <w:r w:rsidRPr="007D3BB6">
        <w:rPr>
          <w:sz w:val="16"/>
          <w:szCs w:val="16"/>
        </w:rPr>
        <w:t xml:space="preserve">. We’ve seen </w:t>
      </w:r>
      <w:r w:rsidRPr="00FB7959">
        <w:rPr>
          <w:rStyle w:val="StyleUnderline"/>
        </w:rPr>
        <w:t>silence</w:t>
      </w:r>
      <w:r w:rsidRPr="007D3BB6">
        <w:rPr>
          <w:sz w:val="16"/>
          <w:szCs w:val="16"/>
        </w:rPr>
        <w:t xml:space="preserve"> or shrugs </w:t>
      </w:r>
      <w:r w:rsidRPr="00FB7959">
        <w:rPr>
          <w:rStyle w:val="StyleUnderline"/>
        </w:rPr>
        <w:t>in response to blatant abuses</w:t>
      </w:r>
      <w:r w:rsidRPr="007D3BB6">
        <w:rPr>
          <w:sz w:val="16"/>
          <w:szCs w:val="16"/>
        </w:rPr>
        <w:t xml:space="preserve"> of power. This lack of pushback is exactly what enables the dangerous trajectory we’re on. When one party controls all levers of government and refuses to police its own leader, the checks and balances are effectively gone.</w:t>
      </w:r>
    </w:p>
    <w:p w14:paraId="36EBF221" w14:textId="77777777" w:rsidR="001B2360" w:rsidRPr="007D3BB6" w:rsidRDefault="001B2360" w:rsidP="001B2360">
      <w:pPr>
        <w:rPr>
          <w:sz w:val="16"/>
          <w:szCs w:val="16"/>
        </w:rPr>
      </w:pPr>
      <w:r w:rsidRPr="00FB7959">
        <w:rPr>
          <w:rStyle w:val="StyleUnderline"/>
        </w:rPr>
        <w:t>But</w:t>
      </w:r>
      <w:r w:rsidRPr="007D3BB6">
        <w:rPr>
          <w:sz w:val="16"/>
          <w:szCs w:val="16"/>
        </w:rPr>
        <w:t xml:space="preserve"> here’s the hopeful part: </w:t>
      </w:r>
      <w:r w:rsidRPr="00FB7959">
        <w:rPr>
          <w:rStyle w:val="StyleUnderline"/>
        </w:rPr>
        <w:t>we can fix this by changing who’s in Congress</w:t>
      </w:r>
      <w:r w:rsidRPr="007D3BB6">
        <w:rPr>
          <w:sz w:val="16"/>
          <w:szCs w:val="16"/>
        </w:rPr>
        <w:t>. In our democracy, the people are the ultimate check. If our representatives won’t do their job, we can fire them at the ballot box.</w:t>
      </w:r>
    </w:p>
    <w:p w14:paraId="14B4A426" w14:textId="77777777" w:rsidR="001B2360" w:rsidRPr="007D3BB6" w:rsidRDefault="001B2360" w:rsidP="001B2360">
      <w:pPr>
        <w:rPr>
          <w:sz w:val="16"/>
          <w:szCs w:val="16"/>
        </w:rPr>
      </w:pPr>
      <w:r w:rsidRPr="00463483">
        <w:rPr>
          <w:rStyle w:val="StyleUnderline"/>
        </w:rPr>
        <w:t xml:space="preserve">By </w:t>
      </w:r>
      <w:r w:rsidRPr="00463483">
        <w:rPr>
          <w:rStyle w:val="Emphasis"/>
        </w:rPr>
        <w:t xml:space="preserve">electing </w:t>
      </w:r>
      <w:r w:rsidRPr="0008494A">
        <w:rPr>
          <w:rStyle w:val="Emphasis"/>
          <w:highlight w:val="cyan"/>
        </w:rPr>
        <w:t>a Dem</w:t>
      </w:r>
      <w:r w:rsidRPr="007D3BB6">
        <w:rPr>
          <w:sz w:val="16"/>
          <w:szCs w:val="16"/>
        </w:rPr>
        <w:t xml:space="preserve">ocratic </w:t>
      </w:r>
      <w:r w:rsidRPr="00463483">
        <w:rPr>
          <w:rStyle w:val="Emphasis"/>
        </w:rPr>
        <w:t>majority</w:t>
      </w:r>
      <w:r w:rsidRPr="00463483">
        <w:rPr>
          <w:rStyle w:val="StyleUnderline"/>
        </w:rPr>
        <w:t xml:space="preserve"> to the </w:t>
      </w:r>
      <w:r w:rsidRPr="00463483">
        <w:rPr>
          <w:rStyle w:val="Emphasis"/>
          <w:highlight w:val="cyan"/>
        </w:rPr>
        <w:t>House</w:t>
      </w:r>
      <w:r w:rsidRPr="007D3BB6">
        <w:rPr>
          <w:sz w:val="16"/>
          <w:szCs w:val="16"/>
        </w:rPr>
        <w:t xml:space="preserve"> and Senate, </w:t>
      </w:r>
      <w:r w:rsidRPr="00463483">
        <w:rPr>
          <w:rStyle w:val="StyleUnderline"/>
        </w:rPr>
        <w:t xml:space="preserve">we </w:t>
      </w:r>
      <w:r w:rsidRPr="0008494A">
        <w:rPr>
          <w:rStyle w:val="StyleUnderline"/>
          <w:highlight w:val="cyan"/>
        </w:rPr>
        <w:t xml:space="preserve">will </w:t>
      </w:r>
      <w:r w:rsidRPr="0008494A">
        <w:rPr>
          <w:rStyle w:val="Emphasis"/>
          <w:highlight w:val="cyan"/>
        </w:rPr>
        <w:t>restore</w:t>
      </w:r>
      <w:r w:rsidRPr="00463483">
        <w:rPr>
          <w:rStyle w:val="Emphasis"/>
        </w:rPr>
        <w:t xml:space="preserve"> </w:t>
      </w:r>
      <w:r w:rsidRPr="00461B4F">
        <w:rPr>
          <w:rStyle w:val="Emphasis"/>
        </w:rPr>
        <w:t xml:space="preserve">the </w:t>
      </w:r>
      <w:r w:rsidRPr="0008494A">
        <w:rPr>
          <w:rStyle w:val="Emphasis"/>
          <w:highlight w:val="cyan"/>
        </w:rPr>
        <w:t>balance</w:t>
      </w:r>
      <w:r w:rsidRPr="007D3BB6">
        <w:rPr>
          <w:sz w:val="16"/>
          <w:szCs w:val="16"/>
        </w:rPr>
        <w:t xml:space="preserve"> that our system needs. I’m not talking about giving one party power just for the sake of it. I’m talking about ensuring that someone in power is finally willing to stand up to the president and say, “Enough.” </w:t>
      </w:r>
      <w:r w:rsidRPr="00FB7959">
        <w:rPr>
          <w:rStyle w:val="StyleUnderline"/>
        </w:rPr>
        <w:t>We need lawmakers who</w:t>
      </w:r>
      <w:r w:rsidRPr="007D3BB6">
        <w:rPr>
          <w:sz w:val="16"/>
          <w:szCs w:val="16"/>
        </w:rPr>
        <w:t xml:space="preserve"> will actually </w:t>
      </w:r>
      <w:r w:rsidRPr="00FB7959">
        <w:rPr>
          <w:rStyle w:val="StyleUnderline"/>
        </w:rPr>
        <w:t>perform oversight</w:t>
      </w:r>
      <w:r w:rsidRPr="007D3BB6">
        <w:rPr>
          <w:sz w:val="16"/>
          <w:szCs w:val="16"/>
        </w:rPr>
        <w:t>, who will act as a co-equal branch of government instead of a subordinate.</w:t>
      </w:r>
    </w:p>
    <w:p w14:paraId="7109F635" w14:textId="77777777" w:rsidR="001B2360" w:rsidRPr="007D3BB6" w:rsidRDefault="001B2360" w:rsidP="001B2360">
      <w:pPr>
        <w:rPr>
          <w:sz w:val="16"/>
          <w:szCs w:val="16"/>
        </w:rPr>
      </w:pPr>
      <w:r w:rsidRPr="007D3BB6">
        <w:rPr>
          <w:sz w:val="16"/>
          <w:szCs w:val="16"/>
        </w:rPr>
        <w:t xml:space="preserve">Throughout history, </w:t>
      </w:r>
      <w:r w:rsidRPr="00FB7959">
        <w:rPr>
          <w:rStyle w:val="StyleUnderline"/>
        </w:rPr>
        <w:t>there have been moments when</w:t>
      </w:r>
      <w:r w:rsidRPr="007D3BB6">
        <w:rPr>
          <w:sz w:val="16"/>
          <w:szCs w:val="16"/>
        </w:rPr>
        <w:t xml:space="preserve"> Americans chose </w:t>
      </w:r>
      <w:r w:rsidRPr="00FB7959">
        <w:rPr>
          <w:rStyle w:val="StyleUnderline"/>
        </w:rPr>
        <w:t>a new Congress</w:t>
      </w:r>
      <w:r w:rsidRPr="007D3BB6">
        <w:rPr>
          <w:sz w:val="16"/>
          <w:szCs w:val="16"/>
        </w:rPr>
        <w:t xml:space="preserve"> to </w:t>
      </w:r>
      <w:r w:rsidRPr="00FB7959">
        <w:rPr>
          <w:rStyle w:val="StyleUnderline"/>
        </w:rPr>
        <w:t>correct</w:t>
      </w:r>
      <w:r w:rsidRPr="007D3BB6">
        <w:rPr>
          <w:sz w:val="16"/>
          <w:szCs w:val="16"/>
        </w:rPr>
        <w:t xml:space="preserve"> the course of </w:t>
      </w:r>
      <w:r w:rsidRPr="00FB7959">
        <w:rPr>
          <w:rStyle w:val="StyleUnderline"/>
        </w:rPr>
        <w:t>a runaway presidency</w:t>
      </w:r>
      <w:r w:rsidRPr="007D3BB6">
        <w:rPr>
          <w:sz w:val="16"/>
          <w:szCs w:val="16"/>
        </w:rPr>
        <w:t xml:space="preserve">, and </w:t>
      </w:r>
      <w:r w:rsidRPr="00463483">
        <w:rPr>
          <w:rStyle w:val="Emphasis"/>
        </w:rPr>
        <w:t xml:space="preserve">it </w:t>
      </w:r>
      <w:r w:rsidRPr="0008494A">
        <w:rPr>
          <w:rStyle w:val="Emphasis"/>
          <w:highlight w:val="cyan"/>
        </w:rPr>
        <w:t>worked</w:t>
      </w:r>
      <w:r w:rsidRPr="007D3BB6">
        <w:rPr>
          <w:sz w:val="16"/>
          <w:szCs w:val="16"/>
        </w:rPr>
        <w:t xml:space="preserve">. I think of </w:t>
      </w:r>
      <w:r w:rsidRPr="00FB7959">
        <w:rPr>
          <w:rStyle w:val="StyleUnderline"/>
        </w:rPr>
        <w:t>19</w:t>
      </w:r>
      <w:r w:rsidRPr="00461B4F">
        <w:rPr>
          <w:rStyle w:val="Emphasis"/>
        </w:rPr>
        <w:t>74</w:t>
      </w:r>
      <w:r w:rsidRPr="00FB7959">
        <w:rPr>
          <w:rStyle w:val="StyleUnderline"/>
        </w:rPr>
        <w:t xml:space="preserve"> </w:t>
      </w:r>
      <w:r w:rsidRPr="0008494A">
        <w:rPr>
          <w:rStyle w:val="StyleUnderline"/>
          <w:highlight w:val="cyan"/>
        </w:rPr>
        <w:t>after Watergate</w:t>
      </w:r>
      <w:r w:rsidRPr="00463483">
        <w:rPr>
          <w:rStyle w:val="StyleUnderline"/>
        </w:rPr>
        <w:t>, or</w:t>
      </w:r>
      <w:r w:rsidRPr="007D3BB6">
        <w:rPr>
          <w:sz w:val="16"/>
          <w:szCs w:val="16"/>
        </w:rPr>
        <w:t xml:space="preserve"> the </w:t>
      </w:r>
      <w:r w:rsidRPr="00463483">
        <w:rPr>
          <w:rStyle w:val="StyleUnderline"/>
        </w:rPr>
        <w:t>20</w:t>
      </w:r>
      <w:r w:rsidRPr="0008494A">
        <w:rPr>
          <w:rStyle w:val="Emphasis"/>
          <w:highlight w:val="cyan"/>
        </w:rPr>
        <w:t>18</w:t>
      </w:r>
      <w:r w:rsidRPr="007D3BB6">
        <w:rPr>
          <w:sz w:val="16"/>
          <w:szCs w:val="16"/>
        </w:rPr>
        <w:t xml:space="preserve"> midterms </w:t>
      </w:r>
      <w:r w:rsidRPr="00FB7959">
        <w:rPr>
          <w:rStyle w:val="StyleUnderline"/>
        </w:rPr>
        <w:t>after Trump’s first two years</w:t>
      </w:r>
      <w:r w:rsidRPr="007D3BB6">
        <w:rPr>
          <w:sz w:val="16"/>
          <w:szCs w:val="16"/>
        </w:rPr>
        <w:t xml:space="preserve">, when </w:t>
      </w:r>
      <w:r w:rsidRPr="001807F4">
        <w:rPr>
          <w:rStyle w:val="StyleUnderline"/>
        </w:rPr>
        <w:t xml:space="preserve">voters elected </w:t>
      </w:r>
      <w:r w:rsidRPr="0008494A">
        <w:rPr>
          <w:rStyle w:val="Emphasis"/>
          <w:sz w:val="36"/>
          <w:szCs w:val="36"/>
          <w:highlight w:val="cyan"/>
        </w:rPr>
        <w:t>a House</w:t>
      </w:r>
      <w:r w:rsidRPr="00463483">
        <w:rPr>
          <w:rStyle w:val="StyleUnderline"/>
        </w:rPr>
        <w:t xml:space="preserve"> </w:t>
      </w:r>
      <w:r w:rsidRPr="001807F4">
        <w:rPr>
          <w:rStyle w:val="StyleUnderline"/>
        </w:rPr>
        <w:t xml:space="preserve">that </w:t>
      </w:r>
      <w:r w:rsidRPr="00463483">
        <w:rPr>
          <w:rStyle w:val="StyleUnderline"/>
        </w:rPr>
        <w:t xml:space="preserve">could </w:t>
      </w:r>
      <w:r w:rsidRPr="0008494A">
        <w:rPr>
          <w:rStyle w:val="StyleUnderline"/>
          <w:highlight w:val="cyan"/>
        </w:rPr>
        <w:t xml:space="preserve">hold the administration </w:t>
      </w:r>
      <w:r w:rsidRPr="0008494A">
        <w:rPr>
          <w:rStyle w:val="Emphasis"/>
          <w:highlight w:val="cyan"/>
        </w:rPr>
        <w:t>accountable</w:t>
      </w:r>
      <w:r w:rsidRPr="007D3BB6">
        <w:rPr>
          <w:sz w:val="16"/>
          <w:szCs w:val="16"/>
        </w:rPr>
        <w:t xml:space="preserve">. </w:t>
      </w:r>
      <w:r w:rsidRPr="006D16D3">
        <w:rPr>
          <w:rStyle w:val="StyleUnderline"/>
        </w:rPr>
        <w:t>Those</w:t>
      </w:r>
      <w:r w:rsidRPr="007D3BB6">
        <w:rPr>
          <w:sz w:val="16"/>
          <w:szCs w:val="16"/>
        </w:rPr>
        <w:t xml:space="preserve"> were turning points that </w:t>
      </w:r>
      <w:r w:rsidRPr="0008494A">
        <w:rPr>
          <w:rStyle w:val="StyleUnderline"/>
          <w:highlight w:val="cyan"/>
        </w:rPr>
        <w:t>pull</w:t>
      </w:r>
      <w:r w:rsidRPr="006D16D3">
        <w:rPr>
          <w:rStyle w:val="StyleUnderline"/>
        </w:rPr>
        <w:t xml:space="preserve">ed </w:t>
      </w:r>
      <w:r w:rsidRPr="00463483">
        <w:rPr>
          <w:rStyle w:val="StyleUnderline"/>
        </w:rPr>
        <w:t xml:space="preserve">our </w:t>
      </w:r>
      <w:r w:rsidRPr="0008494A">
        <w:rPr>
          <w:rStyle w:val="StyleUnderline"/>
          <w:highlight w:val="cyan"/>
        </w:rPr>
        <w:t>country</w:t>
      </w:r>
      <w:r w:rsidRPr="00463483">
        <w:rPr>
          <w:rStyle w:val="StyleUnderline"/>
        </w:rPr>
        <w:t xml:space="preserve"> </w:t>
      </w:r>
      <w:r w:rsidRPr="006D16D3">
        <w:rPr>
          <w:rStyle w:val="Emphasis"/>
        </w:rPr>
        <w:t xml:space="preserve">back </w:t>
      </w:r>
      <w:r w:rsidRPr="0008494A">
        <w:rPr>
          <w:rStyle w:val="Emphasis"/>
          <w:highlight w:val="cyan"/>
        </w:rPr>
        <w:t>from the brink</w:t>
      </w:r>
      <w:r w:rsidRPr="007D3BB6">
        <w:rPr>
          <w:sz w:val="16"/>
          <w:szCs w:val="16"/>
        </w:rPr>
        <w:t xml:space="preserve">. </w:t>
      </w:r>
      <w:r w:rsidRPr="00FB7959">
        <w:rPr>
          <w:rStyle w:val="StyleUnderline"/>
        </w:rPr>
        <w:t>We have that same</w:t>
      </w:r>
      <w:r w:rsidRPr="007D3BB6">
        <w:rPr>
          <w:sz w:val="16"/>
          <w:szCs w:val="16"/>
        </w:rPr>
        <w:t xml:space="preserve"> kind of </w:t>
      </w:r>
      <w:r w:rsidRPr="00FB7959">
        <w:rPr>
          <w:rStyle w:val="StyleUnderline"/>
        </w:rPr>
        <w:t>moment</w:t>
      </w:r>
      <w:r w:rsidRPr="007D3BB6">
        <w:rPr>
          <w:sz w:val="16"/>
          <w:szCs w:val="16"/>
        </w:rPr>
        <w:t xml:space="preserve"> before us </w:t>
      </w:r>
      <w:r w:rsidRPr="00FB7959">
        <w:rPr>
          <w:rStyle w:val="StyleUnderline"/>
        </w:rPr>
        <w:t xml:space="preserve">in </w:t>
      </w:r>
      <w:r w:rsidRPr="00CE58BF">
        <w:rPr>
          <w:rStyle w:val="Emphasis"/>
        </w:rPr>
        <w:t>2026</w:t>
      </w:r>
      <w:r w:rsidRPr="007D3BB6">
        <w:rPr>
          <w:sz w:val="16"/>
          <w:szCs w:val="16"/>
        </w:rPr>
        <w:t xml:space="preserve">. </w:t>
      </w:r>
      <w:r w:rsidRPr="00FB7959">
        <w:rPr>
          <w:rStyle w:val="StyleUnderline"/>
        </w:rPr>
        <w:t xml:space="preserve">By voting for </w:t>
      </w:r>
      <w:r w:rsidRPr="00CE58BF">
        <w:rPr>
          <w:rStyle w:val="Emphasis"/>
        </w:rPr>
        <w:t>Dem</w:t>
      </w:r>
      <w:r w:rsidRPr="007D3BB6">
        <w:rPr>
          <w:sz w:val="16"/>
          <w:szCs w:val="16"/>
        </w:rPr>
        <w:t>ocrat</w:t>
      </w:r>
      <w:r w:rsidRPr="00CE58BF">
        <w:rPr>
          <w:rStyle w:val="Emphasis"/>
        </w:rPr>
        <w:t>s</w:t>
      </w:r>
      <w:r w:rsidRPr="007D3BB6">
        <w:rPr>
          <w:sz w:val="16"/>
          <w:szCs w:val="16"/>
        </w:rPr>
        <w:t xml:space="preserve">, we aren’t handing power to a party so much as </w:t>
      </w:r>
      <w:r w:rsidRPr="00CE58BF">
        <w:rPr>
          <w:rStyle w:val="StyleUnderline"/>
        </w:rPr>
        <w:t xml:space="preserve">we are </w:t>
      </w:r>
      <w:r w:rsidRPr="00CE58BF">
        <w:rPr>
          <w:rStyle w:val="Emphasis"/>
        </w:rPr>
        <w:t>reclaiming power</w:t>
      </w:r>
      <w:r w:rsidRPr="007D3BB6">
        <w:rPr>
          <w:sz w:val="16"/>
          <w:szCs w:val="16"/>
        </w:rPr>
        <w:t xml:space="preserve"> for the people, via a Congress that will actually do its job.</w:t>
      </w:r>
    </w:p>
    <w:p w14:paraId="26373622" w14:textId="77777777" w:rsidR="001B2360" w:rsidRPr="007D3BB6" w:rsidRDefault="001B2360" w:rsidP="001B2360">
      <w:pPr>
        <w:rPr>
          <w:sz w:val="16"/>
          <w:szCs w:val="16"/>
        </w:rPr>
      </w:pPr>
      <w:r w:rsidRPr="007D3BB6">
        <w:rPr>
          <w:sz w:val="16"/>
          <w:szCs w:val="16"/>
        </w:rPr>
        <w:t>The Powers Congress Can Use to Stop the Damage</w:t>
      </w:r>
    </w:p>
    <w:p w14:paraId="2F2478F7" w14:textId="77777777" w:rsidR="001B2360" w:rsidRPr="007D3BB6" w:rsidRDefault="001B2360" w:rsidP="001B2360">
      <w:pPr>
        <w:rPr>
          <w:sz w:val="16"/>
          <w:szCs w:val="16"/>
        </w:rPr>
      </w:pPr>
      <w:r w:rsidRPr="007D3BB6">
        <w:rPr>
          <w:sz w:val="16"/>
          <w:szCs w:val="16"/>
        </w:rPr>
        <w:t xml:space="preserve">How exactly can Congress constrain a president gone rogue? It’s important to understand that </w:t>
      </w:r>
      <w:r w:rsidRPr="00871A91">
        <w:rPr>
          <w:rStyle w:val="StyleUnderline"/>
        </w:rPr>
        <w:t xml:space="preserve">the legislative branch has </w:t>
      </w:r>
      <w:r w:rsidRPr="0008494A">
        <w:rPr>
          <w:rStyle w:val="Emphasis"/>
        </w:rPr>
        <w:t>real</w:t>
      </w:r>
      <w:r w:rsidRPr="007D3BB6">
        <w:rPr>
          <w:sz w:val="16"/>
          <w:szCs w:val="16"/>
        </w:rPr>
        <w:t xml:space="preserve">, </w:t>
      </w:r>
      <w:r w:rsidRPr="0008494A">
        <w:rPr>
          <w:rStyle w:val="Emphasis"/>
        </w:rPr>
        <w:t>tangible powers</w:t>
      </w:r>
      <w:r w:rsidRPr="007D3BB6">
        <w:rPr>
          <w:sz w:val="16"/>
          <w:szCs w:val="16"/>
        </w:rPr>
        <w:t xml:space="preserve">, </w:t>
      </w:r>
      <w:r w:rsidRPr="00871A91">
        <w:rPr>
          <w:rStyle w:val="StyleUnderline"/>
        </w:rPr>
        <w:t>tools that</w:t>
      </w:r>
      <w:r w:rsidRPr="007D3BB6">
        <w:rPr>
          <w:sz w:val="16"/>
          <w:szCs w:val="16"/>
        </w:rPr>
        <w:t xml:space="preserve">, in the right hands, </w:t>
      </w:r>
      <w:r w:rsidRPr="00871A91">
        <w:rPr>
          <w:rStyle w:val="StyleUnderline"/>
        </w:rPr>
        <w:t>can halt abuse and even</w:t>
      </w:r>
      <w:r w:rsidRPr="007D3BB6">
        <w:rPr>
          <w:sz w:val="16"/>
          <w:szCs w:val="16"/>
        </w:rPr>
        <w:t xml:space="preserve"> begin to </w:t>
      </w:r>
      <w:r w:rsidRPr="00871A91">
        <w:rPr>
          <w:rStyle w:val="StyleUnderline"/>
        </w:rPr>
        <w:t>undo</w:t>
      </w:r>
      <w:r w:rsidRPr="007D3BB6">
        <w:rPr>
          <w:sz w:val="16"/>
          <w:szCs w:val="16"/>
        </w:rPr>
        <w:t xml:space="preserve"> it.</w:t>
      </w:r>
    </w:p>
    <w:p w14:paraId="25416191" w14:textId="77777777" w:rsidR="001B2360" w:rsidRPr="007D3BB6" w:rsidRDefault="001B2360" w:rsidP="001B2360">
      <w:pPr>
        <w:rPr>
          <w:sz w:val="16"/>
          <w:szCs w:val="16"/>
        </w:rPr>
      </w:pPr>
      <w:r w:rsidRPr="00871A91">
        <w:rPr>
          <w:rStyle w:val="StyleUnderline"/>
        </w:rPr>
        <w:t>If we flip</w:t>
      </w:r>
      <w:r w:rsidRPr="007D3BB6">
        <w:rPr>
          <w:sz w:val="16"/>
          <w:szCs w:val="16"/>
        </w:rPr>
        <w:t xml:space="preserve"> the House and Senate, a Democratic-controlled </w:t>
      </w:r>
      <w:r w:rsidRPr="00871A91">
        <w:rPr>
          <w:rStyle w:val="StyleUnderline"/>
        </w:rPr>
        <w:t>Congress</w:t>
      </w:r>
      <w:r w:rsidRPr="007D3BB6">
        <w:rPr>
          <w:sz w:val="16"/>
          <w:szCs w:val="16"/>
        </w:rPr>
        <w:t xml:space="preserve"> can deploy these powers on our behalf. </w:t>
      </w:r>
      <w:r w:rsidRPr="00871A91">
        <w:rPr>
          <w:rStyle w:val="StyleUnderline"/>
        </w:rPr>
        <w:t>Here are</w:t>
      </w:r>
      <w:r w:rsidRPr="007D3BB6">
        <w:rPr>
          <w:sz w:val="16"/>
          <w:szCs w:val="16"/>
        </w:rPr>
        <w:t xml:space="preserve"> the </w:t>
      </w:r>
      <w:r w:rsidRPr="00871A91">
        <w:rPr>
          <w:rStyle w:val="StyleUnderline"/>
        </w:rPr>
        <w:t>major ways Congress can act</w:t>
      </w:r>
      <w:r w:rsidRPr="007D3BB6">
        <w:rPr>
          <w:sz w:val="16"/>
          <w:szCs w:val="16"/>
        </w:rPr>
        <w:t xml:space="preserve"> as a safeguard:</w:t>
      </w:r>
    </w:p>
    <w:p w14:paraId="5848B63D" w14:textId="77777777" w:rsidR="001B2360" w:rsidRPr="007D3BB6" w:rsidRDefault="001B2360" w:rsidP="001B2360">
      <w:pPr>
        <w:rPr>
          <w:sz w:val="16"/>
          <w:szCs w:val="16"/>
        </w:rPr>
      </w:pPr>
      <w:r w:rsidRPr="007D3BB6">
        <w:rPr>
          <w:sz w:val="16"/>
          <w:szCs w:val="16"/>
        </w:rPr>
        <w:t xml:space="preserve">Oversight and Investigations: </w:t>
      </w:r>
      <w:r w:rsidRPr="0008494A">
        <w:rPr>
          <w:rStyle w:val="Emphasis"/>
          <w:highlight w:val="cyan"/>
        </w:rPr>
        <w:t>Congress</w:t>
      </w:r>
      <w:r w:rsidRPr="00463483">
        <w:rPr>
          <w:rStyle w:val="StyleUnderline"/>
        </w:rPr>
        <w:t xml:space="preserve"> </w:t>
      </w:r>
      <w:r w:rsidRPr="00871A91">
        <w:rPr>
          <w:rStyle w:val="StyleUnderline"/>
        </w:rPr>
        <w:t xml:space="preserve">has the authority to </w:t>
      </w:r>
      <w:r w:rsidRPr="00461B4F">
        <w:rPr>
          <w:rStyle w:val="Emphasis"/>
        </w:rPr>
        <w:t>oversee</w:t>
      </w:r>
      <w:r w:rsidRPr="00871A91">
        <w:rPr>
          <w:rStyle w:val="StyleUnderline"/>
        </w:rPr>
        <w:t xml:space="preserve"> the </w:t>
      </w:r>
      <w:r w:rsidRPr="00461B4F">
        <w:rPr>
          <w:rStyle w:val="Emphasis"/>
        </w:rPr>
        <w:t>exec</w:t>
      </w:r>
      <w:r w:rsidRPr="007D3BB6">
        <w:rPr>
          <w:sz w:val="16"/>
          <w:szCs w:val="16"/>
        </w:rPr>
        <w:t xml:space="preserve">utive branch. This means </w:t>
      </w:r>
      <w:r w:rsidRPr="00871A91">
        <w:rPr>
          <w:rStyle w:val="StyleUnderline"/>
        </w:rPr>
        <w:t xml:space="preserve">they </w:t>
      </w:r>
      <w:r w:rsidRPr="0008494A">
        <w:rPr>
          <w:rStyle w:val="StyleUnderline"/>
          <w:highlight w:val="cyan"/>
        </w:rPr>
        <w:t>can</w:t>
      </w:r>
      <w:r w:rsidRPr="00463483">
        <w:rPr>
          <w:rStyle w:val="StyleUnderline"/>
        </w:rPr>
        <w:t xml:space="preserve"> </w:t>
      </w:r>
      <w:r w:rsidRPr="00871A91">
        <w:rPr>
          <w:rStyle w:val="StyleUnderline"/>
        </w:rPr>
        <w:t>hold hearings</w:t>
      </w:r>
      <w:r w:rsidRPr="007D3BB6">
        <w:rPr>
          <w:sz w:val="16"/>
          <w:szCs w:val="16"/>
        </w:rPr>
        <w:t xml:space="preserve"> and </w:t>
      </w:r>
      <w:r w:rsidRPr="001F6397">
        <w:rPr>
          <w:rStyle w:val="StyleUnderline"/>
        </w:rPr>
        <w:t>launch investigations</w:t>
      </w:r>
      <w:r w:rsidRPr="007D3BB6">
        <w:rPr>
          <w:sz w:val="16"/>
          <w:szCs w:val="16"/>
        </w:rPr>
        <w:t xml:space="preserve"> into misconduct, corruption, or unconstitutional actions by the President or his administration. With a Democratic majority, those committees investigating would </w:t>
      </w:r>
      <w:r w:rsidRPr="00871A91">
        <w:rPr>
          <w:rStyle w:val="StyleUnderline"/>
        </w:rPr>
        <w:t>no longer turn a blind eye</w:t>
      </w:r>
      <w:r w:rsidRPr="007D3BB6">
        <w:rPr>
          <w:sz w:val="16"/>
          <w:szCs w:val="16"/>
        </w:rPr>
        <w:t>.</w:t>
      </w:r>
    </w:p>
    <w:p w14:paraId="788435B2" w14:textId="77777777" w:rsidR="001B2360" w:rsidRPr="007D3BB6" w:rsidRDefault="001B2360" w:rsidP="001B2360">
      <w:pPr>
        <w:rPr>
          <w:sz w:val="16"/>
          <w:szCs w:val="16"/>
        </w:rPr>
      </w:pPr>
      <w:r w:rsidRPr="007D3BB6">
        <w:rPr>
          <w:sz w:val="16"/>
          <w:szCs w:val="16"/>
        </w:rPr>
        <w:t xml:space="preserve">They can </w:t>
      </w:r>
      <w:r w:rsidRPr="00871A91">
        <w:rPr>
          <w:rStyle w:val="StyleUnderline"/>
        </w:rPr>
        <w:t>shine a bright light on what’s</w:t>
      </w:r>
      <w:r w:rsidRPr="007D3BB6">
        <w:rPr>
          <w:sz w:val="16"/>
          <w:szCs w:val="16"/>
        </w:rPr>
        <w:t xml:space="preserve"> been </w:t>
      </w:r>
      <w:r w:rsidRPr="00871A91">
        <w:rPr>
          <w:rStyle w:val="StyleUnderline"/>
        </w:rPr>
        <w:t>happening</w:t>
      </w:r>
      <w:r w:rsidRPr="007D3BB6">
        <w:rPr>
          <w:sz w:val="16"/>
          <w:szCs w:val="16"/>
        </w:rPr>
        <w:t xml:space="preserve"> behind closed doors. Think about the power of truth, when wrongdoing is exposed in the public eye, it becomes a lot harder for it to continue. Hearings can reveal, for example, if officials are abusing power, if taxpayer money is being misused, or if rights are being violated.</w:t>
      </w:r>
    </w:p>
    <w:p w14:paraId="030CF151" w14:textId="77777777" w:rsidR="001B2360" w:rsidRPr="007D3BB6" w:rsidRDefault="001B2360" w:rsidP="001B2360">
      <w:pPr>
        <w:rPr>
          <w:sz w:val="16"/>
          <w:szCs w:val="16"/>
        </w:rPr>
      </w:pPr>
      <w:r w:rsidRPr="007D3BB6">
        <w:rPr>
          <w:sz w:val="16"/>
          <w:szCs w:val="16"/>
        </w:rPr>
        <w:t xml:space="preserve">We saw this work in the past: it was </w:t>
      </w:r>
      <w:r w:rsidRPr="00871A91">
        <w:rPr>
          <w:rStyle w:val="StyleUnderline"/>
        </w:rPr>
        <w:t>congressional investigations</w:t>
      </w:r>
      <w:r w:rsidRPr="007D3BB6">
        <w:rPr>
          <w:sz w:val="16"/>
          <w:szCs w:val="16"/>
        </w:rPr>
        <w:t xml:space="preserve"> that </w:t>
      </w:r>
      <w:r w:rsidRPr="00871A91">
        <w:rPr>
          <w:rStyle w:val="StyleUnderline"/>
        </w:rPr>
        <w:t>uncovered</w:t>
      </w:r>
      <w:r w:rsidRPr="007D3BB6">
        <w:rPr>
          <w:sz w:val="16"/>
          <w:szCs w:val="16"/>
        </w:rPr>
        <w:t xml:space="preserve"> the </w:t>
      </w:r>
      <w:r w:rsidRPr="00871A91">
        <w:rPr>
          <w:rStyle w:val="Emphasis"/>
        </w:rPr>
        <w:t>Watergate</w:t>
      </w:r>
      <w:r w:rsidRPr="007D3BB6">
        <w:rPr>
          <w:sz w:val="16"/>
          <w:szCs w:val="16"/>
        </w:rPr>
        <w:t xml:space="preserve"> scandal long ago, and more recently, a </w:t>
      </w:r>
      <w:r w:rsidRPr="00871A91">
        <w:rPr>
          <w:rStyle w:val="StyleUnderline"/>
        </w:rPr>
        <w:t xml:space="preserve">Democratic-led House in 2019 was able to </w:t>
      </w:r>
      <w:r w:rsidRPr="00184A62">
        <w:rPr>
          <w:rStyle w:val="Emphasis"/>
          <w:sz w:val="30"/>
          <w:szCs w:val="30"/>
          <w:highlight w:val="cyan"/>
        </w:rPr>
        <w:t>investigate</w:t>
      </w:r>
      <w:r w:rsidRPr="00463483">
        <w:rPr>
          <w:rStyle w:val="Emphasis"/>
          <w:highlight w:val="cyan"/>
        </w:rPr>
        <w:t xml:space="preserve"> and</w:t>
      </w:r>
      <w:r w:rsidRPr="00184A62">
        <w:rPr>
          <w:rStyle w:val="Emphasis"/>
          <w:sz w:val="30"/>
          <w:szCs w:val="30"/>
          <w:highlight w:val="cyan"/>
        </w:rPr>
        <w:t xml:space="preserve"> impeach</w:t>
      </w:r>
      <w:r w:rsidRPr="00463483">
        <w:rPr>
          <w:rStyle w:val="StyleUnderline"/>
          <w:highlight w:val="cyan"/>
        </w:rPr>
        <w:t xml:space="preserve"> Trump</w:t>
      </w:r>
      <w:r w:rsidRPr="00463483">
        <w:rPr>
          <w:rStyle w:val="StyleUnderline"/>
        </w:rPr>
        <w:t xml:space="preserve"> over abuse</w:t>
      </w:r>
      <w:r w:rsidRPr="00461B4F">
        <w:rPr>
          <w:rStyle w:val="StyleUnderline"/>
        </w:rPr>
        <w:t xml:space="preserve"> of power</w:t>
      </w:r>
      <w:r w:rsidRPr="007D3BB6">
        <w:rPr>
          <w:sz w:val="16"/>
          <w:szCs w:val="16"/>
        </w:rPr>
        <w:t>. Oversight is a way of saying, “We’re watching, and you will be held accountable.”</w:t>
      </w:r>
    </w:p>
    <w:p w14:paraId="22926973" w14:textId="77777777" w:rsidR="001B2360" w:rsidRPr="007D3BB6" w:rsidRDefault="001B2360" w:rsidP="001B2360">
      <w:pPr>
        <w:rPr>
          <w:sz w:val="16"/>
          <w:szCs w:val="16"/>
        </w:rPr>
      </w:pPr>
      <w:r w:rsidRPr="007D3BB6">
        <w:rPr>
          <w:sz w:val="16"/>
          <w:szCs w:val="16"/>
        </w:rPr>
        <w:t xml:space="preserve">Subpoena Power: As part of oversight, </w:t>
      </w:r>
      <w:r w:rsidRPr="00871A91">
        <w:rPr>
          <w:rStyle w:val="StyleUnderline"/>
        </w:rPr>
        <w:t xml:space="preserve">Congress can </w:t>
      </w:r>
      <w:r w:rsidRPr="001F6397">
        <w:rPr>
          <w:rStyle w:val="Emphasis"/>
          <w:highlight w:val="cyan"/>
        </w:rPr>
        <w:t>issue subpoenas</w:t>
      </w:r>
      <w:r w:rsidRPr="007D3BB6">
        <w:rPr>
          <w:sz w:val="16"/>
          <w:szCs w:val="16"/>
        </w:rPr>
        <w:t xml:space="preserve"> to compel witnesses to testify and produce documents. This might sound technical, but it’s basically the power </w:t>
      </w:r>
      <w:r w:rsidRPr="00871A91">
        <w:rPr>
          <w:rStyle w:val="StyleUnderline"/>
        </w:rPr>
        <w:t xml:space="preserve">to force the </w:t>
      </w:r>
      <w:r w:rsidRPr="00871A91">
        <w:rPr>
          <w:rStyle w:val="Emphasis"/>
        </w:rPr>
        <w:t>truth out</w:t>
      </w:r>
      <w:r w:rsidRPr="007D3BB6">
        <w:rPr>
          <w:sz w:val="16"/>
          <w:szCs w:val="16"/>
        </w:rPr>
        <w:t xml:space="preserve"> into the open.</w:t>
      </w:r>
    </w:p>
    <w:p w14:paraId="65E41D05" w14:textId="77777777" w:rsidR="001B2360" w:rsidRPr="007D3BB6" w:rsidRDefault="001B2360" w:rsidP="001B2360">
      <w:pPr>
        <w:rPr>
          <w:sz w:val="16"/>
          <w:szCs w:val="16"/>
        </w:rPr>
      </w:pPr>
      <w:r w:rsidRPr="007D3BB6">
        <w:rPr>
          <w:sz w:val="16"/>
          <w:szCs w:val="16"/>
        </w:rPr>
        <w:t>Right now, a lot of truth is being hidden from the American people, whether it’s details about backroom deals, communication with foreign powers, or internal decisions that affect all of us. A Congress willing to use subpoena power can drag those facts into the sunlight.</w:t>
      </w:r>
    </w:p>
    <w:p w14:paraId="7B3A3B27" w14:textId="77777777" w:rsidR="001B2360" w:rsidRPr="007D3BB6" w:rsidRDefault="001B2360" w:rsidP="001B2360">
      <w:pPr>
        <w:rPr>
          <w:sz w:val="16"/>
          <w:szCs w:val="16"/>
        </w:rPr>
      </w:pPr>
      <w:r w:rsidRPr="007D3BB6">
        <w:rPr>
          <w:sz w:val="16"/>
          <w:szCs w:val="16"/>
        </w:rPr>
        <w:t xml:space="preserve">For instance, </w:t>
      </w:r>
      <w:r w:rsidRPr="00871A91">
        <w:rPr>
          <w:rStyle w:val="StyleUnderline"/>
        </w:rPr>
        <w:t>if there are allegations</w:t>
      </w:r>
      <w:r w:rsidRPr="007D3BB6">
        <w:rPr>
          <w:sz w:val="16"/>
          <w:szCs w:val="16"/>
        </w:rPr>
        <w:t xml:space="preserve"> that the administration is using government agencies to persecute political opponents or that officials are violating ethics laws, </w:t>
      </w:r>
      <w:r w:rsidRPr="00871A91">
        <w:rPr>
          <w:rStyle w:val="StyleUnderline"/>
        </w:rPr>
        <w:t>subpoenas</w:t>
      </w:r>
      <w:r w:rsidRPr="007D3BB6">
        <w:rPr>
          <w:sz w:val="16"/>
          <w:szCs w:val="16"/>
        </w:rPr>
        <w:t xml:space="preserve"> can </w:t>
      </w:r>
      <w:r w:rsidRPr="00871A91">
        <w:rPr>
          <w:rStyle w:val="StyleUnderline"/>
        </w:rPr>
        <w:t>bring</w:t>
      </w:r>
      <w:r w:rsidRPr="007D3BB6">
        <w:rPr>
          <w:sz w:val="16"/>
          <w:szCs w:val="16"/>
        </w:rPr>
        <w:t xml:space="preserve"> those </w:t>
      </w:r>
      <w:r w:rsidRPr="00871A91">
        <w:rPr>
          <w:rStyle w:val="StyleUnderline"/>
        </w:rPr>
        <w:t xml:space="preserve">officials before Congress to </w:t>
      </w:r>
      <w:r w:rsidRPr="00461B4F">
        <w:rPr>
          <w:rStyle w:val="Emphasis"/>
        </w:rPr>
        <w:t>answer under oath</w:t>
      </w:r>
      <w:r w:rsidRPr="007D3BB6">
        <w:rPr>
          <w:sz w:val="16"/>
          <w:szCs w:val="16"/>
        </w:rPr>
        <w:t>. It puts a real check on abuse because lying under oath is a crime, and refusing a lawful subpoena can lead to contempt charges. In short, subpoenas are how Congress says, “You must tell the truth, whether the president likes it or not.”</w:t>
      </w:r>
    </w:p>
    <w:p w14:paraId="03FC4E6B" w14:textId="77777777" w:rsidR="001B2360" w:rsidRPr="007D3BB6" w:rsidRDefault="001B2360" w:rsidP="001B2360">
      <w:pPr>
        <w:rPr>
          <w:sz w:val="16"/>
          <w:szCs w:val="16"/>
        </w:rPr>
      </w:pPr>
      <w:r w:rsidRPr="007D3BB6">
        <w:rPr>
          <w:sz w:val="16"/>
          <w:szCs w:val="16"/>
        </w:rPr>
        <w:t xml:space="preserve">The Power of the Purse: This is one of Congress’s most critical powers. Only </w:t>
      </w:r>
      <w:r w:rsidRPr="00F63965">
        <w:rPr>
          <w:rStyle w:val="StyleUnderline"/>
        </w:rPr>
        <w:t xml:space="preserve">Congress can </w:t>
      </w:r>
      <w:r w:rsidRPr="001F6397">
        <w:rPr>
          <w:rStyle w:val="Emphasis"/>
          <w:highlight w:val="cyan"/>
        </w:rPr>
        <w:t>appropriate money</w:t>
      </w:r>
      <w:r w:rsidRPr="00463483">
        <w:rPr>
          <w:rStyle w:val="StyleUnderline"/>
        </w:rPr>
        <w:t xml:space="preserve"> </w:t>
      </w:r>
      <w:r w:rsidRPr="00F63965">
        <w:rPr>
          <w:rStyle w:val="StyleUnderline"/>
        </w:rPr>
        <w:t>for</w:t>
      </w:r>
      <w:r w:rsidRPr="007D3BB6">
        <w:rPr>
          <w:sz w:val="16"/>
          <w:szCs w:val="16"/>
        </w:rPr>
        <w:t xml:space="preserve"> government </w:t>
      </w:r>
      <w:r w:rsidRPr="00F63965">
        <w:rPr>
          <w:rStyle w:val="StyleUnderline"/>
        </w:rPr>
        <w:t>operations</w:t>
      </w:r>
      <w:r w:rsidRPr="007D3BB6">
        <w:rPr>
          <w:sz w:val="16"/>
          <w:szCs w:val="16"/>
        </w:rPr>
        <w:t xml:space="preserve">. In practice, this means if the President wants to fund a controversial project or enforce a harmful policy, a determined Congress can say, “Not with taxpayer dollars, you won’t.” </w:t>
      </w:r>
      <w:r w:rsidRPr="00F63965">
        <w:rPr>
          <w:rStyle w:val="StyleUnderline"/>
        </w:rPr>
        <w:t xml:space="preserve">A </w:t>
      </w:r>
      <w:r w:rsidRPr="00461B4F">
        <w:rPr>
          <w:rStyle w:val="Emphasis"/>
        </w:rPr>
        <w:t>Dem</w:t>
      </w:r>
      <w:r w:rsidRPr="00F63965">
        <w:rPr>
          <w:rStyle w:val="StyleUnderline"/>
        </w:rPr>
        <w:t xml:space="preserve">ocratic </w:t>
      </w:r>
      <w:r w:rsidRPr="00461B4F">
        <w:rPr>
          <w:rStyle w:val="Emphasis"/>
        </w:rPr>
        <w:t>majority</w:t>
      </w:r>
      <w:r w:rsidRPr="00F63965">
        <w:rPr>
          <w:rStyle w:val="StyleUnderline"/>
        </w:rPr>
        <w:t xml:space="preserve"> could </w:t>
      </w:r>
      <w:r w:rsidRPr="001F6397">
        <w:rPr>
          <w:rStyle w:val="Emphasis"/>
          <w:highlight w:val="cyan"/>
        </w:rPr>
        <w:t>block</w:t>
      </w:r>
      <w:r w:rsidRPr="007D3BB6">
        <w:rPr>
          <w:sz w:val="16"/>
          <w:szCs w:val="16"/>
        </w:rPr>
        <w:t xml:space="preserve"> funding for any number of </w:t>
      </w:r>
      <w:r w:rsidRPr="00461B4F">
        <w:rPr>
          <w:rStyle w:val="Emphasis"/>
        </w:rPr>
        <w:t>Trump’s</w:t>
      </w:r>
      <w:r w:rsidRPr="00F63965">
        <w:rPr>
          <w:rStyle w:val="StyleUnderline"/>
        </w:rPr>
        <w:t xml:space="preserve"> harmful </w:t>
      </w:r>
      <w:r w:rsidRPr="001F6397">
        <w:rPr>
          <w:rStyle w:val="Emphasis"/>
          <w:highlight w:val="cyan"/>
        </w:rPr>
        <w:t>initiatives</w:t>
      </w:r>
      <w:r w:rsidRPr="007D3BB6">
        <w:rPr>
          <w:sz w:val="16"/>
          <w:szCs w:val="16"/>
        </w:rPr>
        <w:t>.</w:t>
      </w:r>
    </w:p>
    <w:p w14:paraId="01590D1B" w14:textId="77777777" w:rsidR="001B2360" w:rsidRPr="007D3BB6" w:rsidRDefault="001B2360" w:rsidP="001B2360">
      <w:pPr>
        <w:rPr>
          <w:sz w:val="16"/>
          <w:szCs w:val="16"/>
        </w:rPr>
      </w:pPr>
      <w:r w:rsidRPr="007D3BB6">
        <w:rPr>
          <w:sz w:val="16"/>
          <w:szCs w:val="16"/>
        </w:rPr>
        <w:t xml:space="preserve">For example, if Trump issues an executive order that hurts the environment or sets up some kind of overreaching task force to target his critics, Congress can pass a budget that explicitly prohibits spending money on that. </w:t>
      </w:r>
      <w:r w:rsidRPr="00F63965">
        <w:rPr>
          <w:rStyle w:val="StyleUnderline"/>
        </w:rPr>
        <w:t>On the positive side</w:t>
      </w:r>
      <w:r w:rsidRPr="007D3BB6">
        <w:rPr>
          <w:sz w:val="16"/>
          <w:szCs w:val="16"/>
        </w:rPr>
        <w:t xml:space="preserve">, Congress can </w:t>
      </w:r>
      <w:r w:rsidRPr="001F6397">
        <w:rPr>
          <w:rStyle w:val="Emphasis"/>
          <w:highlight w:val="cyan"/>
        </w:rPr>
        <w:t>direct</w:t>
      </w:r>
      <w:r w:rsidRPr="001F6397">
        <w:rPr>
          <w:rStyle w:val="StyleUnderline"/>
          <w:highlight w:val="cyan"/>
        </w:rPr>
        <w:t xml:space="preserve"> funding </w:t>
      </w:r>
      <w:r w:rsidRPr="00463483">
        <w:rPr>
          <w:rStyle w:val="StyleUnderline"/>
          <w:highlight w:val="cyan"/>
        </w:rPr>
        <w:t>to</w:t>
      </w:r>
      <w:r w:rsidRPr="00463483">
        <w:rPr>
          <w:rStyle w:val="StyleUnderline"/>
        </w:rPr>
        <w:t>ward</w:t>
      </w:r>
      <w:r w:rsidRPr="007D3BB6">
        <w:rPr>
          <w:sz w:val="16"/>
          <w:szCs w:val="16"/>
        </w:rPr>
        <w:t xml:space="preserve"> the things that help people, </w:t>
      </w:r>
      <w:r w:rsidRPr="00461B4F">
        <w:rPr>
          <w:rStyle w:val="Emphasis"/>
        </w:rPr>
        <w:t>education</w:t>
      </w:r>
      <w:r w:rsidRPr="007D3BB6">
        <w:rPr>
          <w:sz w:val="16"/>
          <w:szCs w:val="16"/>
        </w:rPr>
        <w:t xml:space="preserve">, </w:t>
      </w:r>
      <w:r w:rsidRPr="001F6397">
        <w:rPr>
          <w:rStyle w:val="Emphasis"/>
          <w:highlight w:val="cyan"/>
        </w:rPr>
        <w:t>health</w:t>
      </w:r>
      <w:r w:rsidRPr="00461B4F">
        <w:rPr>
          <w:rStyle w:val="Emphasis"/>
        </w:rPr>
        <w:t>care</w:t>
      </w:r>
      <w:r w:rsidRPr="007D3BB6">
        <w:rPr>
          <w:sz w:val="16"/>
          <w:szCs w:val="16"/>
        </w:rPr>
        <w:t xml:space="preserve">, </w:t>
      </w:r>
      <w:r w:rsidRPr="00461B4F">
        <w:rPr>
          <w:rStyle w:val="Emphasis"/>
        </w:rPr>
        <w:t xml:space="preserve">disaster </w:t>
      </w:r>
      <w:r w:rsidRPr="001F6397">
        <w:rPr>
          <w:rStyle w:val="Emphasis"/>
          <w:highlight w:val="cyan"/>
        </w:rPr>
        <w:t>relief</w:t>
      </w:r>
      <w:r w:rsidRPr="007D3BB6">
        <w:rPr>
          <w:sz w:val="16"/>
          <w:szCs w:val="16"/>
        </w:rPr>
        <w:t xml:space="preserve">, </w:t>
      </w:r>
      <w:r w:rsidRPr="00461B4F">
        <w:rPr>
          <w:rStyle w:val="Emphasis"/>
        </w:rPr>
        <w:t>infrastructure</w:t>
      </w:r>
      <w:r w:rsidRPr="007D3BB6">
        <w:rPr>
          <w:sz w:val="16"/>
          <w:szCs w:val="16"/>
        </w:rPr>
        <w:t xml:space="preserve">, and away from things that do harm. It’s an immense leverage point. Even </w:t>
      </w:r>
      <w:r w:rsidRPr="00F63965">
        <w:rPr>
          <w:rStyle w:val="StyleUnderline"/>
        </w:rPr>
        <w:t>the most powerful president cannot spend money that Congress refuses</w:t>
      </w:r>
      <w:r w:rsidRPr="007D3BB6">
        <w:rPr>
          <w:sz w:val="16"/>
          <w:szCs w:val="16"/>
        </w:rPr>
        <w:t xml:space="preserve"> to provide. By controlling the purse strings, a Democratic House and Senate can effectively stop many of the damaging policies in their tracks.</w:t>
      </w:r>
    </w:p>
    <w:p w14:paraId="50587B0E" w14:textId="77777777" w:rsidR="001B2360" w:rsidRPr="007D3BB6" w:rsidRDefault="001B2360" w:rsidP="001B2360">
      <w:pPr>
        <w:rPr>
          <w:sz w:val="16"/>
          <w:szCs w:val="16"/>
        </w:rPr>
      </w:pPr>
      <w:r w:rsidRPr="007D3BB6">
        <w:rPr>
          <w:sz w:val="16"/>
          <w:szCs w:val="16"/>
        </w:rPr>
        <w:t>Legislative Authority (Passing and Blocking Laws): Congress is the only branch that can make federal laws. With a majority, Democrats could block any new laws Trump’s allies try to push that would hurt our democracy or rights.</w:t>
      </w:r>
    </w:p>
    <w:p w14:paraId="6D75B568" w14:textId="77777777" w:rsidR="001B2360" w:rsidRPr="007D3BB6" w:rsidRDefault="001B2360" w:rsidP="001B2360">
      <w:pPr>
        <w:rPr>
          <w:sz w:val="16"/>
          <w:szCs w:val="16"/>
        </w:rPr>
      </w:pPr>
      <w:r w:rsidRPr="007D3BB6">
        <w:rPr>
          <w:sz w:val="16"/>
          <w:szCs w:val="16"/>
        </w:rPr>
        <w:t xml:space="preserve">Think about </w:t>
      </w:r>
      <w:r w:rsidRPr="00E03735">
        <w:rPr>
          <w:rStyle w:val="StyleUnderline"/>
        </w:rPr>
        <w:t>proposals</w:t>
      </w:r>
      <w:r w:rsidRPr="007D3BB6">
        <w:rPr>
          <w:sz w:val="16"/>
          <w:szCs w:val="16"/>
        </w:rPr>
        <w:t xml:space="preserve"> that may be </w:t>
      </w:r>
      <w:r w:rsidRPr="00E03735">
        <w:rPr>
          <w:rStyle w:val="StyleUnderline"/>
        </w:rPr>
        <w:t>on the table</w:t>
      </w:r>
      <w:r w:rsidRPr="007D3BB6">
        <w:rPr>
          <w:sz w:val="16"/>
          <w:szCs w:val="16"/>
        </w:rPr>
        <w:t xml:space="preserve">: a </w:t>
      </w:r>
      <w:r w:rsidRPr="00E03735">
        <w:rPr>
          <w:rStyle w:val="StyleUnderline"/>
        </w:rPr>
        <w:t xml:space="preserve">national </w:t>
      </w:r>
      <w:r w:rsidRPr="00461B4F">
        <w:rPr>
          <w:rStyle w:val="Emphasis"/>
        </w:rPr>
        <w:t>abortion ban</w:t>
      </w:r>
      <w:r w:rsidRPr="007D3BB6">
        <w:rPr>
          <w:sz w:val="16"/>
          <w:szCs w:val="16"/>
        </w:rPr>
        <w:t xml:space="preserve">, </w:t>
      </w:r>
      <w:r w:rsidRPr="00461B4F">
        <w:rPr>
          <w:rStyle w:val="Emphasis"/>
        </w:rPr>
        <w:t>cuts to S</w:t>
      </w:r>
      <w:r w:rsidRPr="00E03735">
        <w:rPr>
          <w:rStyle w:val="StyleUnderline"/>
        </w:rPr>
        <w:t xml:space="preserve">ocial </w:t>
      </w:r>
      <w:r w:rsidRPr="00461B4F">
        <w:rPr>
          <w:rStyle w:val="Emphasis"/>
        </w:rPr>
        <w:t>S</w:t>
      </w:r>
      <w:r w:rsidRPr="00E03735">
        <w:rPr>
          <w:rStyle w:val="StyleUnderline"/>
        </w:rPr>
        <w:t>ecurity</w:t>
      </w:r>
      <w:r w:rsidRPr="007D3BB6">
        <w:rPr>
          <w:sz w:val="16"/>
          <w:szCs w:val="16"/>
        </w:rPr>
        <w:t xml:space="preserve"> or Medicare, </w:t>
      </w:r>
      <w:r w:rsidRPr="00E03735">
        <w:rPr>
          <w:rStyle w:val="StyleUnderline"/>
        </w:rPr>
        <w:t xml:space="preserve">laws undermining </w:t>
      </w:r>
      <w:r w:rsidRPr="00461B4F">
        <w:rPr>
          <w:rStyle w:val="Emphasis"/>
        </w:rPr>
        <w:t>voting rights</w:t>
      </w:r>
      <w:r w:rsidRPr="007D3BB6">
        <w:rPr>
          <w:sz w:val="16"/>
          <w:szCs w:val="16"/>
        </w:rPr>
        <w:t xml:space="preserve">, or </w:t>
      </w:r>
      <w:r w:rsidRPr="00461B4F">
        <w:rPr>
          <w:rStyle w:val="Emphasis"/>
        </w:rPr>
        <w:t>extremist cultural laws</w:t>
      </w:r>
      <w:r w:rsidRPr="00E03735">
        <w:rPr>
          <w:rStyle w:val="StyleUnderline"/>
        </w:rPr>
        <w:t xml:space="preserve"> that attack LGBTQ citizens</w:t>
      </w:r>
      <w:r w:rsidRPr="007D3BB6">
        <w:rPr>
          <w:sz w:val="16"/>
          <w:szCs w:val="16"/>
        </w:rPr>
        <w:t xml:space="preserve"> or other groups. Right now, those kinds of bills might have a chance. With a Democratic majority, they would never see the light of day.</w:t>
      </w:r>
    </w:p>
    <w:p w14:paraId="57BD3C9C" w14:textId="77777777" w:rsidR="001B2360" w:rsidRPr="007D3BB6" w:rsidRDefault="001B2360" w:rsidP="001B2360">
      <w:pPr>
        <w:rPr>
          <w:sz w:val="16"/>
          <w:szCs w:val="16"/>
        </w:rPr>
      </w:pPr>
      <w:r w:rsidRPr="00003907">
        <w:rPr>
          <w:rStyle w:val="StyleUnderline"/>
        </w:rPr>
        <w:t>Blocking bad legislation</w:t>
      </w:r>
      <w:r w:rsidRPr="007D3BB6">
        <w:rPr>
          <w:sz w:val="16"/>
          <w:szCs w:val="16"/>
        </w:rPr>
        <w:t xml:space="preserve"> is vital, it </w:t>
      </w:r>
      <w:r w:rsidRPr="00003907">
        <w:rPr>
          <w:rStyle w:val="StyleUnderline"/>
        </w:rPr>
        <w:t>prevents further damage</w:t>
      </w:r>
      <w:r w:rsidRPr="007D3BB6">
        <w:rPr>
          <w:sz w:val="16"/>
          <w:szCs w:val="16"/>
        </w:rPr>
        <w:t xml:space="preserve">. But it’s not just about defense. A new majority can go on offense by passing bills that protect our democracy and our people. Now, it’s true that Trump as president could veto </w:t>
      </w:r>
      <w:r w:rsidRPr="00003907">
        <w:rPr>
          <w:rStyle w:val="StyleUnderline"/>
        </w:rPr>
        <w:t>bills</w:t>
      </w:r>
      <w:r w:rsidRPr="007D3BB6">
        <w:rPr>
          <w:sz w:val="16"/>
          <w:szCs w:val="16"/>
        </w:rPr>
        <w:t xml:space="preserve"> he doesn’t like, but passing them still matters. It </w:t>
      </w:r>
      <w:r w:rsidRPr="00463483">
        <w:rPr>
          <w:rStyle w:val="Emphasis"/>
        </w:rPr>
        <w:t>force</w:t>
      </w:r>
      <w:r w:rsidRPr="007D3BB6">
        <w:rPr>
          <w:sz w:val="16"/>
          <w:szCs w:val="16"/>
        </w:rPr>
        <w:t xml:space="preserve">s a </w:t>
      </w:r>
      <w:r w:rsidRPr="00463483">
        <w:rPr>
          <w:rStyle w:val="Emphasis"/>
        </w:rPr>
        <w:t>public conversation</w:t>
      </w:r>
      <w:r w:rsidRPr="00463483">
        <w:rPr>
          <w:rStyle w:val="StyleUnderline"/>
        </w:rPr>
        <w:t xml:space="preserve"> and pressures</w:t>
      </w:r>
      <w:r w:rsidRPr="007D3BB6">
        <w:rPr>
          <w:sz w:val="16"/>
          <w:szCs w:val="16"/>
        </w:rPr>
        <w:t xml:space="preserve"> even </w:t>
      </w:r>
      <w:r w:rsidRPr="00463483">
        <w:rPr>
          <w:rStyle w:val="StyleUnderline"/>
        </w:rPr>
        <w:t>members</w:t>
      </w:r>
      <w:r w:rsidRPr="007D3BB6">
        <w:rPr>
          <w:sz w:val="16"/>
          <w:szCs w:val="16"/>
        </w:rPr>
        <w:t xml:space="preserve"> of his party to take stands. In some cases, if enough Republicans feel the heat, Congress could even override a veto.</w:t>
      </w:r>
    </w:p>
    <w:p w14:paraId="11CB00D2" w14:textId="77777777" w:rsidR="001B2360" w:rsidRPr="007D3BB6" w:rsidRDefault="001B2360" w:rsidP="001B2360">
      <w:pPr>
        <w:rPr>
          <w:sz w:val="16"/>
          <w:szCs w:val="16"/>
        </w:rPr>
      </w:pPr>
      <w:r w:rsidRPr="007D3BB6">
        <w:rPr>
          <w:sz w:val="16"/>
          <w:szCs w:val="16"/>
        </w:rPr>
        <w:t xml:space="preserve">For instance, a law to safeguard elections or to help veterans shouldn’t be something a president vetoes without paying a political price. A Democratic Congress can put good legislation on his desk and dare him to reject it. And </w:t>
      </w:r>
      <w:r w:rsidRPr="00463483">
        <w:rPr>
          <w:rStyle w:val="StyleUnderline"/>
        </w:rPr>
        <w:t xml:space="preserve">in any </w:t>
      </w:r>
      <w:r w:rsidRPr="00463483">
        <w:rPr>
          <w:rStyle w:val="Emphasis"/>
        </w:rPr>
        <w:t>must-pass bills</w:t>
      </w:r>
      <w:r w:rsidRPr="007D3BB6">
        <w:rPr>
          <w:sz w:val="16"/>
          <w:szCs w:val="16"/>
        </w:rPr>
        <w:t xml:space="preserve"> (like funding the government), </w:t>
      </w:r>
      <w:r w:rsidRPr="00463483">
        <w:rPr>
          <w:rStyle w:val="StyleUnderline"/>
        </w:rPr>
        <w:t>they can</w:t>
      </w:r>
      <w:r w:rsidRPr="007D3BB6">
        <w:rPr>
          <w:sz w:val="16"/>
          <w:szCs w:val="16"/>
        </w:rPr>
        <w:t xml:space="preserve"> include provisions that </w:t>
      </w:r>
      <w:r w:rsidRPr="001F6397">
        <w:rPr>
          <w:rStyle w:val="Emphasis"/>
          <w:highlight w:val="cyan"/>
        </w:rPr>
        <w:t>rein in abuses</w:t>
      </w:r>
      <w:r w:rsidRPr="007D3BB6">
        <w:rPr>
          <w:sz w:val="16"/>
          <w:szCs w:val="16"/>
        </w:rPr>
        <w:t xml:space="preserve">, </w:t>
      </w:r>
      <w:r w:rsidRPr="00904FF4">
        <w:rPr>
          <w:rStyle w:val="StyleUnderline"/>
        </w:rPr>
        <w:t>knowing the President has to sign</w:t>
      </w:r>
      <w:r w:rsidRPr="007D3BB6">
        <w:rPr>
          <w:sz w:val="16"/>
          <w:szCs w:val="16"/>
        </w:rPr>
        <w:t xml:space="preserve"> or face a shutdown that he’d be blamed for. In these ways, writing and shaping laws gives Congress immense power to direct the country’s course.</w:t>
      </w:r>
    </w:p>
    <w:p w14:paraId="33EB2B17" w14:textId="77777777" w:rsidR="001B2360" w:rsidRPr="007D3BB6" w:rsidRDefault="001B2360" w:rsidP="001B2360">
      <w:pPr>
        <w:rPr>
          <w:sz w:val="16"/>
          <w:szCs w:val="16"/>
        </w:rPr>
      </w:pPr>
      <w:r w:rsidRPr="007D3BB6">
        <w:rPr>
          <w:sz w:val="16"/>
          <w:szCs w:val="16"/>
        </w:rPr>
        <w:t xml:space="preserve">Advice and Consent (Senate’s Confirmation Power): The Senate has a unique role in confirming or rejecting the President’s appointments for key positions, from Cabinet secretaries to federal judges, including Supreme Court justices. If </w:t>
      </w:r>
      <w:r w:rsidRPr="004A0119">
        <w:rPr>
          <w:rStyle w:val="StyleUnderline"/>
        </w:rPr>
        <w:t>Dem</w:t>
      </w:r>
      <w:r w:rsidRPr="007D3BB6">
        <w:rPr>
          <w:sz w:val="16"/>
          <w:szCs w:val="16"/>
        </w:rPr>
        <w:t>ocrat</w:t>
      </w:r>
      <w:r w:rsidRPr="004A0119">
        <w:rPr>
          <w:rStyle w:val="StyleUnderline"/>
        </w:rPr>
        <w:t>s</w:t>
      </w:r>
      <w:r w:rsidRPr="007D3BB6">
        <w:rPr>
          <w:sz w:val="16"/>
          <w:szCs w:val="16"/>
        </w:rPr>
        <w:t xml:space="preserve"> have the majority in the Senate, they </w:t>
      </w:r>
      <w:r w:rsidRPr="00AA0818">
        <w:rPr>
          <w:rStyle w:val="StyleUnderline"/>
        </w:rPr>
        <w:t xml:space="preserve">can </w:t>
      </w:r>
      <w:r w:rsidRPr="00661C67">
        <w:rPr>
          <w:rStyle w:val="Emphasis"/>
          <w:highlight w:val="cyan"/>
        </w:rPr>
        <w:t>ensure</w:t>
      </w:r>
      <w:r w:rsidRPr="007D3BB6">
        <w:rPr>
          <w:sz w:val="16"/>
          <w:szCs w:val="16"/>
        </w:rPr>
        <w:t xml:space="preserve"> that </w:t>
      </w:r>
      <w:r w:rsidRPr="00661C67">
        <w:rPr>
          <w:rStyle w:val="Emphasis"/>
          <w:highlight w:val="cyan"/>
        </w:rPr>
        <w:t>unqualified</w:t>
      </w:r>
      <w:r w:rsidRPr="00463483">
        <w:rPr>
          <w:rStyle w:val="StyleUnderline"/>
        </w:rPr>
        <w:t xml:space="preserve"> </w:t>
      </w:r>
      <w:r w:rsidRPr="00AA0818">
        <w:rPr>
          <w:rStyle w:val="StyleUnderline"/>
        </w:rPr>
        <w:t xml:space="preserve">or </w:t>
      </w:r>
      <w:r w:rsidRPr="004A0119">
        <w:rPr>
          <w:rStyle w:val="StyleUnderline"/>
        </w:rPr>
        <w:t xml:space="preserve">extreme </w:t>
      </w:r>
      <w:r w:rsidRPr="00661C67">
        <w:rPr>
          <w:rStyle w:val="Emphasis"/>
          <w:highlight w:val="cyan"/>
        </w:rPr>
        <w:t>nominees</w:t>
      </w:r>
      <w:r w:rsidRPr="00661C67">
        <w:rPr>
          <w:rStyle w:val="StyleUnderline"/>
          <w:highlight w:val="cyan"/>
        </w:rPr>
        <w:t xml:space="preserve"> don’t get </w:t>
      </w:r>
      <w:r w:rsidRPr="00661C67">
        <w:rPr>
          <w:rStyle w:val="Emphasis"/>
          <w:highlight w:val="cyan"/>
        </w:rPr>
        <w:t>rubber-stamped</w:t>
      </w:r>
      <w:r w:rsidRPr="00463483">
        <w:rPr>
          <w:rStyle w:val="StyleUnderline"/>
        </w:rPr>
        <w:t xml:space="preserve"> </w:t>
      </w:r>
      <w:r w:rsidRPr="004A0119">
        <w:rPr>
          <w:rStyle w:val="StyleUnderline"/>
        </w:rPr>
        <w:t>into lifetime judgeships</w:t>
      </w:r>
      <w:r w:rsidRPr="007D3BB6">
        <w:rPr>
          <w:sz w:val="16"/>
          <w:szCs w:val="16"/>
        </w:rPr>
        <w:t xml:space="preserve"> or critical agency </w:t>
      </w:r>
      <w:r w:rsidRPr="004A0119">
        <w:rPr>
          <w:rStyle w:val="StyleUnderline"/>
        </w:rPr>
        <w:t>roles</w:t>
      </w:r>
      <w:r w:rsidRPr="007D3BB6">
        <w:rPr>
          <w:sz w:val="16"/>
          <w:szCs w:val="16"/>
        </w:rPr>
        <w:t>.</w:t>
      </w:r>
    </w:p>
    <w:p w14:paraId="0F8526EB" w14:textId="65C5FEE1" w:rsidR="001B2360" w:rsidRDefault="001B2360" w:rsidP="001B2360">
      <w:pPr>
        <w:pStyle w:val="Heading3"/>
      </w:pPr>
      <w:r>
        <w:t>Midterms Key---2NC</w:t>
      </w:r>
    </w:p>
    <w:p w14:paraId="150150A3" w14:textId="77777777" w:rsidR="001B2360" w:rsidRDefault="001B2360" w:rsidP="001B2360">
      <w:pPr>
        <w:pStyle w:val="Heading4"/>
      </w:pPr>
      <w:r>
        <w:t xml:space="preserve">Midterms are our </w:t>
      </w:r>
      <w:r w:rsidRPr="0077552F">
        <w:rPr>
          <w:u w:val="single"/>
        </w:rPr>
        <w:t>last shot</w:t>
      </w:r>
      <w:r>
        <w:t xml:space="preserve">. Otherwise, he’ll cement </w:t>
      </w:r>
      <w:r>
        <w:rPr>
          <w:u w:val="single"/>
        </w:rPr>
        <w:t>generational</w:t>
      </w:r>
      <w:r w:rsidRPr="007720EA">
        <w:rPr>
          <w:u w:val="single"/>
        </w:rPr>
        <w:t xml:space="preserve"> wins</w:t>
      </w:r>
      <w:r>
        <w:t xml:space="preserve">. </w:t>
      </w:r>
    </w:p>
    <w:p w14:paraId="6E7F43B8" w14:textId="77777777" w:rsidR="001B2360" w:rsidRDefault="001B2360" w:rsidP="001B2360">
      <w:r>
        <w:t xml:space="preserve">Stan </w:t>
      </w:r>
      <w:r w:rsidRPr="006130EC">
        <w:rPr>
          <w:rStyle w:val="Style13ptBold"/>
        </w:rPr>
        <w:t>Jones 8/4</w:t>
      </w:r>
      <w:r>
        <w:t>. In</w:t>
      </w:r>
      <w:r w:rsidRPr="006130EC">
        <w:t>dependent policy analyst</w:t>
      </w:r>
      <w:r>
        <w:t xml:space="preserve"> and </w:t>
      </w:r>
      <w:r w:rsidRPr="006130EC">
        <w:t xml:space="preserve">an award-winning journalist. </w:t>
      </w:r>
      <w:r>
        <w:t>“</w:t>
      </w:r>
      <w:r w:rsidRPr="006130EC">
        <w:t>Opinion: The 2026 midterm elections may be our last chance to protect democracy</w:t>
      </w:r>
      <w:r>
        <w:t xml:space="preserve">.” Anchorage Daily News. 08/04/2025. </w:t>
      </w:r>
      <w:r w:rsidRPr="00880C3A">
        <w:t>https://www.adn.com/opinions/2025/08/04/opinion-the-2026-midterm-elections-may-be-our-last-chance-to-protect-democracy/</w:t>
      </w:r>
    </w:p>
    <w:p w14:paraId="2355E720" w14:textId="77777777" w:rsidR="001B2360" w:rsidRPr="00F41DEB" w:rsidRDefault="001B2360" w:rsidP="001B2360">
      <w:pPr>
        <w:rPr>
          <w:sz w:val="16"/>
        </w:rPr>
      </w:pPr>
      <w:r w:rsidRPr="00F41DEB">
        <w:rPr>
          <w:sz w:val="16"/>
        </w:rPr>
        <w:t xml:space="preserve">Many Americans still believe our democratic institutions will protect us from Donald Trump’s march toward authoritarian rule. But that belief is dangerously naïve. </w:t>
      </w:r>
      <w:r w:rsidRPr="00124FA4">
        <w:rPr>
          <w:rStyle w:val="StyleUnderline"/>
        </w:rPr>
        <w:t xml:space="preserve">If </w:t>
      </w:r>
      <w:r w:rsidRPr="00EF1EA1">
        <w:rPr>
          <w:rStyle w:val="StyleUnderline"/>
          <w:highlight w:val="cyan"/>
        </w:rPr>
        <w:t>Trump</w:t>
      </w:r>
      <w:r w:rsidRPr="00EF1EA1">
        <w:rPr>
          <w:sz w:val="16"/>
          <w:highlight w:val="cyan"/>
        </w:rPr>
        <w:t xml:space="preserve"> </w:t>
      </w:r>
      <w:r w:rsidRPr="00F41DEB">
        <w:rPr>
          <w:sz w:val="16"/>
        </w:rPr>
        <w:t xml:space="preserve">supporters </w:t>
      </w:r>
      <w:r w:rsidRPr="00124FA4">
        <w:rPr>
          <w:rStyle w:val="Emphasis"/>
        </w:rPr>
        <w:t>retain control</w:t>
      </w:r>
      <w:r w:rsidRPr="00124FA4">
        <w:rPr>
          <w:rStyle w:val="StyleUnderline"/>
        </w:rPr>
        <w:t xml:space="preserve"> of </w:t>
      </w:r>
      <w:r w:rsidRPr="00EF1EA1">
        <w:rPr>
          <w:rStyle w:val="StyleUnderline"/>
          <w:highlight w:val="cyan"/>
        </w:rPr>
        <w:t>Congress in 2026</w:t>
      </w:r>
      <w:r w:rsidRPr="00F41DEB">
        <w:rPr>
          <w:sz w:val="16"/>
        </w:rPr>
        <w:t xml:space="preserve">, </w:t>
      </w:r>
      <w:r w:rsidRPr="00124FA4">
        <w:rPr>
          <w:rStyle w:val="StyleUnderline"/>
        </w:rPr>
        <w:t xml:space="preserve">he </w:t>
      </w:r>
      <w:r w:rsidRPr="00EF1EA1">
        <w:rPr>
          <w:rStyle w:val="StyleUnderline"/>
          <w:highlight w:val="cyan"/>
        </w:rPr>
        <w:t>will</w:t>
      </w:r>
      <w:r w:rsidRPr="00EF1EA1">
        <w:rPr>
          <w:sz w:val="16"/>
          <w:highlight w:val="cyan"/>
        </w:rPr>
        <w:t xml:space="preserve"> </w:t>
      </w:r>
      <w:r w:rsidRPr="00F41DEB">
        <w:rPr>
          <w:sz w:val="16"/>
        </w:rPr>
        <w:t xml:space="preserve">be positioned to </w:t>
      </w:r>
      <w:r w:rsidRPr="00124FA4">
        <w:rPr>
          <w:rStyle w:val="StyleUnderline"/>
        </w:rPr>
        <w:t xml:space="preserve">subvert </w:t>
      </w:r>
      <w:r w:rsidRPr="00124FA4">
        <w:rPr>
          <w:rStyle w:val="Emphasis"/>
        </w:rPr>
        <w:t>future elections</w:t>
      </w:r>
      <w:r w:rsidRPr="00124FA4">
        <w:rPr>
          <w:rStyle w:val="StyleUnderline"/>
        </w:rPr>
        <w:t xml:space="preserve"> and </w:t>
      </w:r>
      <w:r w:rsidRPr="00EF1EA1">
        <w:rPr>
          <w:rStyle w:val="Emphasis"/>
          <w:highlight w:val="cyan"/>
        </w:rPr>
        <w:t>entrench minority rule for a generation</w:t>
      </w:r>
      <w:r w:rsidRPr="00F41DEB">
        <w:rPr>
          <w:sz w:val="16"/>
        </w:rPr>
        <w:t>.</w:t>
      </w:r>
    </w:p>
    <w:p w14:paraId="31908513" w14:textId="77777777" w:rsidR="001B2360" w:rsidRPr="00F41DEB" w:rsidRDefault="001B2360" w:rsidP="001B2360">
      <w:pPr>
        <w:rPr>
          <w:rStyle w:val="StyleUnderline"/>
        </w:rPr>
      </w:pPr>
      <w:r w:rsidRPr="00F41DEB">
        <w:rPr>
          <w:rStyle w:val="StyleUnderline"/>
        </w:rPr>
        <w:t>Trump has</w:t>
      </w:r>
      <w:r w:rsidRPr="00F41DEB">
        <w:rPr>
          <w:sz w:val="16"/>
        </w:rPr>
        <w:t xml:space="preserve"> already </w:t>
      </w:r>
      <w:r w:rsidRPr="00F41DEB">
        <w:rPr>
          <w:rStyle w:val="StyleUnderline"/>
        </w:rPr>
        <w:t xml:space="preserve">shown how far </w:t>
      </w:r>
      <w:r w:rsidRPr="00EF1EA1">
        <w:rPr>
          <w:rStyle w:val="StyleUnderline"/>
          <w:highlight w:val="cyan"/>
        </w:rPr>
        <w:t xml:space="preserve">he’s </w:t>
      </w:r>
      <w:r w:rsidRPr="00F41DEB">
        <w:rPr>
          <w:rStyle w:val="StyleUnderline"/>
        </w:rPr>
        <w:t>willing</w:t>
      </w:r>
      <w:r w:rsidRPr="00F41DEB">
        <w:rPr>
          <w:sz w:val="16"/>
        </w:rPr>
        <w:t xml:space="preserve"> to go. He </w:t>
      </w:r>
      <w:r w:rsidRPr="00EF1EA1">
        <w:rPr>
          <w:rStyle w:val="StyleUnderline"/>
          <w:highlight w:val="cyan"/>
        </w:rPr>
        <w:t xml:space="preserve">tried to </w:t>
      </w:r>
      <w:r w:rsidRPr="00EF1EA1">
        <w:rPr>
          <w:rStyle w:val="Emphasis"/>
          <w:highlight w:val="cyan"/>
        </w:rPr>
        <w:t>overturn</w:t>
      </w:r>
      <w:r w:rsidRPr="008E61CF">
        <w:rPr>
          <w:sz w:val="16"/>
        </w:rPr>
        <w:t xml:space="preserve"> </w:t>
      </w:r>
      <w:r w:rsidRPr="00F41DEB">
        <w:rPr>
          <w:sz w:val="16"/>
        </w:rPr>
        <w:t xml:space="preserve">the </w:t>
      </w:r>
      <w:r w:rsidRPr="00EF1EA1">
        <w:rPr>
          <w:rStyle w:val="Emphasis"/>
          <w:highlight w:val="cyan"/>
        </w:rPr>
        <w:t>2020</w:t>
      </w:r>
      <w:r w:rsidRPr="008E61CF">
        <w:rPr>
          <w:sz w:val="16"/>
        </w:rPr>
        <w:t xml:space="preserve"> </w:t>
      </w:r>
      <w:r w:rsidRPr="00F41DEB">
        <w:rPr>
          <w:sz w:val="16"/>
        </w:rPr>
        <w:t xml:space="preserve">election, </w:t>
      </w:r>
      <w:r w:rsidRPr="00F41DEB">
        <w:rPr>
          <w:rStyle w:val="StyleUnderline"/>
        </w:rPr>
        <w:t>pressured</w:t>
      </w:r>
      <w:r w:rsidRPr="00F41DEB">
        <w:rPr>
          <w:sz w:val="16"/>
        </w:rPr>
        <w:t xml:space="preserve"> state </w:t>
      </w:r>
      <w:r w:rsidRPr="00F41DEB">
        <w:rPr>
          <w:rStyle w:val="StyleUnderline"/>
        </w:rPr>
        <w:t>officials to “</w:t>
      </w:r>
      <w:r w:rsidRPr="00F41DEB">
        <w:rPr>
          <w:rStyle w:val="Emphasis"/>
        </w:rPr>
        <w:t>find votes</w:t>
      </w:r>
      <w:r w:rsidRPr="00F41DEB">
        <w:rPr>
          <w:rStyle w:val="StyleUnderline"/>
        </w:rPr>
        <w:t>,”</w:t>
      </w:r>
      <w:r w:rsidRPr="00F41DEB">
        <w:rPr>
          <w:sz w:val="16"/>
        </w:rPr>
        <w:t xml:space="preserve"> </w:t>
      </w:r>
      <w:r w:rsidRPr="00EF1EA1">
        <w:rPr>
          <w:rStyle w:val="StyleUnderline"/>
          <w:highlight w:val="cyan"/>
        </w:rPr>
        <w:t xml:space="preserve">incited a </w:t>
      </w:r>
      <w:r w:rsidRPr="00F41DEB">
        <w:rPr>
          <w:rStyle w:val="Emphasis"/>
        </w:rPr>
        <w:t xml:space="preserve">violent </w:t>
      </w:r>
      <w:r w:rsidRPr="00EF1EA1">
        <w:rPr>
          <w:rStyle w:val="Emphasis"/>
          <w:highlight w:val="cyan"/>
        </w:rPr>
        <w:t>mob</w:t>
      </w:r>
      <w:r w:rsidRPr="008E61CF">
        <w:rPr>
          <w:sz w:val="16"/>
        </w:rPr>
        <w:t xml:space="preserve"> </w:t>
      </w:r>
      <w:r w:rsidRPr="00F41DEB">
        <w:rPr>
          <w:sz w:val="16"/>
        </w:rPr>
        <w:t xml:space="preserve">to storm the Capitol, </w:t>
      </w:r>
      <w:r w:rsidRPr="00EF1EA1">
        <w:rPr>
          <w:rStyle w:val="StyleUnderline"/>
          <w:highlight w:val="cyan"/>
        </w:rPr>
        <w:t>and</w:t>
      </w:r>
      <w:r w:rsidRPr="008E61CF">
        <w:rPr>
          <w:rStyle w:val="StyleUnderline"/>
        </w:rPr>
        <w:t xml:space="preserve"> </w:t>
      </w:r>
      <w:r w:rsidRPr="00F41DEB">
        <w:rPr>
          <w:rStyle w:val="StyleUnderline"/>
        </w:rPr>
        <w:t xml:space="preserve">continues to </w:t>
      </w:r>
      <w:r w:rsidRPr="00F41DEB">
        <w:rPr>
          <w:rStyle w:val="Emphasis"/>
        </w:rPr>
        <w:t>spread lies</w:t>
      </w:r>
      <w:r w:rsidRPr="00F41DEB">
        <w:rPr>
          <w:rStyle w:val="StyleUnderline"/>
        </w:rPr>
        <w:t xml:space="preserve"> about</w:t>
      </w:r>
      <w:r w:rsidRPr="00F41DEB">
        <w:rPr>
          <w:sz w:val="16"/>
        </w:rPr>
        <w:t xml:space="preserve"> election </w:t>
      </w:r>
      <w:r w:rsidRPr="00F41DEB">
        <w:rPr>
          <w:rStyle w:val="StyleUnderline"/>
        </w:rPr>
        <w:t>fraud</w:t>
      </w:r>
      <w:r w:rsidRPr="00F41DEB">
        <w:rPr>
          <w:sz w:val="16"/>
        </w:rPr>
        <w:t xml:space="preserve">. </w:t>
      </w:r>
      <w:r w:rsidRPr="00F41DEB">
        <w:rPr>
          <w:rStyle w:val="StyleUnderline"/>
        </w:rPr>
        <w:t xml:space="preserve">His </w:t>
      </w:r>
      <w:r w:rsidRPr="00EF1EA1">
        <w:rPr>
          <w:rStyle w:val="StyleUnderline"/>
          <w:highlight w:val="cyan"/>
        </w:rPr>
        <w:t xml:space="preserve">allies </w:t>
      </w:r>
      <w:r w:rsidRPr="00F41DEB">
        <w:rPr>
          <w:rStyle w:val="StyleUnderline"/>
        </w:rPr>
        <w:t>in Congress</w:t>
      </w:r>
      <w:r w:rsidRPr="00F41DEB">
        <w:rPr>
          <w:sz w:val="16"/>
        </w:rPr>
        <w:t xml:space="preserve"> and state legislatures have </w:t>
      </w:r>
      <w:r w:rsidRPr="00EF1EA1">
        <w:rPr>
          <w:rStyle w:val="StyleUnderline"/>
        </w:rPr>
        <w:t>echoed</w:t>
      </w:r>
      <w:r w:rsidRPr="00EF1EA1">
        <w:rPr>
          <w:sz w:val="16"/>
        </w:rPr>
        <w:t xml:space="preserve"> </w:t>
      </w:r>
      <w:r w:rsidRPr="00F41DEB">
        <w:rPr>
          <w:sz w:val="16"/>
        </w:rPr>
        <w:t xml:space="preserve">those </w:t>
      </w:r>
      <w:r w:rsidRPr="00EF1EA1">
        <w:rPr>
          <w:rStyle w:val="StyleUnderline"/>
        </w:rPr>
        <w:t>lies</w:t>
      </w:r>
      <w:r w:rsidRPr="00F41DEB">
        <w:rPr>
          <w:sz w:val="16"/>
        </w:rPr>
        <w:t xml:space="preserve">, </w:t>
      </w:r>
      <w:r w:rsidRPr="00EF1EA1">
        <w:rPr>
          <w:rStyle w:val="StyleUnderline"/>
          <w:highlight w:val="cyan"/>
        </w:rPr>
        <w:t>lay</w:t>
      </w:r>
      <w:r w:rsidRPr="00F41DEB">
        <w:rPr>
          <w:rStyle w:val="StyleUnderline"/>
        </w:rPr>
        <w:t>ing</w:t>
      </w:r>
      <w:r w:rsidRPr="00F41DEB">
        <w:rPr>
          <w:sz w:val="16"/>
        </w:rPr>
        <w:t xml:space="preserve"> the </w:t>
      </w:r>
      <w:r w:rsidRPr="00EF1EA1">
        <w:rPr>
          <w:rStyle w:val="Emphasis"/>
          <w:highlight w:val="cyan"/>
        </w:rPr>
        <w:t>groundwork</w:t>
      </w:r>
      <w:r w:rsidRPr="00EF1EA1">
        <w:rPr>
          <w:rStyle w:val="StyleUnderline"/>
          <w:highlight w:val="cyan"/>
        </w:rPr>
        <w:t xml:space="preserve"> for </w:t>
      </w:r>
      <w:r w:rsidRPr="00EF1EA1">
        <w:rPr>
          <w:rStyle w:val="Emphasis"/>
          <w:highlight w:val="cyan"/>
        </w:rPr>
        <w:t>future interference</w:t>
      </w:r>
      <w:r w:rsidRPr="00F41DEB">
        <w:rPr>
          <w:sz w:val="16"/>
        </w:rPr>
        <w:t>.</w:t>
      </w:r>
    </w:p>
    <w:p w14:paraId="104E0A90" w14:textId="77777777" w:rsidR="001B2360" w:rsidRPr="00F41DEB" w:rsidRDefault="001B2360" w:rsidP="001B2360">
      <w:pPr>
        <w:rPr>
          <w:sz w:val="16"/>
        </w:rPr>
      </w:pPr>
      <w:r w:rsidRPr="00F41DEB">
        <w:rPr>
          <w:sz w:val="16"/>
        </w:rPr>
        <w:t xml:space="preserve">Now that he’s </w:t>
      </w:r>
      <w:r w:rsidRPr="00F41DEB">
        <w:rPr>
          <w:rStyle w:val="StyleUnderline"/>
        </w:rPr>
        <w:t>back in the White House</w:t>
      </w:r>
      <w:r w:rsidRPr="00F41DEB">
        <w:rPr>
          <w:sz w:val="16"/>
        </w:rPr>
        <w:t xml:space="preserve">, </w:t>
      </w:r>
      <w:r w:rsidRPr="008E61CF">
        <w:rPr>
          <w:rStyle w:val="StyleUnderline"/>
          <w:highlight w:val="cyan"/>
        </w:rPr>
        <w:t>Trump</w:t>
      </w:r>
      <w:r w:rsidRPr="008E61CF">
        <w:rPr>
          <w:rStyle w:val="StyleUnderline"/>
        </w:rPr>
        <w:t xml:space="preserve"> </w:t>
      </w:r>
      <w:r w:rsidRPr="00F41DEB">
        <w:rPr>
          <w:rStyle w:val="StyleUnderline"/>
        </w:rPr>
        <w:t xml:space="preserve">is </w:t>
      </w:r>
      <w:r w:rsidRPr="00F41DEB">
        <w:rPr>
          <w:rStyle w:val="Emphasis"/>
        </w:rPr>
        <w:t>moving quickly</w:t>
      </w:r>
      <w:r w:rsidRPr="00F41DEB">
        <w:rPr>
          <w:sz w:val="16"/>
        </w:rPr>
        <w:t xml:space="preserve">. He’s surrounded himself </w:t>
      </w:r>
      <w:r w:rsidRPr="00F41DEB">
        <w:rPr>
          <w:rStyle w:val="StyleUnderline"/>
        </w:rPr>
        <w:t>with loyalists who won’t resist</w:t>
      </w:r>
      <w:r w:rsidRPr="00F41DEB">
        <w:t xml:space="preserve"> </w:t>
      </w:r>
      <w:r w:rsidRPr="00F41DEB">
        <w:rPr>
          <w:sz w:val="16"/>
        </w:rPr>
        <w:t xml:space="preserve">his agenda. </w:t>
      </w:r>
      <w:r w:rsidRPr="00F41DEB">
        <w:rPr>
          <w:rStyle w:val="StyleUnderline"/>
        </w:rPr>
        <w:t>Project 2025</w:t>
      </w:r>
      <w:r w:rsidRPr="00F41DEB">
        <w:rPr>
          <w:sz w:val="16"/>
        </w:rPr>
        <w:t xml:space="preserve">, a blueprint from the conservative Heritage Foundation, </w:t>
      </w:r>
      <w:r w:rsidRPr="008E61CF">
        <w:rPr>
          <w:sz w:val="16"/>
        </w:rPr>
        <w:t xml:space="preserve">outlines </w:t>
      </w:r>
      <w:r w:rsidRPr="008E61CF">
        <w:rPr>
          <w:rStyle w:val="StyleUnderline"/>
          <w:highlight w:val="cyan"/>
        </w:rPr>
        <w:t>plans to</w:t>
      </w:r>
      <w:r w:rsidRPr="008E61CF">
        <w:rPr>
          <w:rStyle w:val="StyleUnderline"/>
        </w:rPr>
        <w:t xml:space="preserve"> </w:t>
      </w:r>
      <w:r w:rsidRPr="008E61CF">
        <w:rPr>
          <w:rStyle w:val="Emphasis"/>
        </w:rPr>
        <w:t>purge</w:t>
      </w:r>
      <w:r w:rsidRPr="008E61CF">
        <w:t xml:space="preserve"> </w:t>
      </w:r>
      <w:r w:rsidRPr="008E61CF">
        <w:rPr>
          <w:sz w:val="16"/>
        </w:rPr>
        <w:t>the</w:t>
      </w:r>
      <w:r w:rsidRPr="00F41DEB">
        <w:rPr>
          <w:sz w:val="16"/>
        </w:rPr>
        <w:t xml:space="preserve"> federal </w:t>
      </w:r>
      <w:r w:rsidRPr="005B60A6">
        <w:rPr>
          <w:rStyle w:val="Emphasis"/>
        </w:rPr>
        <w:t>bureaucracy</w:t>
      </w:r>
      <w:r w:rsidRPr="00F41DEB">
        <w:rPr>
          <w:sz w:val="16"/>
        </w:rPr>
        <w:t xml:space="preserve">, </w:t>
      </w:r>
      <w:r w:rsidRPr="008E61CF">
        <w:rPr>
          <w:rStyle w:val="StyleUnderline"/>
          <w:highlight w:val="cyan"/>
        </w:rPr>
        <w:t>eliminate checks</w:t>
      </w:r>
      <w:r w:rsidRPr="008E61CF">
        <w:t xml:space="preserve"> </w:t>
      </w:r>
      <w:r w:rsidRPr="00F41DEB">
        <w:rPr>
          <w:sz w:val="16"/>
        </w:rPr>
        <w:t xml:space="preserve">on executive power, </w:t>
      </w:r>
      <w:r w:rsidRPr="00F41DEB">
        <w:rPr>
          <w:rStyle w:val="StyleUnderline"/>
        </w:rPr>
        <w:t xml:space="preserve">and </w:t>
      </w:r>
      <w:r w:rsidRPr="005B60A6">
        <w:rPr>
          <w:rStyle w:val="Emphasis"/>
        </w:rPr>
        <w:t>weaponize</w:t>
      </w:r>
      <w:r w:rsidRPr="00F41DEB">
        <w:rPr>
          <w:rStyle w:val="StyleUnderline"/>
        </w:rPr>
        <w:t xml:space="preserve"> the </w:t>
      </w:r>
      <w:r w:rsidRPr="005B60A6">
        <w:rPr>
          <w:rStyle w:val="Emphasis"/>
        </w:rPr>
        <w:t>Justice Department</w:t>
      </w:r>
      <w:r w:rsidRPr="00F41DEB">
        <w:t xml:space="preserve"> </w:t>
      </w:r>
      <w:r w:rsidRPr="00F41DEB">
        <w:rPr>
          <w:sz w:val="16"/>
        </w:rPr>
        <w:t>against political enemies. Trump has endorsed it — and begun implementing it.</w:t>
      </w:r>
    </w:p>
    <w:p w14:paraId="1CF7F5EE" w14:textId="77777777" w:rsidR="001B2360" w:rsidRPr="00F41DEB" w:rsidRDefault="001B2360" w:rsidP="001B2360">
      <w:pPr>
        <w:rPr>
          <w:sz w:val="16"/>
        </w:rPr>
      </w:pPr>
      <w:r w:rsidRPr="00F41DEB">
        <w:rPr>
          <w:sz w:val="16"/>
        </w:rPr>
        <w:t xml:space="preserve">But the real danger lies in what comes next. </w:t>
      </w:r>
      <w:r w:rsidRPr="00F41DEB">
        <w:rPr>
          <w:rStyle w:val="StyleUnderline"/>
        </w:rPr>
        <w:t>If Trump</w:t>
      </w:r>
      <w:r w:rsidRPr="007F174E">
        <w:t xml:space="preserve"> </w:t>
      </w:r>
      <w:r w:rsidRPr="00F41DEB">
        <w:rPr>
          <w:sz w:val="16"/>
        </w:rPr>
        <w:t xml:space="preserve">and his allies </w:t>
      </w:r>
      <w:r w:rsidRPr="00F41DEB">
        <w:rPr>
          <w:rStyle w:val="StyleUnderline"/>
        </w:rPr>
        <w:t>succeed in 2026</w:t>
      </w:r>
      <w:r w:rsidRPr="007F174E">
        <w:t xml:space="preserve"> </w:t>
      </w:r>
      <w:r w:rsidRPr="00F41DEB">
        <w:rPr>
          <w:sz w:val="16"/>
        </w:rPr>
        <w:t xml:space="preserve">— by </w:t>
      </w:r>
      <w:r w:rsidRPr="006206F7">
        <w:rPr>
          <w:rStyle w:val="Emphasis"/>
          <w:highlight w:val="cyan"/>
        </w:rPr>
        <w:t>retaining control</w:t>
      </w:r>
      <w:r w:rsidRPr="006206F7">
        <w:rPr>
          <w:rStyle w:val="StyleUnderline"/>
          <w:highlight w:val="cyan"/>
        </w:rPr>
        <w:t xml:space="preserve"> </w:t>
      </w:r>
      <w:r w:rsidRPr="00F41DEB">
        <w:rPr>
          <w:rStyle w:val="StyleUnderline"/>
        </w:rPr>
        <w:t>of Congress</w:t>
      </w:r>
      <w:r w:rsidRPr="007F174E">
        <w:t xml:space="preserve"> </w:t>
      </w:r>
      <w:r w:rsidRPr="00F41DEB">
        <w:rPr>
          <w:sz w:val="16"/>
        </w:rPr>
        <w:t xml:space="preserve">and installing loyalists in key state offices — </w:t>
      </w:r>
      <w:r w:rsidRPr="00F41DEB">
        <w:rPr>
          <w:rStyle w:val="StyleUnderline"/>
        </w:rPr>
        <w:t xml:space="preserve">they </w:t>
      </w:r>
      <w:r w:rsidRPr="006206F7">
        <w:rPr>
          <w:rStyle w:val="StyleUnderline"/>
          <w:highlight w:val="cyan"/>
        </w:rPr>
        <w:t>will</w:t>
      </w:r>
      <w:r w:rsidRPr="006206F7">
        <w:t xml:space="preserve"> </w:t>
      </w:r>
      <w:r w:rsidRPr="00F41DEB">
        <w:rPr>
          <w:sz w:val="16"/>
        </w:rPr>
        <w:t xml:space="preserve">be in position to </w:t>
      </w:r>
      <w:r w:rsidRPr="00F41DEB">
        <w:rPr>
          <w:rStyle w:val="StyleUnderline"/>
        </w:rPr>
        <w:t xml:space="preserve">subvert or </w:t>
      </w:r>
      <w:r w:rsidRPr="006206F7">
        <w:rPr>
          <w:rStyle w:val="Emphasis"/>
          <w:highlight w:val="cyan"/>
        </w:rPr>
        <w:t>overturn Dem</w:t>
      </w:r>
      <w:r w:rsidRPr="00F41DEB">
        <w:rPr>
          <w:sz w:val="16"/>
        </w:rPr>
        <w:t xml:space="preserve">ocratic </w:t>
      </w:r>
      <w:r w:rsidRPr="006206F7">
        <w:rPr>
          <w:rStyle w:val="Emphasis"/>
          <w:highlight w:val="cyan"/>
        </w:rPr>
        <w:t>victories in</w:t>
      </w:r>
      <w:r w:rsidRPr="006206F7">
        <w:rPr>
          <w:sz w:val="16"/>
          <w:highlight w:val="cyan"/>
        </w:rPr>
        <w:t xml:space="preserve"> </w:t>
      </w:r>
      <w:r w:rsidRPr="00F41DEB">
        <w:rPr>
          <w:sz w:val="16"/>
        </w:rPr>
        <w:t>20</w:t>
      </w:r>
      <w:r w:rsidRPr="006206F7">
        <w:rPr>
          <w:rStyle w:val="Emphasis"/>
          <w:highlight w:val="cyan"/>
        </w:rPr>
        <w:t>28</w:t>
      </w:r>
      <w:r w:rsidRPr="00F41DEB">
        <w:rPr>
          <w:sz w:val="16"/>
        </w:rPr>
        <w:t xml:space="preserve">. </w:t>
      </w:r>
      <w:r w:rsidRPr="00F41DEB">
        <w:rPr>
          <w:rStyle w:val="StyleUnderline"/>
        </w:rPr>
        <w:t>They’ll rewrite</w:t>
      </w:r>
      <w:r w:rsidRPr="00F41DEB">
        <w:rPr>
          <w:sz w:val="16"/>
        </w:rPr>
        <w:t xml:space="preserve"> election </w:t>
      </w:r>
      <w:r w:rsidRPr="00F41DEB">
        <w:rPr>
          <w:rStyle w:val="StyleUnderline"/>
        </w:rPr>
        <w:t>laws</w:t>
      </w:r>
      <w:r w:rsidRPr="00F41DEB">
        <w:rPr>
          <w:sz w:val="16"/>
        </w:rPr>
        <w:t xml:space="preserve">, </w:t>
      </w:r>
      <w:r w:rsidRPr="00F41DEB">
        <w:rPr>
          <w:rStyle w:val="StyleUnderline"/>
        </w:rPr>
        <w:t>suppress votes</w:t>
      </w:r>
      <w:r w:rsidRPr="00F41DEB">
        <w:rPr>
          <w:sz w:val="16"/>
        </w:rPr>
        <w:t xml:space="preserve">, </w:t>
      </w:r>
      <w:r w:rsidRPr="00F41DEB">
        <w:rPr>
          <w:rStyle w:val="StyleUnderline"/>
        </w:rPr>
        <w:t xml:space="preserve">and </w:t>
      </w:r>
      <w:r w:rsidRPr="005B60A6">
        <w:rPr>
          <w:rStyle w:val="Emphasis"/>
        </w:rPr>
        <w:t>challenge results</w:t>
      </w:r>
      <w:r w:rsidRPr="00F41DEB">
        <w:rPr>
          <w:sz w:val="16"/>
        </w:rPr>
        <w:t xml:space="preserve"> they don’t like. With Congress and the Supreme Court in Republican hands, </w:t>
      </w:r>
      <w:r w:rsidRPr="00F41DEB">
        <w:rPr>
          <w:rStyle w:val="StyleUnderline"/>
        </w:rPr>
        <w:t xml:space="preserve">Trump might be able to </w:t>
      </w:r>
      <w:r w:rsidRPr="006206F7">
        <w:rPr>
          <w:rStyle w:val="Emphasis"/>
          <w:highlight w:val="cyan"/>
        </w:rPr>
        <w:t>block</w:t>
      </w:r>
      <w:r w:rsidRPr="006206F7">
        <w:rPr>
          <w:sz w:val="16"/>
          <w:highlight w:val="cyan"/>
        </w:rPr>
        <w:t xml:space="preserve"> </w:t>
      </w:r>
      <w:r w:rsidRPr="00F41DEB">
        <w:rPr>
          <w:sz w:val="16"/>
        </w:rPr>
        <w:t xml:space="preserve">or delay </w:t>
      </w:r>
      <w:r w:rsidRPr="00F41DEB">
        <w:rPr>
          <w:rStyle w:val="StyleUnderline"/>
        </w:rPr>
        <w:t>a Dem</w:t>
      </w:r>
      <w:r w:rsidRPr="00F41DEB">
        <w:rPr>
          <w:sz w:val="16"/>
        </w:rPr>
        <w:t xml:space="preserve">ocratic </w:t>
      </w:r>
      <w:r w:rsidRPr="00F41DEB">
        <w:rPr>
          <w:rStyle w:val="StyleUnderline"/>
        </w:rPr>
        <w:t xml:space="preserve">win in the </w:t>
      </w:r>
      <w:r w:rsidRPr="006206F7">
        <w:rPr>
          <w:rStyle w:val="Emphasis"/>
          <w:highlight w:val="cyan"/>
        </w:rPr>
        <w:t>presidential election</w:t>
      </w:r>
      <w:r w:rsidRPr="00F41DEB">
        <w:rPr>
          <w:sz w:val="16"/>
        </w:rPr>
        <w:t xml:space="preserve">. With state legislatures under GOP control, </w:t>
      </w:r>
      <w:r w:rsidRPr="00F41DEB">
        <w:rPr>
          <w:rStyle w:val="StyleUnderline"/>
        </w:rPr>
        <w:t xml:space="preserve">he could </w:t>
      </w:r>
      <w:r w:rsidRPr="005B60A6">
        <w:rPr>
          <w:rStyle w:val="Emphasis"/>
        </w:rPr>
        <w:t>pressure officials</w:t>
      </w:r>
      <w:r w:rsidRPr="00F41DEB">
        <w:rPr>
          <w:rStyle w:val="StyleUnderline"/>
        </w:rPr>
        <w:t xml:space="preserve"> to send alternate</w:t>
      </w:r>
      <w:r w:rsidRPr="00F41DEB">
        <w:rPr>
          <w:sz w:val="16"/>
        </w:rPr>
        <w:t xml:space="preserve"> slates of </w:t>
      </w:r>
      <w:r w:rsidRPr="00F41DEB">
        <w:rPr>
          <w:rStyle w:val="StyleUnderline"/>
        </w:rPr>
        <w:t>electors</w:t>
      </w:r>
      <w:r w:rsidRPr="00F41DEB">
        <w:rPr>
          <w:sz w:val="16"/>
        </w:rPr>
        <w:t>. The playbook is already written.</w:t>
      </w:r>
    </w:p>
    <w:p w14:paraId="6FA2671A" w14:textId="77777777" w:rsidR="001B2360" w:rsidRPr="00F41DEB" w:rsidRDefault="001B2360" w:rsidP="001B2360">
      <w:pPr>
        <w:rPr>
          <w:sz w:val="16"/>
        </w:rPr>
      </w:pPr>
      <w:r w:rsidRPr="00F41DEB">
        <w:rPr>
          <w:sz w:val="16"/>
        </w:rPr>
        <w:t xml:space="preserve">This isn’t speculation. </w:t>
      </w:r>
      <w:r w:rsidRPr="00F41DEB">
        <w:rPr>
          <w:rStyle w:val="StyleUnderline"/>
        </w:rPr>
        <w:t xml:space="preserve">It’s a </w:t>
      </w:r>
      <w:r w:rsidRPr="005B60A6">
        <w:rPr>
          <w:rStyle w:val="Emphasis"/>
        </w:rPr>
        <w:t>continuation</w:t>
      </w:r>
      <w:r w:rsidRPr="00F41DEB">
        <w:rPr>
          <w:rStyle w:val="StyleUnderline"/>
        </w:rPr>
        <w:t xml:space="preserve"> of what we’ve</w:t>
      </w:r>
      <w:r w:rsidRPr="00F41DEB">
        <w:rPr>
          <w:sz w:val="16"/>
        </w:rPr>
        <w:t xml:space="preserve"> already </w:t>
      </w:r>
      <w:r w:rsidRPr="00F41DEB">
        <w:rPr>
          <w:rStyle w:val="StyleUnderline"/>
        </w:rPr>
        <w:t>seen</w:t>
      </w:r>
      <w:r w:rsidRPr="00F41DEB">
        <w:rPr>
          <w:sz w:val="16"/>
        </w:rPr>
        <w:t xml:space="preserve">. The difference is that </w:t>
      </w:r>
      <w:r w:rsidRPr="00F41DEB">
        <w:rPr>
          <w:rStyle w:val="StyleUnderline"/>
        </w:rPr>
        <w:t>next time</w:t>
      </w:r>
      <w:r w:rsidRPr="00F41DEB">
        <w:rPr>
          <w:sz w:val="16"/>
        </w:rPr>
        <w:t xml:space="preserve">, </w:t>
      </w:r>
      <w:r w:rsidRPr="00F41DEB">
        <w:rPr>
          <w:rStyle w:val="StyleUnderline"/>
        </w:rPr>
        <w:t xml:space="preserve">the </w:t>
      </w:r>
      <w:r w:rsidRPr="005B60A6">
        <w:rPr>
          <w:rStyle w:val="Emphasis"/>
        </w:rPr>
        <w:t>system may not hold</w:t>
      </w:r>
      <w:r w:rsidRPr="00F41DEB">
        <w:rPr>
          <w:sz w:val="16"/>
        </w:rPr>
        <w:t>.</w:t>
      </w:r>
    </w:p>
    <w:p w14:paraId="445A40C3" w14:textId="77777777" w:rsidR="001B2360" w:rsidRPr="00F41DEB" w:rsidRDefault="001B2360" w:rsidP="001B2360">
      <w:pPr>
        <w:rPr>
          <w:sz w:val="16"/>
        </w:rPr>
      </w:pPr>
      <w:r w:rsidRPr="00F41DEB">
        <w:rPr>
          <w:sz w:val="16"/>
        </w:rPr>
        <w:t xml:space="preserve">That’s why </w:t>
      </w:r>
      <w:r w:rsidRPr="00F41DEB">
        <w:rPr>
          <w:rStyle w:val="StyleUnderline"/>
        </w:rPr>
        <w:t>the</w:t>
      </w:r>
      <w:r w:rsidRPr="00F41DEB">
        <w:rPr>
          <w:sz w:val="16"/>
        </w:rPr>
        <w:t xml:space="preserve"> 2026 </w:t>
      </w:r>
      <w:r w:rsidRPr="006206F7">
        <w:rPr>
          <w:rStyle w:val="StyleUnderline"/>
          <w:highlight w:val="cyan"/>
        </w:rPr>
        <w:t xml:space="preserve">midterms may be our </w:t>
      </w:r>
      <w:r w:rsidRPr="006206F7">
        <w:rPr>
          <w:rStyle w:val="Emphasis"/>
          <w:highlight w:val="cyan"/>
        </w:rPr>
        <w:t>last</w:t>
      </w:r>
      <w:r w:rsidRPr="006206F7">
        <w:rPr>
          <w:sz w:val="16"/>
          <w:highlight w:val="cyan"/>
        </w:rPr>
        <w:t xml:space="preserve"> </w:t>
      </w:r>
      <w:r w:rsidRPr="00F41DEB">
        <w:rPr>
          <w:sz w:val="16"/>
        </w:rPr>
        <w:t xml:space="preserve">real </w:t>
      </w:r>
      <w:r w:rsidRPr="006206F7">
        <w:rPr>
          <w:rStyle w:val="Emphasis"/>
          <w:highlight w:val="cyan"/>
        </w:rPr>
        <w:t xml:space="preserve">chance to </w:t>
      </w:r>
      <w:r w:rsidRPr="005B60A6">
        <w:rPr>
          <w:rStyle w:val="Emphasis"/>
        </w:rPr>
        <w:t>stop</w:t>
      </w:r>
      <w:r w:rsidRPr="00A832D6">
        <w:rPr>
          <w:rStyle w:val="StyleUnderline"/>
        </w:rPr>
        <w:t xml:space="preserve"> America’s </w:t>
      </w:r>
      <w:r w:rsidRPr="006206F7">
        <w:rPr>
          <w:rStyle w:val="StyleUnderline"/>
          <w:highlight w:val="cyan"/>
        </w:rPr>
        <w:t xml:space="preserve">slide into </w:t>
      </w:r>
      <w:r w:rsidRPr="006206F7">
        <w:rPr>
          <w:rStyle w:val="Emphasis"/>
          <w:sz w:val="28"/>
          <w:szCs w:val="28"/>
          <w:highlight w:val="cyan"/>
        </w:rPr>
        <w:t>authoritarianism</w:t>
      </w:r>
      <w:r w:rsidRPr="00F41DEB">
        <w:rPr>
          <w:sz w:val="16"/>
        </w:rPr>
        <w:t xml:space="preserve">. </w:t>
      </w:r>
      <w:r w:rsidRPr="006206F7">
        <w:rPr>
          <w:rStyle w:val="StyleUnderline"/>
          <w:highlight w:val="cyan"/>
        </w:rPr>
        <w:t>If Dem</w:t>
      </w:r>
      <w:r w:rsidRPr="00F41DEB">
        <w:rPr>
          <w:sz w:val="16"/>
        </w:rPr>
        <w:t>ocrat</w:t>
      </w:r>
      <w:r w:rsidRPr="006206F7">
        <w:rPr>
          <w:rStyle w:val="StyleUnderline"/>
          <w:highlight w:val="cyan"/>
        </w:rPr>
        <w:t>s</w:t>
      </w:r>
      <w:r w:rsidRPr="00F41DEB">
        <w:rPr>
          <w:sz w:val="16"/>
        </w:rPr>
        <w:t xml:space="preserve"> </w:t>
      </w:r>
      <w:r w:rsidRPr="006206F7">
        <w:rPr>
          <w:rStyle w:val="StyleUnderline"/>
          <w:highlight w:val="cyan"/>
        </w:rPr>
        <w:t>win</w:t>
      </w:r>
      <w:r w:rsidRPr="006206F7">
        <w:rPr>
          <w:sz w:val="16"/>
          <w:highlight w:val="cyan"/>
        </w:rPr>
        <w:t xml:space="preserve"> </w:t>
      </w:r>
      <w:r w:rsidRPr="00F41DEB">
        <w:rPr>
          <w:sz w:val="16"/>
        </w:rPr>
        <w:t xml:space="preserve">back </w:t>
      </w:r>
      <w:r w:rsidRPr="006206F7">
        <w:rPr>
          <w:rStyle w:val="StyleUnderline"/>
          <w:highlight w:val="cyan"/>
        </w:rPr>
        <w:t xml:space="preserve">the </w:t>
      </w:r>
      <w:r w:rsidRPr="006206F7">
        <w:rPr>
          <w:rStyle w:val="Emphasis"/>
          <w:highlight w:val="cyan"/>
        </w:rPr>
        <w:t>House</w:t>
      </w:r>
      <w:r w:rsidRPr="006206F7">
        <w:rPr>
          <w:sz w:val="16"/>
          <w:highlight w:val="cyan"/>
        </w:rPr>
        <w:t xml:space="preserve"> </w:t>
      </w:r>
      <w:r w:rsidRPr="00F41DEB">
        <w:rPr>
          <w:sz w:val="16"/>
        </w:rPr>
        <w:t xml:space="preserve">or </w:t>
      </w:r>
      <w:r w:rsidRPr="00F41DEB">
        <w:rPr>
          <w:rStyle w:val="StyleUnderline"/>
        </w:rPr>
        <w:t>Senate or both</w:t>
      </w:r>
      <w:r w:rsidRPr="00F41DEB">
        <w:rPr>
          <w:sz w:val="16"/>
        </w:rPr>
        <w:t xml:space="preserve">, </w:t>
      </w:r>
      <w:r w:rsidRPr="006206F7">
        <w:rPr>
          <w:rStyle w:val="StyleUnderline"/>
          <w:highlight w:val="cyan"/>
        </w:rPr>
        <w:t>they can block</w:t>
      </w:r>
      <w:r w:rsidRPr="006206F7">
        <w:rPr>
          <w:sz w:val="16"/>
          <w:highlight w:val="cyan"/>
        </w:rPr>
        <w:t xml:space="preserve"> </w:t>
      </w:r>
      <w:r w:rsidRPr="00F41DEB">
        <w:rPr>
          <w:sz w:val="16"/>
        </w:rPr>
        <w:t xml:space="preserve">Trump’s </w:t>
      </w:r>
      <w:r w:rsidRPr="00F41DEB">
        <w:rPr>
          <w:rStyle w:val="StyleUnderline"/>
        </w:rPr>
        <w:t>most</w:t>
      </w:r>
      <w:r w:rsidRPr="00F41DEB">
        <w:rPr>
          <w:sz w:val="16"/>
        </w:rPr>
        <w:t xml:space="preserve"> dangerous </w:t>
      </w:r>
      <w:r w:rsidRPr="006206F7">
        <w:rPr>
          <w:rStyle w:val="StyleUnderline"/>
          <w:highlight w:val="cyan"/>
        </w:rPr>
        <w:t>plans</w:t>
      </w:r>
      <w:r w:rsidRPr="00F41DEB">
        <w:rPr>
          <w:sz w:val="16"/>
        </w:rPr>
        <w:t xml:space="preserve">. If </w:t>
      </w:r>
      <w:r w:rsidRPr="00F41DEB">
        <w:rPr>
          <w:rStyle w:val="StyleUnderline"/>
        </w:rPr>
        <w:t>pro-democracy candidates</w:t>
      </w:r>
      <w:r w:rsidRPr="00F41DEB">
        <w:rPr>
          <w:sz w:val="16"/>
        </w:rPr>
        <w:t xml:space="preserve"> win state races, they </w:t>
      </w:r>
      <w:r w:rsidRPr="00F41DEB">
        <w:rPr>
          <w:rStyle w:val="StyleUnderline"/>
        </w:rPr>
        <w:t xml:space="preserve">can </w:t>
      </w:r>
      <w:r w:rsidRPr="006206F7">
        <w:rPr>
          <w:rStyle w:val="Emphasis"/>
          <w:highlight w:val="cyan"/>
        </w:rPr>
        <w:t>protect</w:t>
      </w:r>
      <w:r w:rsidRPr="006206F7">
        <w:rPr>
          <w:sz w:val="16"/>
          <w:highlight w:val="cyan"/>
        </w:rPr>
        <w:t xml:space="preserve"> </w:t>
      </w:r>
      <w:r w:rsidRPr="00F41DEB">
        <w:rPr>
          <w:sz w:val="16"/>
        </w:rPr>
        <w:t xml:space="preserve">the </w:t>
      </w:r>
      <w:r w:rsidRPr="006206F7">
        <w:rPr>
          <w:rStyle w:val="Emphasis"/>
          <w:highlight w:val="cyan"/>
        </w:rPr>
        <w:t>integrity</w:t>
      </w:r>
      <w:r w:rsidRPr="006206F7">
        <w:rPr>
          <w:sz w:val="16"/>
          <w:highlight w:val="cyan"/>
        </w:rPr>
        <w:t xml:space="preserve"> </w:t>
      </w:r>
      <w:r w:rsidRPr="00F41DEB">
        <w:rPr>
          <w:sz w:val="16"/>
        </w:rPr>
        <w:t>of future elections. But if Republicans retain control, Trump will have a clear path to consolidate power and rig the system in his favor.</w:t>
      </w:r>
    </w:p>
    <w:p w14:paraId="55735D78" w14:textId="77777777" w:rsidR="001B2360" w:rsidRPr="00F41DEB" w:rsidRDefault="001B2360" w:rsidP="001B2360">
      <w:pPr>
        <w:rPr>
          <w:sz w:val="16"/>
        </w:rPr>
      </w:pPr>
      <w:r w:rsidRPr="00F41DEB">
        <w:rPr>
          <w:sz w:val="16"/>
        </w:rPr>
        <w:t xml:space="preserve">We can’t afford to sit this one out. </w:t>
      </w:r>
      <w:r w:rsidRPr="00F41DEB">
        <w:rPr>
          <w:rStyle w:val="StyleUnderline"/>
        </w:rPr>
        <w:t xml:space="preserve">The stakes are </w:t>
      </w:r>
      <w:r w:rsidRPr="005B60A6">
        <w:rPr>
          <w:rStyle w:val="Emphasis"/>
        </w:rPr>
        <w:t>too high.</w:t>
      </w:r>
      <w:r w:rsidRPr="00F41DEB">
        <w:rPr>
          <w:sz w:val="16"/>
        </w:rPr>
        <w:t xml:space="preserve"> This isn’t just about policy differences or partisan rivalry — whether you’re conservative or liberal, </w:t>
      </w:r>
      <w:r w:rsidRPr="00F41DEB">
        <w:rPr>
          <w:rStyle w:val="StyleUnderline"/>
        </w:rPr>
        <w:t xml:space="preserve">it’s about whether America </w:t>
      </w:r>
      <w:r w:rsidRPr="005B60A6">
        <w:rPr>
          <w:rStyle w:val="Emphasis"/>
        </w:rPr>
        <w:t>remains a democracy</w:t>
      </w:r>
      <w:r w:rsidRPr="00F41DEB">
        <w:rPr>
          <w:sz w:val="16"/>
        </w:rPr>
        <w:t>.</w:t>
      </w:r>
    </w:p>
    <w:p w14:paraId="45D59C43" w14:textId="77777777" w:rsidR="001B2360" w:rsidRPr="00F41DEB" w:rsidRDefault="001B2360" w:rsidP="001B2360">
      <w:pPr>
        <w:rPr>
          <w:sz w:val="16"/>
        </w:rPr>
      </w:pPr>
      <w:r w:rsidRPr="00F41DEB">
        <w:rPr>
          <w:sz w:val="16"/>
        </w:rPr>
        <w:t>If you love this country and you love democracy, then support pro-democracy candidates in the midterm elections with your money, your time, and your ballot. Donate. Volunteer. And, above all, vote.</w:t>
      </w:r>
    </w:p>
    <w:p w14:paraId="2ED87DBF" w14:textId="77777777" w:rsidR="001B2360" w:rsidRPr="00F41DEB" w:rsidRDefault="001B2360" w:rsidP="001B2360">
      <w:pPr>
        <w:rPr>
          <w:sz w:val="16"/>
        </w:rPr>
      </w:pPr>
      <w:r w:rsidRPr="00F41DEB">
        <w:rPr>
          <w:sz w:val="16"/>
        </w:rPr>
        <w:t xml:space="preserve">The </w:t>
      </w:r>
      <w:r w:rsidRPr="006206F7">
        <w:rPr>
          <w:rStyle w:val="Emphasis"/>
          <w:highlight w:val="cyan"/>
        </w:rPr>
        <w:t>survival</w:t>
      </w:r>
      <w:r w:rsidRPr="006206F7">
        <w:rPr>
          <w:rStyle w:val="StyleUnderline"/>
          <w:highlight w:val="cyan"/>
        </w:rPr>
        <w:t xml:space="preserve"> of </w:t>
      </w:r>
      <w:r w:rsidRPr="00F41DEB">
        <w:rPr>
          <w:rStyle w:val="StyleUnderline"/>
        </w:rPr>
        <w:t xml:space="preserve">the greatest </w:t>
      </w:r>
      <w:r w:rsidRPr="006206F7">
        <w:rPr>
          <w:rStyle w:val="StyleUnderline"/>
          <w:highlight w:val="cyan"/>
        </w:rPr>
        <w:t>democracy</w:t>
      </w:r>
      <w:r w:rsidRPr="006206F7">
        <w:rPr>
          <w:sz w:val="16"/>
          <w:highlight w:val="cyan"/>
        </w:rPr>
        <w:t xml:space="preserve"> </w:t>
      </w:r>
      <w:r w:rsidRPr="00F41DEB">
        <w:rPr>
          <w:sz w:val="16"/>
        </w:rPr>
        <w:t xml:space="preserve">the world has ever known </w:t>
      </w:r>
      <w:r w:rsidRPr="006206F7">
        <w:rPr>
          <w:rStyle w:val="StyleUnderline"/>
          <w:highlight w:val="cyan"/>
        </w:rPr>
        <w:t xml:space="preserve">may depend on </w:t>
      </w:r>
      <w:r w:rsidRPr="00F41DEB">
        <w:rPr>
          <w:rStyle w:val="StyleUnderline"/>
        </w:rPr>
        <w:t xml:space="preserve">what happens in </w:t>
      </w:r>
      <w:r w:rsidRPr="006206F7">
        <w:rPr>
          <w:rStyle w:val="Emphasis"/>
          <w:highlight w:val="cyan"/>
        </w:rPr>
        <w:t>November</w:t>
      </w:r>
      <w:r w:rsidRPr="006206F7">
        <w:rPr>
          <w:sz w:val="16"/>
          <w:highlight w:val="cyan"/>
        </w:rPr>
        <w:t xml:space="preserve"> </w:t>
      </w:r>
      <w:r w:rsidRPr="00F41DEB">
        <w:rPr>
          <w:sz w:val="16"/>
        </w:rPr>
        <w:t>of next year.</w:t>
      </w:r>
    </w:p>
    <w:p w14:paraId="425CE632" w14:textId="77777777" w:rsidR="001B2360" w:rsidRPr="00E7444F" w:rsidRDefault="001B2360" w:rsidP="001B2360"/>
    <w:p w14:paraId="1820A340" w14:textId="77777777" w:rsidR="001B2360" w:rsidRPr="0061078A" w:rsidRDefault="001B2360" w:rsidP="001B2360">
      <w:pPr>
        <w:pStyle w:val="Heading4"/>
      </w:pPr>
      <w:r>
        <w:t xml:space="preserve">3. Wrong. </w:t>
      </w:r>
      <w:r w:rsidRPr="0061078A">
        <w:rPr>
          <w:u w:val="single"/>
        </w:rPr>
        <w:t>2026</w:t>
      </w:r>
      <w:r>
        <w:t xml:space="preserve"> is the only chance to stave off </w:t>
      </w:r>
      <w:r>
        <w:rPr>
          <w:u w:val="single"/>
        </w:rPr>
        <w:t>authoritarianism</w:t>
      </w:r>
      <w:r>
        <w:t xml:space="preserve"> before 2028. </w:t>
      </w:r>
    </w:p>
    <w:p w14:paraId="3723818A" w14:textId="77777777" w:rsidR="001B2360" w:rsidRPr="002F7857" w:rsidRDefault="001B2360" w:rsidP="001B2360">
      <w:r w:rsidRPr="002F7857">
        <w:t xml:space="preserve">Hanna </w:t>
      </w:r>
      <w:r w:rsidRPr="002F7857">
        <w:rPr>
          <w:rStyle w:val="Style13ptBold"/>
        </w:rPr>
        <w:t>Rosin 25</w:t>
      </w:r>
      <w:r w:rsidRPr="002F7857">
        <w:t>.</w:t>
      </w:r>
      <w:r>
        <w:t xml:space="preserve"> Interview with Garry Kasparov, C</w:t>
      </w:r>
      <w:r w:rsidRPr="002F7857">
        <w:t>hess world champion who runs the Renew Democracy Initiative</w:t>
      </w:r>
      <w:r>
        <w:t xml:space="preserve">; and Anne Applebaum; </w:t>
      </w:r>
      <w:r w:rsidRPr="002F7857">
        <w:t>Senior Fellow at the Johns Hopkins School of Advanced International Studies and the SNF Agora Institute</w:t>
      </w:r>
      <w:r>
        <w:t>.</w:t>
      </w:r>
      <w:r w:rsidRPr="002F7857">
        <w:t xml:space="preserve"> "‘2026 Is the Battlefield’." Atlantic. 9-21-2025. https://www.theatlantic.com/podcasts/archive/2025/09/radio-atlantic-live-from-the-atlantic-festival-2026-is-the-battlefield/684291/</w:t>
      </w:r>
    </w:p>
    <w:p w14:paraId="682D5E90" w14:textId="77777777" w:rsidR="001B2360" w:rsidRPr="002F7857" w:rsidRDefault="001B2360" w:rsidP="001B2360">
      <w:pPr>
        <w:rPr>
          <w:sz w:val="16"/>
        </w:rPr>
      </w:pPr>
      <w:r w:rsidRPr="002F7857">
        <w:rPr>
          <w:sz w:val="16"/>
        </w:rPr>
        <w:t xml:space="preserve">Rosin: Okay. I’m gonna ask you a question that I don’t wanna ask you, and then I’m gonna close my eyes as you answer: </w:t>
      </w:r>
      <w:r w:rsidRPr="00073C2E">
        <w:rPr>
          <w:rStyle w:val="Emphasis"/>
          <w:highlight w:val="cyan"/>
        </w:rPr>
        <w:t>2026</w:t>
      </w:r>
      <w:r w:rsidRPr="002F7857">
        <w:rPr>
          <w:sz w:val="16"/>
        </w:rPr>
        <w:t>?</w:t>
      </w:r>
    </w:p>
    <w:p w14:paraId="2F91B126" w14:textId="77777777" w:rsidR="001B2360" w:rsidRPr="002F7857" w:rsidRDefault="001B2360" w:rsidP="001B2360">
      <w:pPr>
        <w:rPr>
          <w:sz w:val="16"/>
        </w:rPr>
      </w:pPr>
      <w:r w:rsidRPr="002F7857">
        <w:rPr>
          <w:sz w:val="16"/>
        </w:rPr>
        <w:t xml:space="preserve">Kasparov: </w:t>
      </w:r>
      <w:r w:rsidRPr="00073C2E">
        <w:rPr>
          <w:rStyle w:val="Emphasis"/>
          <w:sz w:val="28"/>
          <w:szCs w:val="32"/>
          <w:highlight w:val="cyan"/>
        </w:rPr>
        <w:t>Most fateful election in American history.</w:t>
      </w:r>
    </w:p>
    <w:p w14:paraId="0345DBCB" w14:textId="77777777" w:rsidR="001B2360" w:rsidRPr="002F7857" w:rsidRDefault="001B2360" w:rsidP="001B2360">
      <w:pPr>
        <w:rPr>
          <w:sz w:val="16"/>
        </w:rPr>
      </w:pPr>
      <w:r w:rsidRPr="002F7857">
        <w:rPr>
          <w:sz w:val="16"/>
        </w:rPr>
        <w:t>Rosin: Most what?</w:t>
      </w:r>
    </w:p>
    <w:p w14:paraId="2A0DBE2F" w14:textId="77777777" w:rsidR="001B2360" w:rsidRDefault="001B2360" w:rsidP="001B2360">
      <w:pPr>
        <w:rPr>
          <w:rStyle w:val="StyleUnderline"/>
        </w:rPr>
      </w:pPr>
      <w:r w:rsidRPr="002F7857">
        <w:rPr>
          <w:sz w:val="16"/>
        </w:rPr>
        <w:t>Kasparov: Most fateful election in American history</w:t>
      </w:r>
      <w:r w:rsidRPr="00073C2E">
        <w:rPr>
          <w:rStyle w:val="StyleUnderline"/>
          <w:highlight w:val="cyan"/>
        </w:rPr>
        <w:t xml:space="preserve">. If Democrats do not retake the </w:t>
      </w:r>
      <w:r w:rsidRPr="00073C2E">
        <w:rPr>
          <w:rStyle w:val="Emphasis"/>
          <w:highlight w:val="cyan"/>
        </w:rPr>
        <w:t>House</w:t>
      </w:r>
      <w:r w:rsidRPr="00073C2E">
        <w:rPr>
          <w:rStyle w:val="StyleUnderline"/>
          <w:highlight w:val="cyan"/>
        </w:rPr>
        <w:t xml:space="preserve">, </w:t>
      </w:r>
      <w:r w:rsidRPr="00073C2E">
        <w:rPr>
          <w:rStyle w:val="Emphasis"/>
          <w:sz w:val="24"/>
          <w:szCs w:val="28"/>
          <w:highlight w:val="cyan"/>
        </w:rPr>
        <w:t>2028</w:t>
      </w:r>
      <w:r w:rsidRPr="002F7857">
        <w:rPr>
          <w:rStyle w:val="Emphasis"/>
          <w:sz w:val="24"/>
          <w:szCs w:val="28"/>
        </w:rPr>
        <w:t xml:space="preserve"> </w:t>
      </w:r>
      <w:r w:rsidRPr="00073C2E">
        <w:rPr>
          <w:rStyle w:val="Emphasis"/>
          <w:sz w:val="24"/>
          <w:szCs w:val="28"/>
          <w:highlight w:val="cyan"/>
        </w:rPr>
        <w:t>will be a formality</w:t>
      </w:r>
      <w:r w:rsidRPr="002F7857">
        <w:rPr>
          <w:rStyle w:val="StyleUnderline"/>
        </w:rPr>
        <w:t xml:space="preserve">. That’s it. You know, then I’m afraid the show, </w:t>
      </w:r>
      <w:r w:rsidRPr="002F7857">
        <w:rPr>
          <w:rStyle w:val="Emphasis"/>
        </w:rPr>
        <w:t>Autocracy in America</w:t>
      </w:r>
      <w:r w:rsidRPr="002F7857">
        <w:rPr>
          <w:rStyle w:val="StyleUnderline"/>
        </w:rPr>
        <w:t xml:space="preserve">, </w:t>
      </w:r>
      <w:r w:rsidRPr="00073C2E">
        <w:rPr>
          <w:rStyle w:val="StyleUnderline"/>
          <w:highlight w:val="cyan"/>
        </w:rPr>
        <w:t xml:space="preserve">the </w:t>
      </w:r>
      <w:r w:rsidRPr="00073C2E">
        <w:rPr>
          <w:rStyle w:val="Emphasis"/>
          <w:highlight w:val="cyan"/>
        </w:rPr>
        <w:t>show will be shut down</w:t>
      </w:r>
      <w:r w:rsidRPr="00073C2E">
        <w:rPr>
          <w:rStyle w:val="StyleUnderline"/>
          <w:highlight w:val="cyan"/>
        </w:rPr>
        <w:t>.</w:t>
      </w:r>
    </w:p>
    <w:p w14:paraId="6C45D6D5" w14:textId="77777777" w:rsidR="001B2360" w:rsidRPr="002F7857" w:rsidRDefault="001B2360" w:rsidP="001B2360">
      <w:pPr>
        <w:rPr>
          <w:sz w:val="16"/>
        </w:rPr>
      </w:pPr>
      <w:r w:rsidRPr="002F7857">
        <w:rPr>
          <w:sz w:val="16"/>
        </w:rPr>
        <w:t>Applebaum: Hanna and I will run it in the underground.</w:t>
      </w:r>
    </w:p>
    <w:p w14:paraId="4E4F9E57" w14:textId="77777777" w:rsidR="001B2360" w:rsidRPr="002F7857" w:rsidRDefault="001B2360" w:rsidP="001B2360">
      <w:pPr>
        <w:rPr>
          <w:sz w:val="16"/>
        </w:rPr>
      </w:pPr>
      <w:r w:rsidRPr="002F7857">
        <w:rPr>
          <w:sz w:val="16"/>
        </w:rPr>
        <w:t>Rosin: Yes. We’ll run it in the underground.</w:t>
      </w:r>
    </w:p>
    <w:p w14:paraId="5F7A5E46" w14:textId="77777777" w:rsidR="001B2360" w:rsidRPr="002F7857" w:rsidRDefault="001B2360" w:rsidP="001B2360">
      <w:pPr>
        <w:rPr>
          <w:sz w:val="16"/>
        </w:rPr>
      </w:pPr>
      <w:r w:rsidRPr="002F7857">
        <w:rPr>
          <w:sz w:val="16"/>
        </w:rPr>
        <w:t>Applebaum: In this room.</w:t>
      </w:r>
    </w:p>
    <w:p w14:paraId="747F8821" w14:textId="77777777" w:rsidR="001B2360" w:rsidRPr="002F7857" w:rsidRDefault="001B2360" w:rsidP="001B2360">
      <w:pPr>
        <w:rPr>
          <w:sz w:val="16"/>
        </w:rPr>
      </w:pPr>
      <w:r w:rsidRPr="002F7857">
        <w:rPr>
          <w:sz w:val="16"/>
        </w:rPr>
        <w:t>[Audience laughter]</w:t>
      </w:r>
    </w:p>
    <w:p w14:paraId="5B965EFC" w14:textId="77777777" w:rsidR="001B2360" w:rsidRPr="002F7857" w:rsidRDefault="001B2360" w:rsidP="001B2360">
      <w:pPr>
        <w:rPr>
          <w:sz w:val="16"/>
        </w:rPr>
      </w:pPr>
      <w:r w:rsidRPr="002F7857">
        <w:rPr>
          <w:sz w:val="16"/>
        </w:rPr>
        <w:t>Rosin: What? Okay, 2028 then?</w:t>
      </w:r>
    </w:p>
    <w:p w14:paraId="32C6D346" w14:textId="77777777" w:rsidR="001B2360" w:rsidRDefault="001B2360" w:rsidP="001B2360">
      <w:pPr>
        <w:rPr>
          <w:rStyle w:val="Emphasis"/>
        </w:rPr>
      </w:pPr>
      <w:r w:rsidRPr="002F7857">
        <w:rPr>
          <w:sz w:val="16"/>
        </w:rPr>
        <w:t xml:space="preserve">Applebaum: </w:t>
      </w:r>
      <w:r w:rsidRPr="00073C2E">
        <w:rPr>
          <w:rStyle w:val="Emphasis"/>
          <w:highlight w:val="cyan"/>
        </w:rPr>
        <w:t>2028 is too far.</w:t>
      </w:r>
    </w:p>
    <w:p w14:paraId="10A3E339" w14:textId="77777777" w:rsidR="001B2360" w:rsidRDefault="001B2360" w:rsidP="001B2360">
      <w:pPr>
        <w:rPr>
          <w:rStyle w:val="Emphasis"/>
        </w:rPr>
      </w:pPr>
      <w:r w:rsidRPr="002F7857">
        <w:rPr>
          <w:sz w:val="16"/>
        </w:rPr>
        <w:t xml:space="preserve">Kasparov: </w:t>
      </w:r>
      <w:r w:rsidRPr="00073C2E">
        <w:rPr>
          <w:rStyle w:val="StyleUnderline"/>
          <w:highlight w:val="cyan"/>
        </w:rPr>
        <w:t>2026</w:t>
      </w:r>
      <w:r w:rsidRPr="002F7857">
        <w:rPr>
          <w:sz w:val="16"/>
        </w:rPr>
        <w:t xml:space="preserve">. This </w:t>
      </w:r>
      <w:r w:rsidRPr="00073C2E">
        <w:rPr>
          <w:rStyle w:val="StyleUnderline"/>
          <w:highlight w:val="cyan"/>
        </w:rPr>
        <w:t>is the battlefield</w:t>
      </w:r>
      <w:r w:rsidRPr="002F7857">
        <w:rPr>
          <w:sz w:val="16"/>
        </w:rPr>
        <w:t xml:space="preserve">. </w:t>
      </w:r>
      <w:r w:rsidRPr="00073C2E">
        <w:rPr>
          <w:rStyle w:val="StyleUnderline"/>
          <w:highlight w:val="cyan"/>
        </w:rPr>
        <w:t>You have to make sure</w:t>
      </w:r>
      <w:r w:rsidRPr="002F7857">
        <w:rPr>
          <w:rStyle w:val="StyleUnderline"/>
        </w:rPr>
        <w:t xml:space="preserve"> that the </w:t>
      </w:r>
      <w:r w:rsidRPr="00073C2E">
        <w:rPr>
          <w:rStyle w:val="StyleUnderline"/>
          <w:highlight w:val="cyan"/>
        </w:rPr>
        <w:t>Congress, that</w:t>
      </w:r>
      <w:r w:rsidRPr="002F7857">
        <w:rPr>
          <w:rStyle w:val="StyleUnderline"/>
        </w:rPr>
        <w:t xml:space="preserve"> </w:t>
      </w:r>
      <w:r w:rsidRPr="00073C2E">
        <w:rPr>
          <w:rStyle w:val="Emphasis"/>
          <w:highlight w:val="cyan"/>
        </w:rPr>
        <w:t>Article I</w:t>
      </w:r>
      <w:r w:rsidRPr="00073C2E">
        <w:rPr>
          <w:rStyle w:val="StyleUnderline"/>
          <w:highlight w:val="cyan"/>
        </w:rPr>
        <w:t xml:space="preserve"> of the </w:t>
      </w:r>
      <w:r w:rsidRPr="00073C2E">
        <w:rPr>
          <w:rStyle w:val="Emphasis"/>
          <w:highlight w:val="cyan"/>
        </w:rPr>
        <w:t>Constitution</w:t>
      </w:r>
      <w:r w:rsidRPr="002F7857">
        <w:rPr>
          <w:rStyle w:val="StyleUnderline"/>
        </w:rPr>
        <w:t xml:space="preserve">, </w:t>
      </w:r>
      <w:r w:rsidRPr="00073C2E">
        <w:rPr>
          <w:rStyle w:val="StyleUnderline"/>
          <w:highlight w:val="cyan"/>
        </w:rPr>
        <w:t>will</w:t>
      </w:r>
      <w:r w:rsidRPr="002F7857">
        <w:rPr>
          <w:rStyle w:val="StyleUnderline"/>
        </w:rPr>
        <w:t xml:space="preserve"> take a </w:t>
      </w:r>
      <w:r w:rsidRPr="00073C2E">
        <w:rPr>
          <w:rStyle w:val="Emphasis"/>
          <w:highlight w:val="cyan"/>
        </w:rPr>
        <w:t>stand against</w:t>
      </w:r>
      <w:r w:rsidRPr="002F7857">
        <w:rPr>
          <w:rStyle w:val="Emphasis"/>
        </w:rPr>
        <w:t xml:space="preserve"> Donald </w:t>
      </w:r>
      <w:r w:rsidRPr="00073C2E">
        <w:rPr>
          <w:rStyle w:val="Emphasis"/>
          <w:highlight w:val="cyan"/>
        </w:rPr>
        <w:t>Trump</w:t>
      </w:r>
      <w:r w:rsidRPr="002F7857">
        <w:rPr>
          <w:rStyle w:val="Emphasis"/>
        </w:rPr>
        <w:t>.</w:t>
      </w:r>
    </w:p>
    <w:p w14:paraId="7A50BD6C" w14:textId="77777777" w:rsidR="001B2360" w:rsidRDefault="001B2360" w:rsidP="001B2360">
      <w:pPr>
        <w:rPr>
          <w:sz w:val="16"/>
        </w:rPr>
      </w:pPr>
      <w:r w:rsidRPr="002F7857">
        <w:rPr>
          <w:sz w:val="16"/>
        </w:rPr>
        <w:t xml:space="preserve">And by the way, I believe the Democrats should actually start work on it now. </w:t>
      </w:r>
      <w:r w:rsidRPr="002F7857">
        <w:rPr>
          <w:rStyle w:val="StyleUnderline"/>
        </w:rPr>
        <w:t xml:space="preserve">There are five </w:t>
      </w:r>
      <w:r w:rsidRPr="002F7857">
        <w:rPr>
          <w:rStyle w:val="Emphasis"/>
        </w:rPr>
        <w:t>Republicans</w:t>
      </w:r>
      <w:r w:rsidRPr="002F7857">
        <w:rPr>
          <w:rStyle w:val="StyleUnderline"/>
        </w:rPr>
        <w:t xml:space="preserve">—there are </w:t>
      </w:r>
      <w:r w:rsidRPr="00073C2E">
        <w:rPr>
          <w:rStyle w:val="Emphasis"/>
          <w:highlight w:val="cyan"/>
        </w:rPr>
        <w:t>five members</w:t>
      </w:r>
      <w:r w:rsidRPr="00073C2E">
        <w:rPr>
          <w:rStyle w:val="StyleUnderline"/>
          <w:highlight w:val="cyan"/>
        </w:rPr>
        <w:t xml:space="preserve"> of the House</w:t>
      </w:r>
      <w:r w:rsidRPr="002F7857">
        <w:rPr>
          <w:rStyle w:val="StyleUnderline"/>
        </w:rPr>
        <w:t xml:space="preserve"> that </w:t>
      </w:r>
      <w:r w:rsidRPr="00073C2E">
        <w:rPr>
          <w:rStyle w:val="StyleUnderline"/>
          <w:highlight w:val="cyan"/>
        </w:rPr>
        <w:t>separate</w:t>
      </w:r>
      <w:r w:rsidRPr="002F7857">
        <w:rPr>
          <w:rStyle w:val="StyleUnderline"/>
        </w:rPr>
        <w:t>, you know,</w:t>
      </w:r>
      <w:r w:rsidRPr="002F7857">
        <w:rPr>
          <w:sz w:val="16"/>
        </w:rPr>
        <w:t xml:space="preserve"> </w:t>
      </w:r>
      <w:r w:rsidRPr="002F7857">
        <w:rPr>
          <w:rStyle w:val="StyleUnderline"/>
        </w:rPr>
        <w:t xml:space="preserve">Donald </w:t>
      </w:r>
      <w:r w:rsidRPr="00073C2E">
        <w:rPr>
          <w:rStyle w:val="StyleUnderline"/>
          <w:highlight w:val="cyan"/>
        </w:rPr>
        <w:t>Trump</w:t>
      </w:r>
      <w:r w:rsidRPr="002F7857">
        <w:rPr>
          <w:rStyle w:val="StyleUnderline"/>
        </w:rPr>
        <w:t xml:space="preserve"> from </w:t>
      </w:r>
      <w:r w:rsidRPr="00073C2E">
        <w:rPr>
          <w:rStyle w:val="Emphasis"/>
          <w:highlight w:val="cyan"/>
        </w:rPr>
        <w:t>pushing</w:t>
      </w:r>
      <w:r w:rsidRPr="00073C2E">
        <w:rPr>
          <w:rStyle w:val="StyleUnderline"/>
          <w:highlight w:val="cyan"/>
        </w:rPr>
        <w:t xml:space="preserve"> his </w:t>
      </w:r>
      <w:r w:rsidRPr="00073C2E">
        <w:rPr>
          <w:rStyle w:val="Emphasis"/>
          <w:highlight w:val="cyan"/>
        </w:rPr>
        <w:t>agenda</w:t>
      </w:r>
      <w:r w:rsidRPr="002F7857">
        <w:rPr>
          <w:sz w:val="16"/>
        </w:rPr>
        <w:t>. Three of the GOP members, they are retiring. So make them an offer they cannot reject. All you need, you need five votes. And it’s, again: Be active. Try. Offer them speakership.</w:t>
      </w:r>
    </w:p>
    <w:p w14:paraId="3B2C1AFF" w14:textId="5FB38A97" w:rsidR="001B2360" w:rsidRDefault="001B2360" w:rsidP="001B2360">
      <w:pPr>
        <w:pStyle w:val="Heading3"/>
      </w:pPr>
      <w:r>
        <w:t>No Uniqueness---2NC</w:t>
      </w:r>
    </w:p>
    <w:p w14:paraId="03539B82" w14:textId="77777777" w:rsidR="001B2360" w:rsidRDefault="001B2360" w:rsidP="001B2360">
      <w:pPr>
        <w:pStyle w:val="Heading4"/>
      </w:pPr>
      <w:r>
        <w:t>Full throttle now.</w:t>
      </w:r>
    </w:p>
    <w:p w14:paraId="3981795B" w14:textId="77777777" w:rsidR="001B2360" w:rsidRPr="00002EE9" w:rsidRDefault="001B2360" w:rsidP="001B2360">
      <w:r>
        <w:t xml:space="preserve">Ed </w:t>
      </w:r>
      <w:r w:rsidRPr="00002EE9">
        <w:rPr>
          <w:rStyle w:val="Style13ptBold"/>
        </w:rPr>
        <w:t>Kilgore 25</w:t>
      </w:r>
      <w:r>
        <w:t xml:space="preserve"> – “Trump Bets He Can Have His Extremism — and the Midterms, Too,” 9/14, https://www.msn.com/en-us/news/opinion/trump-bets-he-can-have-his-extremism-and-the-midterms-too/ar-AA1McsIe</w:t>
      </w:r>
    </w:p>
    <w:p w14:paraId="37197B91" w14:textId="77777777" w:rsidR="001B2360" w:rsidRPr="008E3CE0" w:rsidRDefault="001B2360" w:rsidP="001B2360">
      <w:pPr>
        <w:rPr>
          <w:sz w:val="16"/>
        </w:rPr>
      </w:pPr>
      <w:r w:rsidRPr="008E3CE0">
        <w:rPr>
          <w:sz w:val="16"/>
        </w:rPr>
        <w:t xml:space="preserve">This was a particularly fraught decision for </w:t>
      </w:r>
      <w:r w:rsidRPr="003229AC">
        <w:rPr>
          <w:rStyle w:val="Emphasis"/>
          <w:highlight w:val="cyan"/>
        </w:rPr>
        <w:t>Trump</w:t>
      </w:r>
      <w:r w:rsidRPr="008E3CE0">
        <w:rPr>
          <w:sz w:val="16"/>
        </w:rPr>
        <w:t xml:space="preserve"> because his </w:t>
      </w:r>
      <w:r w:rsidRPr="007A7AF2">
        <w:rPr>
          <w:rStyle w:val="StyleUnderline"/>
        </w:rPr>
        <w:t>idea of</w:t>
      </w:r>
      <w:r w:rsidRPr="008E3CE0">
        <w:rPr>
          <w:sz w:val="16"/>
        </w:rPr>
        <w:t xml:space="preserve"> “policy </w:t>
      </w:r>
      <w:r w:rsidRPr="003229AC">
        <w:rPr>
          <w:rStyle w:val="StyleUnderline"/>
          <w:highlight w:val="cyan"/>
        </w:rPr>
        <w:t>accomplishments” involved</w:t>
      </w:r>
      <w:r w:rsidRPr="008E3CE0">
        <w:rPr>
          <w:sz w:val="16"/>
        </w:rPr>
        <w:t xml:space="preserve"> a vast expansion of </w:t>
      </w:r>
      <w:r w:rsidRPr="003229AC">
        <w:rPr>
          <w:rStyle w:val="Emphasis"/>
          <w:highlight w:val="cyan"/>
        </w:rPr>
        <w:t>presidential power</w:t>
      </w:r>
      <w:r w:rsidRPr="008E3CE0">
        <w:rPr>
          <w:sz w:val="16"/>
        </w:rPr>
        <w:t xml:space="preserve">, an inevitably </w:t>
      </w:r>
      <w:r w:rsidRPr="007A7AF2">
        <w:rPr>
          <w:rStyle w:val="StyleUnderline"/>
        </w:rPr>
        <w:t xml:space="preserve">controversial </w:t>
      </w:r>
      <w:r w:rsidRPr="001A02FC">
        <w:rPr>
          <w:rStyle w:val="StyleUnderline"/>
          <w:highlight w:val="yellow"/>
        </w:rPr>
        <w:t>mass-deportation program</w:t>
      </w:r>
      <w:r w:rsidRPr="001A02FC">
        <w:rPr>
          <w:sz w:val="16"/>
          <w:highlight w:val="yellow"/>
        </w:rPr>
        <w:t xml:space="preserve">, a </w:t>
      </w:r>
      <w:r w:rsidRPr="001A02FC">
        <w:rPr>
          <w:rStyle w:val="StyleUnderline"/>
          <w:highlight w:val="yellow"/>
        </w:rPr>
        <w:t xml:space="preserve">return to </w:t>
      </w:r>
      <w:r w:rsidRPr="001A02FC">
        <w:rPr>
          <w:rStyle w:val="Emphasis"/>
          <w:highlight w:val="yellow"/>
        </w:rPr>
        <w:t>protectionist</w:t>
      </w:r>
      <w:r w:rsidRPr="001A02FC">
        <w:rPr>
          <w:sz w:val="16"/>
          <w:highlight w:val="yellow"/>
        </w:rPr>
        <w:t xml:space="preserve"> economic </w:t>
      </w:r>
      <w:r w:rsidRPr="001A02FC">
        <w:rPr>
          <w:rStyle w:val="StyleUnderline"/>
          <w:highlight w:val="yellow"/>
        </w:rPr>
        <w:t xml:space="preserve">strategies, and </w:t>
      </w:r>
      <w:r w:rsidRPr="001A02FC">
        <w:rPr>
          <w:rStyle w:val="Emphasis"/>
          <w:highlight w:val="yellow"/>
        </w:rPr>
        <w:t>relentless threats</w:t>
      </w:r>
      <w:r w:rsidRPr="001A02FC">
        <w:rPr>
          <w:sz w:val="16"/>
          <w:highlight w:val="yellow"/>
        </w:rPr>
        <w:t xml:space="preserve"> </w:t>
      </w:r>
      <w:r w:rsidRPr="001A02FC">
        <w:rPr>
          <w:rStyle w:val="StyleUnderline"/>
          <w:highlight w:val="yellow"/>
        </w:rPr>
        <w:t>of Mafia-style retribution against his enemies</w:t>
      </w:r>
      <w:r w:rsidRPr="008E3CE0">
        <w:rPr>
          <w:sz w:val="16"/>
        </w:rPr>
        <w:t xml:space="preserve"> and critics. </w:t>
      </w:r>
      <w:r w:rsidRPr="003229AC">
        <w:rPr>
          <w:rStyle w:val="StyleUnderline"/>
          <w:highlight w:val="cyan"/>
        </w:rPr>
        <w:t xml:space="preserve">Given </w:t>
      </w:r>
      <w:r w:rsidRPr="00492CE0">
        <w:rPr>
          <w:rStyle w:val="StyleUnderline"/>
        </w:rPr>
        <w:t>his</w:t>
      </w:r>
      <w:r w:rsidRPr="008E3CE0">
        <w:rPr>
          <w:sz w:val="16"/>
        </w:rPr>
        <w:t xml:space="preserve"> incredibly </w:t>
      </w:r>
      <w:r w:rsidRPr="003229AC">
        <w:rPr>
          <w:rStyle w:val="Emphasis"/>
          <w:highlight w:val="cyan"/>
        </w:rPr>
        <w:t>high regard</w:t>
      </w:r>
      <w:r w:rsidRPr="008E3CE0">
        <w:rPr>
          <w:sz w:val="16"/>
          <w:highlight w:val="cyan"/>
        </w:rPr>
        <w:t xml:space="preserve"> </w:t>
      </w:r>
      <w:r w:rsidRPr="003229AC">
        <w:rPr>
          <w:rStyle w:val="StyleUnderline"/>
          <w:highlight w:val="cyan"/>
        </w:rPr>
        <w:t xml:space="preserve">for his </w:t>
      </w:r>
      <w:r w:rsidRPr="003229AC">
        <w:rPr>
          <w:rStyle w:val="Emphasis"/>
          <w:highlight w:val="cyan"/>
        </w:rPr>
        <w:t>own uniqueness</w:t>
      </w:r>
      <w:r w:rsidRPr="007A7AF2">
        <w:rPr>
          <w:rStyle w:val="StyleUnderline"/>
        </w:rPr>
        <w:t xml:space="preserve"> and his history of disdain for the </w:t>
      </w:r>
      <w:r w:rsidRPr="007A7AF2">
        <w:rPr>
          <w:rStyle w:val="Emphasis"/>
        </w:rPr>
        <w:t>Republican Party</w:t>
      </w:r>
      <w:r w:rsidRPr="008E3CE0">
        <w:rPr>
          <w:sz w:val="16"/>
        </w:rPr>
        <w:t xml:space="preserve">, </w:t>
      </w:r>
      <w:r w:rsidRPr="003229AC">
        <w:rPr>
          <w:rStyle w:val="StyleUnderline"/>
          <w:highlight w:val="cyan"/>
        </w:rPr>
        <w:t>it would have been</w:t>
      </w:r>
      <w:r w:rsidRPr="008E3CE0">
        <w:rPr>
          <w:sz w:val="16"/>
        </w:rPr>
        <w:t xml:space="preserve"> the most </w:t>
      </w:r>
      <w:r w:rsidRPr="003229AC">
        <w:rPr>
          <w:rStyle w:val="Emphasis"/>
          <w:highlight w:val="cyan"/>
        </w:rPr>
        <w:t>natural</w:t>
      </w:r>
      <w:r w:rsidRPr="008E3CE0">
        <w:rPr>
          <w:sz w:val="16"/>
        </w:rPr>
        <w:t xml:space="preserve"> thing in the world </w:t>
      </w:r>
      <w:r w:rsidRPr="007A7AF2">
        <w:rPr>
          <w:rStyle w:val="StyleUnderline"/>
        </w:rPr>
        <w:t xml:space="preserve">for </w:t>
      </w:r>
      <w:r w:rsidRPr="00492CE0">
        <w:rPr>
          <w:rStyle w:val="StyleUnderline"/>
        </w:rPr>
        <w:t xml:space="preserve">Trump </w:t>
      </w:r>
      <w:r w:rsidRPr="003229AC">
        <w:rPr>
          <w:rStyle w:val="StyleUnderline"/>
          <w:highlight w:val="cyan"/>
        </w:rPr>
        <w:t xml:space="preserve">to write </w:t>
      </w:r>
      <w:r w:rsidRPr="003229AC">
        <w:rPr>
          <w:rStyle w:val="Emphasis"/>
          <w:highlight w:val="cyan"/>
        </w:rPr>
        <w:t>off the midterms</w:t>
      </w:r>
      <w:r w:rsidRPr="003229AC">
        <w:rPr>
          <w:rStyle w:val="StyleUnderline"/>
          <w:highlight w:val="cyan"/>
        </w:rPr>
        <w:t xml:space="preserve"> and</w:t>
      </w:r>
      <w:r w:rsidRPr="007A7AF2">
        <w:rPr>
          <w:rStyle w:val="StyleUnderline"/>
        </w:rPr>
        <w:t xml:space="preserve"> plan to </w:t>
      </w:r>
      <w:r w:rsidRPr="003229AC">
        <w:rPr>
          <w:rStyle w:val="StyleUnderline"/>
          <w:highlight w:val="cyan"/>
        </w:rPr>
        <w:t>leave</w:t>
      </w:r>
      <w:r w:rsidRPr="007A7AF2">
        <w:rPr>
          <w:rStyle w:val="StyleUnderline"/>
        </w:rPr>
        <w:t xml:space="preserve"> the White House </w:t>
      </w:r>
      <w:r w:rsidRPr="003229AC">
        <w:rPr>
          <w:rStyle w:val="StyleUnderline"/>
          <w:highlight w:val="cyan"/>
        </w:rPr>
        <w:t xml:space="preserve">in </w:t>
      </w:r>
      <w:r w:rsidRPr="003229AC">
        <w:rPr>
          <w:rStyle w:val="Emphasis"/>
          <w:highlight w:val="cyan"/>
        </w:rPr>
        <w:t>2029</w:t>
      </w:r>
      <w:r w:rsidRPr="007A7AF2">
        <w:rPr>
          <w:rStyle w:val="StyleUnderline"/>
        </w:rPr>
        <w:t xml:space="preserve"> after infuriating and betraying</w:t>
      </w:r>
      <w:r w:rsidRPr="008E3CE0">
        <w:rPr>
          <w:sz w:val="16"/>
        </w:rPr>
        <w:t xml:space="preserve"> as many </w:t>
      </w:r>
      <w:r w:rsidRPr="007A7AF2">
        <w:rPr>
          <w:rStyle w:val="StyleUnderline"/>
        </w:rPr>
        <w:t>allies</w:t>
      </w:r>
      <w:r w:rsidRPr="008E3CE0">
        <w:rPr>
          <w:sz w:val="16"/>
        </w:rPr>
        <w:t xml:space="preserve"> and voters as possible.</w:t>
      </w:r>
    </w:p>
    <w:p w14:paraId="67A63C8B" w14:textId="77777777" w:rsidR="001B2360" w:rsidRPr="008E3CE0" w:rsidRDefault="001B2360" w:rsidP="001B2360">
      <w:pPr>
        <w:rPr>
          <w:sz w:val="16"/>
        </w:rPr>
      </w:pPr>
      <w:r w:rsidRPr="008E3CE0">
        <w:rPr>
          <w:sz w:val="16"/>
        </w:rPr>
        <w:t xml:space="preserve">Within moments of his second inauguration, </w:t>
      </w:r>
      <w:r w:rsidRPr="003229AC">
        <w:rPr>
          <w:rStyle w:val="StyleUnderline"/>
          <w:highlight w:val="cyan"/>
        </w:rPr>
        <w:t>Trump pursued</w:t>
      </w:r>
      <w:r w:rsidRPr="008E3CE0">
        <w:rPr>
          <w:sz w:val="16"/>
        </w:rPr>
        <w:t xml:space="preserve"> a course of </w:t>
      </w:r>
      <w:r w:rsidRPr="007A7AF2">
        <w:rPr>
          <w:rStyle w:val="Emphasis"/>
        </w:rPr>
        <w:t xml:space="preserve">unprecedented </w:t>
      </w:r>
      <w:r w:rsidRPr="003229AC">
        <w:rPr>
          <w:rStyle w:val="Emphasis"/>
          <w:highlight w:val="cyan"/>
        </w:rPr>
        <w:t>extremism</w:t>
      </w:r>
      <w:r w:rsidRPr="008E3CE0">
        <w:rPr>
          <w:sz w:val="16"/>
        </w:rPr>
        <w:t xml:space="preserve"> </w:t>
      </w:r>
      <w:r w:rsidRPr="007A7AF2">
        <w:rPr>
          <w:rStyle w:val="StyleUnderline"/>
        </w:rPr>
        <w:t xml:space="preserve">that </w:t>
      </w:r>
      <w:r w:rsidRPr="003229AC">
        <w:rPr>
          <w:rStyle w:val="StyleUnderline"/>
          <w:highlight w:val="cyan"/>
        </w:rPr>
        <w:t>suggested he would be fine with</w:t>
      </w:r>
      <w:r w:rsidRPr="007A7AF2">
        <w:rPr>
          <w:rStyle w:val="StyleUnderline"/>
        </w:rPr>
        <w:t xml:space="preserve"> </w:t>
      </w:r>
      <w:r w:rsidRPr="007A7AF2">
        <w:rPr>
          <w:rStyle w:val="Emphasis"/>
        </w:rPr>
        <w:t xml:space="preserve">vast </w:t>
      </w:r>
      <w:r w:rsidRPr="003229AC">
        <w:rPr>
          <w:rStyle w:val="Emphasis"/>
          <w:highlight w:val="cyan"/>
        </w:rPr>
        <w:t>midterm losses</w:t>
      </w:r>
      <w:r w:rsidRPr="008E3CE0">
        <w:rPr>
          <w:sz w:val="16"/>
        </w:rPr>
        <w:t>, deliberately alienating voting blocs (Latinos, younger voters, inflation-sensitive voters) that had moved in the GOP’s direction in 2024 and exhibiting indifference to public opinion generally (a bit disguised by his habit of asserting vast popularity absent, or even against, any evidence).</w:t>
      </w:r>
    </w:p>
    <w:p w14:paraId="6F6D9CA6" w14:textId="77777777" w:rsidR="001B2360" w:rsidRPr="008E3CE0" w:rsidRDefault="001B2360" w:rsidP="001B2360">
      <w:pPr>
        <w:rPr>
          <w:sz w:val="16"/>
        </w:rPr>
      </w:pPr>
      <w:r w:rsidRPr="003229AC">
        <w:rPr>
          <w:rStyle w:val="Emphasis"/>
          <w:highlight w:val="cyan"/>
        </w:rPr>
        <w:t>But</w:t>
      </w:r>
      <w:r w:rsidRPr="003229AC">
        <w:rPr>
          <w:rStyle w:val="StyleUnderline"/>
          <w:highlight w:val="cyan"/>
        </w:rPr>
        <w:t xml:space="preserve"> then</w:t>
      </w:r>
      <w:r w:rsidRPr="008E3CE0">
        <w:rPr>
          <w:sz w:val="16"/>
        </w:rPr>
        <w:t xml:space="preserve"> something surprising began happening: </w:t>
      </w:r>
      <w:r w:rsidRPr="007A7AF2">
        <w:rPr>
          <w:rStyle w:val="Emphasis"/>
        </w:rPr>
        <w:t>Trump</w:t>
      </w:r>
      <w:r w:rsidRPr="008E3CE0">
        <w:rPr>
          <w:sz w:val="16"/>
        </w:rPr>
        <w:t xml:space="preserve"> </w:t>
      </w:r>
      <w:r w:rsidRPr="003229AC">
        <w:rPr>
          <w:rStyle w:val="StyleUnderline"/>
          <w:highlight w:val="cyan"/>
        </w:rPr>
        <w:t>started showing</w:t>
      </w:r>
      <w:r w:rsidRPr="007A7AF2">
        <w:rPr>
          <w:rStyle w:val="StyleUnderline"/>
        </w:rPr>
        <w:t xml:space="preserve"> considerable personal </w:t>
      </w:r>
      <w:r w:rsidRPr="003229AC">
        <w:rPr>
          <w:rStyle w:val="StyleUnderline"/>
          <w:highlight w:val="cyan"/>
        </w:rPr>
        <w:t>interest</w:t>
      </w:r>
      <w:r w:rsidRPr="007A7AF2">
        <w:rPr>
          <w:rStyle w:val="StyleUnderline"/>
        </w:rPr>
        <w:t xml:space="preserve"> in</w:t>
      </w:r>
      <w:r w:rsidRPr="008E3CE0">
        <w:rPr>
          <w:sz w:val="16"/>
        </w:rPr>
        <w:t xml:space="preserve"> his party’s </w:t>
      </w:r>
      <w:r w:rsidRPr="007A7AF2">
        <w:rPr>
          <w:rStyle w:val="Emphasis"/>
        </w:rPr>
        <w:t>midterm prospects</w:t>
      </w:r>
      <w:r w:rsidRPr="008E3CE0">
        <w:rPr>
          <w:sz w:val="16"/>
        </w:rPr>
        <w:t>, interfering in Republican primaries to promote the most electable options (notably by shoving Marjorie Taylor Greene out of a Senate race) and making sure the White House is as focused on 2026 as he is.</w:t>
      </w:r>
    </w:p>
    <w:p w14:paraId="5B1F8BAE" w14:textId="77777777" w:rsidR="001B2360" w:rsidRPr="008E3CE0" w:rsidRDefault="001B2360" w:rsidP="001B2360">
      <w:pPr>
        <w:rPr>
          <w:sz w:val="16"/>
        </w:rPr>
      </w:pPr>
      <w:r w:rsidRPr="008E3CE0">
        <w:rPr>
          <w:sz w:val="16"/>
        </w:rPr>
        <w:t xml:space="preserve">The </w:t>
      </w:r>
      <w:r w:rsidRPr="007A7AF2">
        <w:rPr>
          <w:rStyle w:val="Emphasis"/>
        </w:rPr>
        <w:t>standard take</w:t>
      </w:r>
      <w:r w:rsidRPr="008E3CE0">
        <w:rPr>
          <w:sz w:val="16"/>
        </w:rPr>
        <w:t xml:space="preserve"> on Trump’s motivation for this sudden decision to care about his party’s fate </w:t>
      </w:r>
      <w:r w:rsidRPr="007A7AF2">
        <w:rPr>
          <w:rStyle w:val="StyleUnderline"/>
        </w:rPr>
        <w:t>is</w:t>
      </w:r>
      <w:r w:rsidRPr="008E3CE0">
        <w:rPr>
          <w:sz w:val="16"/>
        </w:rPr>
        <w:t xml:space="preserve"> that </w:t>
      </w:r>
      <w:r w:rsidRPr="007A7AF2">
        <w:rPr>
          <w:rStyle w:val="StyleUnderline"/>
        </w:rPr>
        <w:t xml:space="preserve">it’s actually all about himself: </w:t>
      </w:r>
      <w:r w:rsidRPr="003229AC">
        <w:rPr>
          <w:rStyle w:val="StyleUnderline"/>
          <w:highlight w:val="cyan"/>
        </w:rPr>
        <w:t xml:space="preserve">He’s worried about being </w:t>
      </w:r>
      <w:r w:rsidRPr="003229AC">
        <w:rPr>
          <w:rStyle w:val="Emphasis"/>
          <w:highlight w:val="cyan"/>
        </w:rPr>
        <w:t>investigated</w:t>
      </w:r>
      <w:r w:rsidRPr="003229AC">
        <w:rPr>
          <w:rStyle w:val="StyleUnderline"/>
          <w:highlight w:val="cyan"/>
        </w:rPr>
        <w:t xml:space="preserve"> or</w:t>
      </w:r>
      <w:r w:rsidRPr="008E3CE0">
        <w:rPr>
          <w:sz w:val="16"/>
        </w:rPr>
        <w:t xml:space="preserve"> even </w:t>
      </w:r>
      <w:r w:rsidRPr="003229AC">
        <w:rPr>
          <w:rStyle w:val="Emphasis"/>
          <w:highlight w:val="cyan"/>
        </w:rPr>
        <w:t>impeached</w:t>
      </w:r>
      <w:r w:rsidRPr="008E3CE0">
        <w:rPr>
          <w:sz w:val="16"/>
        </w:rPr>
        <w:t xml:space="preserve"> by a Democratic </w:t>
      </w:r>
      <w:r w:rsidRPr="001A02FC">
        <w:t>House</w:t>
      </w:r>
      <w:r w:rsidRPr="008E3CE0">
        <w:rPr>
          <w:sz w:val="16"/>
        </w:rPr>
        <w:t xml:space="preserve">. </w:t>
      </w:r>
      <w:r w:rsidRPr="007A7AF2">
        <w:rPr>
          <w:rStyle w:val="StyleUnderline"/>
        </w:rPr>
        <w:t xml:space="preserve">But </w:t>
      </w:r>
      <w:r w:rsidRPr="003229AC">
        <w:rPr>
          <w:rStyle w:val="StyleUnderline"/>
          <w:highlight w:val="cyan"/>
        </w:rPr>
        <w:t>given</w:t>
      </w:r>
      <w:r w:rsidRPr="007A7AF2">
        <w:rPr>
          <w:rStyle w:val="StyleUnderline"/>
        </w:rPr>
        <w:t xml:space="preserve"> the </w:t>
      </w:r>
      <w:r w:rsidRPr="003229AC">
        <w:rPr>
          <w:rStyle w:val="StyleUnderline"/>
          <w:highlight w:val="cyan"/>
        </w:rPr>
        <w:t xml:space="preserve">absence of </w:t>
      </w:r>
      <w:r w:rsidRPr="003229AC">
        <w:rPr>
          <w:rStyle w:val="Emphasis"/>
        </w:rPr>
        <w:t>any</w:t>
      </w:r>
      <w:r w:rsidRPr="007A7AF2">
        <w:rPr>
          <w:rStyle w:val="Emphasis"/>
        </w:rPr>
        <w:t xml:space="preserve"> </w:t>
      </w:r>
      <w:r w:rsidRPr="003229AC">
        <w:rPr>
          <w:rStyle w:val="Emphasis"/>
          <w:highlight w:val="cyan"/>
        </w:rPr>
        <w:t>evidence</w:t>
      </w:r>
      <w:r w:rsidRPr="007A7AF2">
        <w:rPr>
          <w:rStyle w:val="StyleUnderline"/>
        </w:rPr>
        <w:t xml:space="preserve"> that </w:t>
      </w:r>
      <w:r w:rsidRPr="007A7AF2">
        <w:rPr>
          <w:rStyle w:val="Emphasis"/>
        </w:rPr>
        <w:t xml:space="preserve">past </w:t>
      </w:r>
      <w:r w:rsidRPr="00DB232D">
        <w:rPr>
          <w:rStyle w:val="Emphasis"/>
        </w:rPr>
        <w:t>Democratic</w:t>
      </w:r>
      <w:r w:rsidRPr="007A7AF2">
        <w:rPr>
          <w:rStyle w:val="Emphasis"/>
        </w:rPr>
        <w:t xml:space="preserve"> House </w:t>
      </w:r>
      <w:r w:rsidRPr="003229AC">
        <w:rPr>
          <w:rStyle w:val="Emphasis"/>
          <w:highlight w:val="cyan"/>
        </w:rPr>
        <w:t>investigations</w:t>
      </w:r>
      <w:r w:rsidRPr="008E3CE0">
        <w:rPr>
          <w:sz w:val="16"/>
          <w:highlight w:val="cyan"/>
        </w:rPr>
        <w:t xml:space="preserve"> </w:t>
      </w:r>
      <w:r w:rsidRPr="003229AC">
        <w:rPr>
          <w:rStyle w:val="StyleUnderline"/>
          <w:highlight w:val="cyan"/>
        </w:rPr>
        <w:t xml:space="preserve">or </w:t>
      </w:r>
      <w:r w:rsidRPr="003229AC">
        <w:rPr>
          <w:rStyle w:val="Emphasis"/>
          <w:highlight w:val="cyan"/>
        </w:rPr>
        <w:t>impeachments</w:t>
      </w:r>
      <w:r w:rsidRPr="003229AC">
        <w:rPr>
          <w:rStyle w:val="StyleUnderline"/>
          <w:highlight w:val="cyan"/>
        </w:rPr>
        <w:t xml:space="preserve"> inhibited him</w:t>
      </w:r>
      <w:r w:rsidRPr="007A7AF2">
        <w:rPr>
          <w:rStyle w:val="StyleUnderline"/>
        </w:rPr>
        <w:t xml:space="preserve"> even a bit,</w:t>
      </w:r>
      <w:r w:rsidRPr="008E3CE0">
        <w:rPr>
          <w:sz w:val="16"/>
        </w:rPr>
        <w:t xml:space="preserve"> </w:t>
      </w:r>
      <w:r w:rsidRPr="007A7AF2">
        <w:rPr>
          <w:rStyle w:val="StyleUnderline"/>
        </w:rPr>
        <w:t xml:space="preserve">there’s a more lurid possibility: </w:t>
      </w:r>
      <w:r w:rsidRPr="003229AC">
        <w:rPr>
          <w:rStyle w:val="StyleUnderline"/>
          <w:highlight w:val="cyan"/>
        </w:rPr>
        <w:t>He’s convinced</w:t>
      </w:r>
      <w:r w:rsidRPr="007A7AF2">
        <w:rPr>
          <w:rStyle w:val="StyleUnderline"/>
        </w:rPr>
        <w:t xml:space="preserve"> a </w:t>
      </w:r>
      <w:r w:rsidRPr="001A02FC">
        <w:rPr>
          <w:rStyle w:val="Emphasis"/>
          <w:sz w:val="30"/>
          <w:szCs w:val="30"/>
          <w:highlight w:val="yellow"/>
        </w:rPr>
        <w:t>rabid pursuit</w:t>
      </w:r>
      <w:r w:rsidRPr="001A02FC">
        <w:rPr>
          <w:sz w:val="30"/>
          <w:szCs w:val="30"/>
          <w:highlight w:val="yellow"/>
        </w:rPr>
        <w:t xml:space="preserve"> </w:t>
      </w:r>
      <w:r w:rsidRPr="001A02FC">
        <w:rPr>
          <w:rStyle w:val="StyleUnderline"/>
          <w:sz w:val="30"/>
          <w:szCs w:val="30"/>
          <w:highlight w:val="yellow"/>
        </w:rPr>
        <w:t xml:space="preserve">of a </w:t>
      </w:r>
      <w:r w:rsidRPr="001A02FC">
        <w:rPr>
          <w:rStyle w:val="Emphasis"/>
          <w:sz w:val="30"/>
          <w:szCs w:val="30"/>
          <w:highlight w:val="yellow"/>
        </w:rPr>
        <w:t>maximalist agenda</w:t>
      </w:r>
      <w:r w:rsidRPr="001A02FC">
        <w:rPr>
          <w:rStyle w:val="StyleUnderline"/>
          <w:sz w:val="30"/>
          <w:szCs w:val="30"/>
          <w:highlight w:val="yellow"/>
        </w:rPr>
        <w:t xml:space="preserve"> is compatible with a </w:t>
      </w:r>
      <w:r w:rsidRPr="001A02FC">
        <w:rPr>
          <w:rStyle w:val="Emphasis"/>
          <w:sz w:val="30"/>
          <w:szCs w:val="30"/>
          <w:highlight w:val="yellow"/>
        </w:rPr>
        <w:t>successful midterm win</w:t>
      </w:r>
      <w:r w:rsidRPr="001A02FC">
        <w:rPr>
          <w:sz w:val="30"/>
          <w:szCs w:val="30"/>
        </w:rPr>
        <w:t xml:space="preserve"> </w:t>
      </w:r>
      <w:r w:rsidRPr="008E3CE0">
        <w:rPr>
          <w:sz w:val="16"/>
        </w:rPr>
        <w:t>and long-term Republican success.</w:t>
      </w:r>
    </w:p>
    <w:p w14:paraId="643E8A52" w14:textId="77777777" w:rsidR="001B2360" w:rsidRPr="008E3CE0" w:rsidRDefault="001B2360" w:rsidP="001B2360">
      <w:pPr>
        <w:rPr>
          <w:sz w:val="16"/>
        </w:rPr>
      </w:pPr>
      <w:r w:rsidRPr="00492CE0">
        <w:rPr>
          <w:rStyle w:val="StyleUnderline"/>
        </w:rPr>
        <w:t>This is consistent with Trump’s</w:t>
      </w:r>
      <w:r w:rsidRPr="00492CE0">
        <w:rPr>
          <w:sz w:val="16"/>
        </w:rPr>
        <w:t xml:space="preserve"> longtime belief in a </w:t>
      </w:r>
      <w:r w:rsidRPr="00492CE0">
        <w:rPr>
          <w:rStyle w:val="Emphasis"/>
        </w:rPr>
        <w:t>base-first</w:t>
      </w:r>
      <w:r w:rsidRPr="00492CE0">
        <w:rPr>
          <w:sz w:val="16"/>
        </w:rPr>
        <w:t xml:space="preserve"> political </w:t>
      </w:r>
      <w:r w:rsidRPr="00492CE0">
        <w:rPr>
          <w:rStyle w:val="StyleUnderline"/>
        </w:rPr>
        <w:t>strategy</w:t>
      </w:r>
      <w:r w:rsidRPr="00492CE0">
        <w:rPr>
          <w:sz w:val="16"/>
        </w:rPr>
        <w:t xml:space="preserve">. If the GOP base wasn’t already completely under Trump’s thrall coming out of the 2024 elections, he’s probably heat-seared his bond with them by the audacity and thrilling hatefulness of his conduct since returning to the White House. </w:t>
      </w:r>
      <w:r w:rsidRPr="00492CE0">
        <w:rPr>
          <w:rStyle w:val="StyleUnderline"/>
        </w:rPr>
        <w:t>You can debate</w:t>
      </w:r>
      <w:r w:rsidRPr="00492CE0">
        <w:rPr>
          <w:sz w:val="16"/>
        </w:rPr>
        <w:t xml:space="preserve"> all day long </w:t>
      </w:r>
      <w:r w:rsidRPr="00492CE0">
        <w:rPr>
          <w:rStyle w:val="StyleUnderline"/>
        </w:rPr>
        <w:t>whether</w:t>
      </w:r>
      <w:r w:rsidRPr="00492CE0">
        <w:rPr>
          <w:sz w:val="16"/>
        </w:rPr>
        <w:t xml:space="preserve"> the second </w:t>
      </w:r>
      <w:r w:rsidRPr="00492CE0">
        <w:rPr>
          <w:rStyle w:val="Emphasis"/>
        </w:rPr>
        <w:t>Trump</w:t>
      </w:r>
      <w:r w:rsidRPr="00492CE0">
        <w:rPr>
          <w:sz w:val="16"/>
        </w:rPr>
        <w:t xml:space="preserve"> administration </w:t>
      </w:r>
      <w:r w:rsidRPr="00492CE0">
        <w:rPr>
          <w:rStyle w:val="StyleUnderline"/>
        </w:rPr>
        <w:t xml:space="preserve">bears the characteristic marks of an </w:t>
      </w:r>
      <w:r w:rsidRPr="00492CE0">
        <w:rPr>
          <w:rStyle w:val="Emphasis"/>
        </w:rPr>
        <w:t>authoritarian regime</w:t>
      </w:r>
      <w:r w:rsidRPr="00492CE0">
        <w:rPr>
          <w:sz w:val="16"/>
        </w:rPr>
        <w:t xml:space="preserve">. But without any question, the 47th president’s relationship with his supporters is ducelike. </w:t>
      </w:r>
      <w:r w:rsidRPr="00492CE0">
        <w:rPr>
          <w:rStyle w:val="StyleUnderline"/>
        </w:rPr>
        <w:t xml:space="preserve">His biggest </w:t>
      </w:r>
      <w:r w:rsidRPr="00492CE0">
        <w:rPr>
          <w:rStyle w:val="Emphasis"/>
        </w:rPr>
        <w:t>power grabs</w:t>
      </w:r>
      <w:r w:rsidRPr="00492CE0">
        <w:rPr>
          <w:rStyle w:val="StyleUnderline"/>
        </w:rPr>
        <w:t xml:space="preserve"> please them most</w:t>
      </w:r>
      <w:r w:rsidRPr="00492CE0">
        <w:rPr>
          <w:sz w:val="16"/>
        </w:rPr>
        <w:t xml:space="preserve">, as is </w:t>
      </w:r>
      <w:r w:rsidRPr="00492CE0">
        <w:rPr>
          <w:rStyle w:val="StyleUnderline"/>
        </w:rPr>
        <w:t>evidenced by</w:t>
      </w:r>
      <w:r w:rsidRPr="00492CE0">
        <w:rPr>
          <w:sz w:val="16"/>
        </w:rPr>
        <w:t xml:space="preserve"> the rapturous GOP rank-and-file </w:t>
      </w:r>
      <w:r w:rsidRPr="00492CE0">
        <w:rPr>
          <w:rStyle w:val="StyleUnderline"/>
        </w:rPr>
        <w:t>reaction to</w:t>
      </w:r>
      <w:r w:rsidRPr="00492CE0">
        <w:rPr>
          <w:sz w:val="16"/>
        </w:rPr>
        <w:t xml:space="preserve"> the idea of </w:t>
      </w:r>
      <w:r w:rsidRPr="00492CE0">
        <w:rPr>
          <w:rStyle w:val="Emphasis"/>
        </w:rPr>
        <w:t>sending troops</w:t>
      </w:r>
      <w:r w:rsidRPr="00492CE0">
        <w:rPr>
          <w:sz w:val="16"/>
        </w:rPr>
        <w:t xml:space="preserve"> </w:t>
      </w:r>
      <w:r w:rsidRPr="00492CE0">
        <w:rPr>
          <w:rStyle w:val="StyleUnderline"/>
        </w:rPr>
        <w:t>into</w:t>
      </w:r>
      <w:r w:rsidRPr="00492CE0">
        <w:rPr>
          <w:sz w:val="16"/>
        </w:rPr>
        <w:t xml:space="preserve"> major U.S. cities to combat a nonexistent crime wave.</w:t>
      </w:r>
    </w:p>
    <w:p w14:paraId="4E4D4C25" w14:textId="77777777" w:rsidR="001B2360" w:rsidRPr="008E3CE0" w:rsidRDefault="001B2360" w:rsidP="001B2360">
      <w:pPr>
        <w:rPr>
          <w:sz w:val="16"/>
        </w:rPr>
      </w:pPr>
      <w:r w:rsidRPr="008E3CE0">
        <w:rPr>
          <w:sz w:val="16"/>
        </w:rPr>
        <w:t>But even Trump seems to understand that this might not be enough to reverse the historic pattern of the White House party losing House seats in midterms. And that is why a big part of his own “</w:t>
      </w:r>
      <w:r w:rsidRPr="002C722F">
        <w:rPr>
          <w:rStyle w:val="Emphasis"/>
        </w:rPr>
        <w:t>pivot to the midterms</w:t>
      </w:r>
      <w:r w:rsidRPr="008E3CE0">
        <w:rPr>
          <w:sz w:val="16"/>
        </w:rPr>
        <w:t xml:space="preserve">” </w:t>
      </w:r>
      <w:r w:rsidRPr="002C722F">
        <w:rPr>
          <w:rStyle w:val="StyleUnderline"/>
        </w:rPr>
        <w:t>has been an effort to skew the results</w:t>
      </w:r>
      <w:r w:rsidRPr="008E3CE0">
        <w:rPr>
          <w:sz w:val="16"/>
        </w:rPr>
        <w:t xml:space="preserve"> with a national gerrymandering effort that effectively increases the GOP House majority from a few seats to perhaps a dozen. To be very clear, this is something that would not have happened without Trump’s personal intervention; in some cases, he’s had to drag state-level Republicans kicking and screaming into this effort, and there will be collateral damage among Republican U.S. House members (especially in California, where Gavin Newsom’s retaliatory gerrymander could extinguish five GOP incumbents) who are sacrificing their own careers to the Leader’s cause.</w:t>
      </w:r>
    </w:p>
    <w:p w14:paraId="066F17EA" w14:textId="77777777" w:rsidR="001B2360" w:rsidRPr="008E3CE0" w:rsidRDefault="001B2360" w:rsidP="001B2360">
      <w:pPr>
        <w:rPr>
          <w:sz w:val="16"/>
        </w:rPr>
      </w:pPr>
      <w:r w:rsidRPr="003229AC">
        <w:rPr>
          <w:rStyle w:val="StyleUnderline"/>
          <w:highlight w:val="cyan"/>
        </w:rPr>
        <w:t>If changing</w:t>
      </w:r>
      <w:r w:rsidRPr="002C722F">
        <w:rPr>
          <w:rStyle w:val="StyleUnderline"/>
        </w:rPr>
        <w:t xml:space="preserve"> the</w:t>
      </w:r>
      <w:r w:rsidRPr="008E3CE0">
        <w:rPr>
          <w:sz w:val="16"/>
        </w:rPr>
        <w:t xml:space="preserve"> geographical </w:t>
      </w:r>
      <w:r w:rsidRPr="003229AC">
        <w:rPr>
          <w:rStyle w:val="Emphasis"/>
          <w:highlight w:val="cyan"/>
        </w:rPr>
        <w:t>landscape</w:t>
      </w:r>
      <w:r w:rsidRPr="003229AC">
        <w:rPr>
          <w:rStyle w:val="StyleUnderline"/>
          <w:highlight w:val="cyan"/>
        </w:rPr>
        <w:t xml:space="preserve"> isn’t enough to maintain the</w:t>
      </w:r>
      <w:r w:rsidRPr="002C722F">
        <w:rPr>
          <w:rStyle w:val="StyleUnderline"/>
        </w:rPr>
        <w:t xml:space="preserve"> </w:t>
      </w:r>
      <w:r w:rsidRPr="003229AC">
        <w:rPr>
          <w:rStyle w:val="Emphasis"/>
        </w:rPr>
        <w:t>Republican</w:t>
      </w:r>
      <w:r w:rsidRPr="002C722F">
        <w:rPr>
          <w:rStyle w:val="Emphasis"/>
        </w:rPr>
        <w:t xml:space="preserve"> </w:t>
      </w:r>
      <w:r w:rsidRPr="003229AC">
        <w:rPr>
          <w:rStyle w:val="Emphasis"/>
          <w:highlight w:val="cyan"/>
        </w:rPr>
        <w:t>trifecta</w:t>
      </w:r>
      <w:r w:rsidRPr="003229AC">
        <w:rPr>
          <w:rStyle w:val="StyleUnderline"/>
          <w:highlight w:val="cyan"/>
        </w:rPr>
        <w:t xml:space="preserve">, </w:t>
      </w:r>
      <w:r w:rsidRPr="003229AC">
        <w:rPr>
          <w:rStyle w:val="Emphasis"/>
          <w:highlight w:val="cyan"/>
        </w:rPr>
        <w:t>Trump</w:t>
      </w:r>
      <w:r w:rsidRPr="008E3CE0">
        <w:rPr>
          <w:sz w:val="16"/>
          <w:highlight w:val="cyan"/>
        </w:rPr>
        <w:t xml:space="preserve"> </w:t>
      </w:r>
      <w:r w:rsidRPr="003229AC">
        <w:rPr>
          <w:rStyle w:val="StyleUnderline"/>
          <w:highlight w:val="cyan"/>
        </w:rPr>
        <w:t>is</w:t>
      </w:r>
      <w:r w:rsidRPr="008E3CE0">
        <w:rPr>
          <w:sz w:val="16"/>
        </w:rPr>
        <w:t xml:space="preserve"> clearly </w:t>
      </w:r>
      <w:r w:rsidRPr="003229AC">
        <w:rPr>
          <w:rStyle w:val="StyleUnderline"/>
          <w:highlight w:val="cyan"/>
        </w:rPr>
        <w:t>planning</w:t>
      </w:r>
      <w:r w:rsidRPr="002C722F">
        <w:rPr>
          <w:rStyle w:val="StyleUnderline"/>
        </w:rPr>
        <w:t xml:space="preserve"> to shift the issue landscape</w:t>
      </w:r>
      <w:r w:rsidRPr="008E3CE0">
        <w:rPr>
          <w:sz w:val="16"/>
        </w:rPr>
        <w:t xml:space="preserve"> as well </w:t>
      </w:r>
      <w:r w:rsidRPr="002C722F">
        <w:rPr>
          <w:rStyle w:val="StyleUnderline"/>
        </w:rPr>
        <w:t xml:space="preserve">by doing </w:t>
      </w:r>
      <w:r w:rsidRPr="003229AC">
        <w:rPr>
          <w:rStyle w:val="Emphasis"/>
          <w:highlight w:val="cyan"/>
        </w:rPr>
        <w:t>everything possible</w:t>
      </w:r>
      <w:r w:rsidRPr="008E3CE0">
        <w:rPr>
          <w:sz w:val="16"/>
        </w:rPr>
        <w:t xml:space="preserve"> </w:t>
      </w:r>
      <w:r w:rsidRPr="003229AC">
        <w:rPr>
          <w:rStyle w:val="StyleUnderline"/>
          <w:highlight w:val="cyan"/>
        </w:rPr>
        <w:t>to keep</w:t>
      </w:r>
      <w:r w:rsidRPr="002C722F">
        <w:rPr>
          <w:rStyle w:val="StyleUnderline"/>
        </w:rPr>
        <w:t xml:space="preserve"> the </w:t>
      </w:r>
      <w:r w:rsidRPr="003229AC">
        <w:rPr>
          <w:rStyle w:val="Emphasis"/>
        </w:rPr>
        <w:t xml:space="preserve">public </w:t>
      </w:r>
      <w:r w:rsidRPr="003229AC">
        <w:rPr>
          <w:rStyle w:val="Emphasis"/>
          <w:highlight w:val="cyan"/>
        </w:rPr>
        <w:t>focus</w:t>
      </w:r>
      <w:r w:rsidRPr="003229AC">
        <w:rPr>
          <w:rStyle w:val="StyleUnderline"/>
          <w:highlight w:val="cyan"/>
        </w:rPr>
        <w:t xml:space="preserve"> o</w:t>
      </w:r>
      <w:r w:rsidRPr="002C722F">
        <w:rPr>
          <w:rStyle w:val="StyleUnderline"/>
        </w:rPr>
        <w:t xml:space="preserve">n topics he believes </w:t>
      </w:r>
      <w:r w:rsidRPr="002C722F">
        <w:rPr>
          <w:rStyle w:val="Emphasis"/>
        </w:rPr>
        <w:t xml:space="preserve">favor </w:t>
      </w:r>
      <w:r w:rsidRPr="003229AC">
        <w:rPr>
          <w:rStyle w:val="Emphasis"/>
          <w:highlight w:val="cyan"/>
        </w:rPr>
        <w:t>him</w:t>
      </w:r>
      <w:r w:rsidRPr="008E3CE0">
        <w:rPr>
          <w:sz w:val="16"/>
        </w:rPr>
        <w:t xml:space="preserve"> </w:t>
      </w:r>
      <w:r w:rsidRPr="002C722F">
        <w:rPr>
          <w:rStyle w:val="StyleUnderline"/>
        </w:rPr>
        <w:t xml:space="preserve">and </w:t>
      </w:r>
      <w:r w:rsidRPr="002C722F">
        <w:rPr>
          <w:rStyle w:val="Emphasis"/>
        </w:rPr>
        <w:t>his party</w:t>
      </w:r>
      <w:r w:rsidRPr="008E3CE0">
        <w:rPr>
          <w:sz w:val="16"/>
        </w:rPr>
        <w:t xml:space="preserve">, including immigration, crime, and national security (or rather “war-fighting”). This last topic remains quite literally an unfired bullet in his chamber. </w:t>
      </w:r>
      <w:r w:rsidRPr="003229AC">
        <w:rPr>
          <w:rStyle w:val="StyleUnderline"/>
          <w:highlight w:val="cyan"/>
        </w:rPr>
        <w:t xml:space="preserve">A </w:t>
      </w:r>
      <w:r w:rsidRPr="003229AC">
        <w:rPr>
          <w:rStyle w:val="Emphasis"/>
          <w:highlight w:val="cyan"/>
        </w:rPr>
        <w:t>Wag the Dog scenario</w:t>
      </w:r>
      <w:r w:rsidRPr="003229AC">
        <w:rPr>
          <w:rStyle w:val="StyleUnderline"/>
          <w:highlight w:val="cyan"/>
        </w:rPr>
        <w:t xml:space="preserve"> of</w:t>
      </w:r>
      <w:r w:rsidRPr="008E3CE0">
        <w:rPr>
          <w:sz w:val="16"/>
        </w:rPr>
        <w:t xml:space="preserve"> preelection wars or rumors of </w:t>
      </w:r>
      <w:r w:rsidRPr="003229AC">
        <w:rPr>
          <w:rStyle w:val="Emphasis"/>
          <w:highlight w:val="cyan"/>
        </w:rPr>
        <w:t>wars</w:t>
      </w:r>
      <w:r w:rsidRPr="003229AC">
        <w:rPr>
          <w:rStyle w:val="StyleUnderline"/>
          <w:highlight w:val="cyan"/>
        </w:rPr>
        <w:t xml:space="preserve"> </w:t>
      </w:r>
      <w:r w:rsidRPr="008E3CE0">
        <w:rPr>
          <w:sz w:val="16"/>
          <w:highlight w:val="cyan"/>
        </w:rPr>
        <w:t>i</w:t>
      </w:r>
      <w:r w:rsidRPr="003229AC">
        <w:rPr>
          <w:rStyle w:val="StyleUnderline"/>
          <w:highlight w:val="cyan"/>
        </w:rPr>
        <w:t xml:space="preserve">s an </w:t>
      </w:r>
      <w:r w:rsidRPr="003229AC">
        <w:rPr>
          <w:rStyle w:val="Emphasis"/>
          <w:highlight w:val="cyan"/>
        </w:rPr>
        <w:t>ever-present possibility</w:t>
      </w:r>
      <w:r w:rsidRPr="008E3CE0">
        <w:rPr>
          <w:sz w:val="16"/>
        </w:rPr>
        <w:t>.</w:t>
      </w:r>
    </w:p>
    <w:p w14:paraId="6EF511C5" w14:textId="77777777" w:rsidR="001B2360" w:rsidRPr="008E3CE0" w:rsidRDefault="001B2360" w:rsidP="001B2360">
      <w:pPr>
        <w:rPr>
          <w:sz w:val="16"/>
        </w:rPr>
      </w:pPr>
      <w:r w:rsidRPr="008E3CE0">
        <w:rPr>
          <w:rStyle w:val="Emphasis"/>
          <w:highlight w:val="cyan"/>
        </w:rPr>
        <w:t>Trump</w:t>
      </w:r>
      <w:r w:rsidRPr="008E3CE0">
        <w:rPr>
          <w:sz w:val="16"/>
        </w:rPr>
        <w:t xml:space="preserve"> has </w:t>
      </w:r>
      <w:r w:rsidRPr="002C722F">
        <w:rPr>
          <w:rStyle w:val="StyleUnderline"/>
        </w:rPr>
        <w:t xml:space="preserve">resolved the second-term president’s dilemma by refusing to </w:t>
      </w:r>
      <w:r w:rsidRPr="002C722F">
        <w:rPr>
          <w:rStyle w:val="Emphasis"/>
        </w:rPr>
        <w:t>choose at all</w:t>
      </w:r>
      <w:r w:rsidRPr="008E3CE0">
        <w:rPr>
          <w:sz w:val="16"/>
        </w:rPr>
        <w:t xml:space="preserve"> </w:t>
      </w:r>
      <w:r w:rsidRPr="002C722F">
        <w:rPr>
          <w:rStyle w:val="StyleUnderline"/>
        </w:rPr>
        <w:t xml:space="preserve">between chewing up political capital to get things done and </w:t>
      </w:r>
      <w:r w:rsidRPr="008E3CE0">
        <w:rPr>
          <w:rStyle w:val="StyleUnderline"/>
          <w:highlight w:val="cyan"/>
        </w:rPr>
        <w:t xml:space="preserve">trying to </w:t>
      </w:r>
      <w:r w:rsidRPr="008E3CE0">
        <w:rPr>
          <w:rStyle w:val="Emphasis"/>
          <w:highlight w:val="cyan"/>
        </w:rPr>
        <w:t>win the midterms</w:t>
      </w:r>
      <w:r w:rsidRPr="008E3CE0">
        <w:rPr>
          <w:sz w:val="16"/>
        </w:rPr>
        <w:t>. He’s riding two horses past a fork in the road he refuses to acknowledge. After violating almost every existing political (and legal) norm since his reelection, he’s now seeking to extend the wild MAGA party for at least two more years by revving up his base to a state of great excitement, cheating as much as he can, and lying about conditions in the country in order to give himself additional opportunities to keep the opposition (and the courts) off balance.</w:t>
      </w:r>
    </w:p>
    <w:p w14:paraId="4AB7A163" w14:textId="77777777" w:rsidR="001B2360" w:rsidRPr="008E3CE0" w:rsidRDefault="001B2360" w:rsidP="001B2360">
      <w:pPr>
        <w:rPr>
          <w:sz w:val="16"/>
        </w:rPr>
      </w:pPr>
      <w:r w:rsidRPr="002C722F">
        <w:rPr>
          <w:rStyle w:val="StyleUnderline"/>
        </w:rPr>
        <w:t xml:space="preserve">The </w:t>
      </w:r>
      <w:r w:rsidRPr="008E3CE0">
        <w:rPr>
          <w:rStyle w:val="Emphasis"/>
        </w:rPr>
        <w:t>scarier question</w:t>
      </w:r>
      <w:r w:rsidRPr="008E3CE0">
        <w:rPr>
          <w:rStyle w:val="StyleUnderline"/>
        </w:rPr>
        <w:t xml:space="preserve"> is what</w:t>
      </w:r>
      <w:r w:rsidRPr="002C722F">
        <w:rPr>
          <w:rStyle w:val="StyleUnderline"/>
        </w:rPr>
        <w:t xml:space="preserve"> Trump will do </w:t>
      </w:r>
      <w:r w:rsidRPr="008E3CE0">
        <w:rPr>
          <w:rStyle w:val="StyleUnderline"/>
          <w:highlight w:val="cyan"/>
        </w:rPr>
        <w:t>if</w:t>
      </w:r>
      <w:r w:rsidRPr="008E3CE0">
        <w:rPr>
          <w:sz w:val="16"/>
        </w:rPr>
        <w:t xml:space="preserve"> (as still appears likely) </w:t>
      </w:r>
      <w:r w:rsidRPr="008E3CE0">
        <w:rPr>
          <w:rStyle w:val="StyleUnderline"/>
          <w:highlight w:val="cyan"/>
        </w:rPr>
        <w:t xml:space="preserve">his </w:t>
      </w:r>
      <w:r w:rsidRPr="008E3CE0">
        <w:rPr>
          <w:rStyle w:val="Emphasis"/>
          <w:highlight w:val="cyan"/>
        </w:rPr>
        <w:t>efforts fall short</w:t>
      </w:r>
      <w:r w:rsidRPr="008E3CE0">
        <w:rPr>
          <w:sz w:val="16"/>
        </w:rPr>
        <w:t xml:space="preserve">. Will he simply reject the midterms results as fraudulent, as he did in 2020? Will he seek to overturn a Democratic House victory via the courts, state-election certifiers, or mass disturbances? Or will he turn to his faithful subaltern Mike Johnson and instruct the outgoing Speaker to refuse to seat every Democrat who’s won a close race? And will the U.S. Supreme Court again look the other way? </w:t>
      </w:r>
      <w:r w:rsidRPr="002C722F">
        <w:rPr>
          <w:rStyle w:val="Emphasis"/>
        </w:rPr>
        <w:t xml:space="preserve">The </w:t>
      </w:r>
      <w:r w:rsidRPr="008E3CE0">
        <w:rPr>
          <w:rStyle w:val="Emphasis"/>
          <w:highlight w:val="cyan"/>
        </w:rPr>
        <w:t>2026 midterms could be Trump’s wildest ride</w:t>
      </w:r>
      <w:r w:rsidRPr="002C722F">
        <w:rPr>
          <w:rStyle w:val="Emphasis"/>
        </w:rPr>
        <w:t xml:space="preserve"> yet</w:t>
      </w:r>
      <w:r w:rsidRPr="008E3CE0">
        <w:rPr>
          <w:sz w:val="16"/>
        </w:rPr>
        <w:t>.</w:t>
      </w:r>
    </w:p>
    <w:p w14:paraId="36AC194E" w14:textId="56BA2D30" w:rsidR="001B2360" w:rsidRDefault="001B2360" w:rsidP="001B2360">
      <w:pPr>
        <w:pStyle w:val="Heading3"/>
      </w:pPr>
      <w:r>
        <w:t>Dems Solve---2NC</w:t>
      </w:r>
    </w:p>
    <w:p w14:paraId="55170AAB" w14:textId="77777777" w:rsidR="001B2360" w:rsidRPr="00025FE9" w:rsidRDefault="001B2360" w:rsidP="001B2360">
      <w:pPr>
        <w:pStyle w:val="Heading4"/>
      </w:pPr>
      <w:r>
        <w:t xml:space="preserve">It </w:t>
      </w:r>
      <w:r>
        <w:rPr>
          <w:u w:val="single"/>
        </w:rPr>
        <w:t>ends</w:t>
      </w:r>
      <w:r w:rsidRPr="00025FE9">
        <w:t xml:space="preserve"> </w:t>
      </w:r>
      <w:r>
        <w:rPr>
          <w:u w:val="single"/>
        </w:rPr>
        <w:t>partisan</w:t>
      </w:r>
      <w:r>
        <w:t xml:space="preserve"> legislation and imposes </w:t>
      </w:r>
      <w:r>
        <w:rPr>
          <w:u w:val="single"/>
        </w:rPr>
        <w:t>oversight.</w:t>
      </w:r>
    </w:p>
    <w:p w14:paraId="70012F24" w14:textId="77777777" w:rsidR="001B2360" w:rsidRPr="00025FE9" w:rsidRDefault="001B2360" w:rsidP="001B2360">
      <w:r w:rsidRPr="00025FE9">
        <w:t xml:space="preserve">Elaine </w:t>
      </w:r>
      <w:r w:rsidRPr="00025FE9">
        <w:rPr>
          <w:rStyle w:val="Style13ptBold"/>
        </w:rPr>
        <w:t>Kamarck 25</w:t>
      </w:r>
      <w:r w:rsidRPr="00025FE9">
        <w:t>. "What history tells us about the 2026 midterm elections." Brookings. 8-28-2025. https://www.brookings.edu/articles/what-history-tells-us-about-the-2026-midterm-elections/</w:t>
      </w:r>
    </w:p>
    <w:p w14:paraId="787A5CEE" w14:textId="77777777" w:rsidR="001B2360" w:rsidRDefault="001B2360" w:rsidP="001B2360">
      <w:pPr>
        <w:rPr>
          <w:rStyle w:val="StyleUnderline"/>
        </w:rPr>
      </w:pPr>
      <w:r w:rsidRPr="00025FE9">
        <w:rPr>
          <w:sz w:val="16"/>
        </w:rPr>
        <w:t xml:space="preserve">Since reentering the White House in January, President </w:t>
      </w:r>
      <w:r w:rsidRPr="00025FE9">
        <w:rPr>
          <w:rStyle w:val="Emphasis"/>
          <w:highlight w:val="cyan"/>
        </w:rPr>
        <w:t>Trump</w:t>
      </w:r>
      <w:r w:rsidRPr="00025FE9">
        <w:rPr>
          <w:sz w:val="16"/>
        </w:rPr>
        <w:t xml:space="preserve"> </w:t>
      </w:r>
      <w:r w:rsidRPr="00025FE9">
        <w:rPr>
          <w:rStyle w:val="StyleUnderline"/>
        </w:rPr>
        <w:t xml:space="preserve">has </w:t>
      </w:r>
      <w:r w:rsidRPr="00025FE9">
        <w:rPr>
          <w:rStyle w:val="StyleUnderline"/>
          <w:highlight w:val="cyan"/>
        </w:rPr>
        <w:t>enjoyed</w:t>
      </w:r>
      <w:r w:rsidRPr="00025FE9">
        <w:rPr>
          <w:rStyle w:val="StyleUnderline"/>
        </w:rPr>
        <w:t xml:space="preserve"> the</w:t>
      </w:r>
      <w:r w:rsidRPr="00025FE9">
        <w:rPr>
          <w:sz w:val="16"/>
        </w:rPr>
        <w:t xml:space="preserve"> </w:t>
      </w:r>
      <w:r w:rsidRPr="00025FE9">
        <w:rPr>
          <w:rStyle w:val="StyleUnderline"/>
        </w:rPr>
        <w:t xml:space="preserve">support of </w:t>
      </w:r>
      <w:r w:rsidRPr="00025FE9">
        <w:rPr>
          <w:rStyle w:val="StyleUnderline"/>
          <w:highlight w:val="cyan"/>
        </w:rPr>
        <w:t>narrow</w:t>
      </w:r>
      <w:r w:rsidRPr="00025FE9">
        <w:rPr>
          <w:rStyle w:val="StyleUnderline"/>
        </w:rPr>
        <w:t xml:space="preserve"> but unified Republican </w:t>
      </w:r>
      <w:r w:rsidRPr="00025FE9">
        <w:rPr>
          <w:rStyle w:val="StyleUnderline"/>
          <w:highlight w:val="cyan"/>
        </w:rPr>
        <w:t>majorities</w:t>
      </w:r>
      <w:r w:rsidRPr="00025FE9">
        <w:rPr>
          <w:rStyle w:val="StyleUnderline"/>
        </w:rPr>
        <w:t xml:space="preserve"> in both the House and the Senate.</w:t>
      </w:r>
      <w:r w:rsidRPr="00025FE9">
        <w:rPr>
          <w:sz w:val="16"/>
        </w:rPr>
        <w:t xml:space="preserve"> </w:t>
      </w:r>
      <w:r w:rsidRPr="00025FE9">
        <w:rPr>
          <w:rStyle w:val="StyleUnderline"/>
        </w:rPr>
        <w:t>This has enabled</w:t>
      </w:r>
      <w:r w:rsidRPr="00025FE9">
        <w:rPr>
          <w:sz w:val="16"/>
        </w:rPr>
        <w:t xml:space="preserve"> him to win significant </w:t>
      </w:r>
      <w:r w:rsidRPr="00025FE9">
        <w:rPr>
          <w:rStyle w:val="StyleUnderline"/>
        </w:rPr>
        <w:t>legislative victories</w:t>
      </w:r>
      <w:r w:rsidRPr="00025FE9">
        <w:rPr>
          <w:sz w:val="16"/>
        </w:rPr>
        <w:t xml:space="preserve"> </w:t>
      </w:r>
      <w:r w:rsidRPr="00025FE9">
        <w:rPr>
          <w:rStyle w:val="StyleUnderline"/>
        </w:rPr>
        <w:t xml:space="preserve">while minimizing potentially troubling </w:t>
      </w:r>
      <w:r w:rsidRPr="00025FE9">
        <w:rPr>
          <w:rStyle w:val="Emphasis"/>
        </w:rPr>
        <w:t>congressional oversight</w:t>
      </w:r>
      <w:r w:rsidRPr="00025FE9">
        <w:rPr>
          <w:rStyle w:val="StyleUnderline"/>
        </w:rPr>
        <w:t>.</w:t>
      </w:r>
    </w:p>
    <w:p w14:paraId="094C0330" w14:textId="77777777" w:rsidR="001B2360" w:rsidRPr="00025FE9" w:rsidRDefault="001B2360" w:rsidP="001B2360">
      <w:pPr>
        <w:rPr>
          <w:sz w:val="16"/>
        </w:rPr>
      </w:pPr>
      <w:r w:rsidRPr="00025FE9">
        <w:rPr>
          <w:rStyle w:val="StyleUnderline"/>
          <w:highlight w:val="cyan"/>
        </w:rPr>
        <w:t>If Republicans</w:t>
      </w:r>
      <w:r w:rsidRPr="00025FE9">
        <w:rPr>
          <w:sz w:val="16"/>
          <w:highlight w:val="cyan"/>
        </w:rPr>
        <w:t xml:space="preserve"> </w:t>
      </w:r>
      <w:r w:rsidRPr="00025FE9">
        <w:rPr>
          <w:rStyle w:val="Emphasis"/>
          <w:highlight w:val="cyan"/>
        </w:rPr>
        <w:t>lost control</w:t>
      </w:r>
      <w:r w:rsidRPr="00025FE9">
        <w:rPr>
          <w:sz w:val="16"/>
        </w:rPr>
        <w:t xml:space="preserve"> </w:t>
      </w:r>
      <w:r w:rsidRPr="00025FE9">
        <w:rPr>
          <w:rStyle w:val="StyleUnderline"/>
          <w:highlight w:val="cyan"/>
        </w:rPr>
        <w:t xml:space="preserve">of either </w:t>
      </w:r>
      <w:r w:rsidRPr="00025FE9">
        <w:rPr>
          <w:rStyle w:val="Emphasis"/>
          <w:highlight w:val="cyan"/>
        </w:rPr>
        <w:t>chamber</w:t>
      </w:r>
      <w:r w:rsidRPr="00025FE9">
        <w:rPr>
          <w:rStyle w:val="StyleUnderline"/>
        </w:rPr>
        <w:t xml:space="preserve"> in </w:t>
      </w:r>
      <w:r w:rsidRPr="00025FE9">
        <w:rPr>
          <w:rStyle w:val="Emphasis"/>
        </w:rPr>
        <w:t>2026</w:t>
      </w:r>
      <w:r w:rsidRPr="00025FE9">
        <w:rPr>
          <w:sz w:val="16"/>
        </w:rPr>
        <w:t xml:space="preserve">, </w:t>
      </w:r>
      <w:r w:rsidRPr="00025FE9">
        <w:rPr>
          <w:rStyle w:val="StyleUnderline"/>
          <w:highlight w:val="cyan"/>
        </w:rPr>
        <w:t>the legislative phase</w:t>
      </w:r>
      <w:r w:rsidRPr="00025FE9">
        <w:rPr>
          <w:rStyle w:val="StyleUnderline"/>
        </w:rPr>
        <w:t xml:space="preserve"> of</w:t>
      </w:r>
      <w:r w:rsidRPr="00025FE9">
        <w:rPr>
          <w:sz w:val="16"/>
        </w:rPr>
        <w:t xml:space="preserve"> </w:t>
      </w:r>
      <w:r w:rsidRPr="00025FE9">
        <w:rPr>
          <w:rStyle w:val="Emphasis"/>
        </w:rPr>
        <w:t>Trump’s presidency</w:t>
      </w:r>
      <w:r w:rsidRPr="00025FE9">
        <w:rPr>
          <w:rStyle w:val="StyleUnderline"/>
        </w:rPr>
        <w:t xml:space="preserve"> </w:t>
      </w:r>
      <w:r w:rsidRPr="00025FE9">
        <w:rPr>
          <w:rStyle w:val="StyleUnderline"/>
          <w:highlight w:val="cyan"/>
        </w:rPr>
        <w:t xml:space="preserve">would </w:t>
      </w:r>
      <w:r w:rsidRPr="00025FE9">
        <w:rPr>
          <w:rStyle w:val="Emphasis"/>
          <w:highlight w:val="cyan"/>
        </w:rPr>
        <w:t>end</w:t>
      </w:r>
      <w:r w:rsidRPr="00025FE9">
        <w:rPr>
          <w:sz w:val="16"/>
        </w:rPr>
        <w:t xml:space="preserve"> (unless he and the Democratic opposition pivoted toward an unlikely bipartisanship), </w:t>
      </w:r>
      <w:r w:rsidRPr="00025FE9">
        <w:rPr>
          <w:rStyle w:val="StyleUnderline"/>
          <w:highlight w:val="cyan"/>
        </w:rPr>
        <w:t>and</w:t>
      </w:r>
      <w:r w:rsidRPr="00025FE9">
        <w:rPr>
          <w:rStyle w:val="StyleUnderline"/>
        </w:rPr>
        <w:t xml:space="preserve"> a </w:t>
      </w:r>
      <w:r w:rsidRPr="00025FE9">
        <w:rPr>
          <w:rStyle w:val="Emphasis"/>
          <w:highlight w:val="cyan"/>
        </w:rPr>
        <w:t>stream</w:t>
      </w:r>
      <w:r w:rsidRPr="00025FE9">
        <w:rPr>
          <w:rStyle w:val="StyleUnderline"/>
          <w:highlight w:val="cyan"/>
        </w:rPr>
        <w:t xml:space="preserve"> of </w:t>
      </w:r>
      <w:r w:rsidRPr="00025FE9">
        <w:rPr>
          <w:rStyle w:val="Emphasis"/>
          <w:highlight w:val="cyan"/>
        </w:rPr>
        <w:t>oversight hearings</w:t>
      </w:r>
      <w:r w:rsidRPr="00025FE9">
        <w:rPr>
          <w:rStyle w:val="StyleUnderline"/>
        </w:rPr>
        <w:t xml:space="preserve"> </w:t>
      </w:r>
      <w:r w:rsidRPr="00025FE9">
        <w:rPr>
          <w:rStyle w:val="StyleUnderline"/>
          <w:highlight w:val="cyan"/>
        </w:rPr>
        <w:t>would put his</w:t>
      </w:r>
      <w:r w:rsidRPr="00025FE9">
        <w:rPr>
          <w:sz w:val="16"/>
          <w:highlight w:val="cyan"/>
        </w:rPr>
        <w:t xml:space="preserve"> </w:t>
      </w:r>
      <w:r w:rsidRPr="00025FE9">
        <w:rPr>
          <w:rStyle w:val="Emphasis"/>
          <w:highlight w:val="cyan"/>
        </w:rPr>
        <w:t>administration</w:t>
      </w:r>
      <w:r w:rsidRPr="00025FE9">
        <w:rPr>
          <w:rStyle w:val="StyleUnderline"/>
        </w:rPr>
        <w:t xml:space="preserve"> </w:t>
      </w:r>
      <w:r w:rsidRPr="00025FE9">
        <w:rPr>
          <w:rStyle w:val="StyleUnderline"/>
          <w:highlight w:val="cyan"/>
        </w:rPr>
        <w:t>on the</w:t>
      </w:r>
      <w:r w:rsidRPr="00025FE9">
        <w:rPr>
          <w:rStyle w:val="StyleUnderline"/>
        </w:rPr>
        <w:t xml:space="preserve"> </w:t>
      </w:r>
      <w:r w:rsidRPr="00025FE9">
        <w:rPr>
          <w:rStyle w:val="Emphasis"/>
          <w:highlight w:val="cyan"/>
        </w:rPr>
        <w:t>defensive</w:t>
      </w:r>
      <w:r w:rsidRPr="00025FE9">
        <w:rPr>
          <w:sz w:val="16"/>
        </w:rPr>
        <w:t xml:space="preserve">. </w:t>
      </w:r>
      <w:r w:rsidRPr="00025FE9">
        <w:rPr>
          <w:rStyle w:val="StyleUnderline"/>
        </w:rPr>
        <w:t xml:space="preserve">For a president whose approval rests in part on his ability to move </w:t>
      </w:r>
      <w:r w:rsidRPr="00025FE9">
        <w:rPr>
          <w:rStyle w:val="Emphasis"/>
        </w:rPr>
        <w:t>swiftly</w:t>
      </w:r>
      <w:r w:rsidRPr="00025FE9">
        <w:rPr>
          <w:rStyle w:val="StyleUnderline"/>
        </w:rPr>
        <w:t xml:space="preserve"> and </w:t>
      </w:r>
      <w:r w:rsidRPr="00025FE9">
        <w:rPr>
          <w:rStyle w:val="Emphasis"/>
        </w:rPr>
        <w:t>decisively</w:t>
      </w:r>
      <w:r w:rsidRPr="00025FE9">
        <w:rPr>
          <w:rStyle w:val="StyleUnderline"/>
        </w:rPr>
        <w:t xml:space="preserve">, </w:t>
      </w:r>
      <w:r w:rsidRPr="00025FE9">
        <w:rPr>
          <w:rStyle w:val="StyleUnderline"/>
          <w:highlight w:val="cyan"/>
        </w:rPr>
        <w:t xml:space="preserve">this </w:t>
      </w:r>
      <w:r w:rsidRPr="00025FE9">
        <w:rPr>
          <w:rStyle w:val="Emphasis"/>
          <w:sz w:val="24"/>
          <w:szCs w:val="28"/>
          <w:highlight w:val="cyan"/>
        </w:rPr>
        <w:t>would be a major setback</w:t>
      </w:r>
      <w:r w:rsidRPr="00025FE9">
        <w:rPr>
          <w:sz w:val="16"/>
          <w:highlight w:val="cyan"/>
        </w:rPr>
        <w:t>.</w:t>
      </w:r>
    </w:p>
    <w:p w14:paraId="4422EB21" w14:textId="77777777" w:rsidR="001B2360" w:rsidRPr="00025FE9" w:rsidRDefault="001B2360" w:rsidP="001B2360">
      <w:pPr>
        <w:rPr>
          <w:sz w:val="16"/>
        </w:rPr>
      </w:pPr>
      <w:r w:rsidRPr="00025FE9">
        <w:rPr>
          <w:sz w:val="16"/>
        </w:rPr>
        <w:t>What are the odds that this will happen? Here’s what we know about midterms.</w:t>
      </w:r>
    </w:p>
    <w:p w14:paraId="0AA32EA7" w14:textId="77777777" w:rsidR="001B2360" w:rsidRDefault="001B2360" w:rsidP="001B2360">
      <w:r w:rsidRPr="00025FE9">
        <w:rPr>
          <w:sz w:val="16"/>
        </w:rPr>
        <w:t>House elections differ structurally from Senate elections. The most obvious and consequential difference is that while every House member faces the voters every two years, only one-third of the senators do, and there is no guarantee that these senators in the aggregate will represent the actual balance between the parties.</w:t>
      </w:r>
    </w:p>
    <w:p w14:paraId="31417218" w14:textId="77777777" w:rsidR="001B2360" w:rsidRDefault="001B2360" w:rsidP="001B2360">
      <w:pPr>
        <w:pStyle w:val="Heading4"/>
      </w:pPr>
      <w:r>
        <w:t xml:space="preserve">That’s </w:t>
      </w:r>
      <w:r>
        <w:rPr>
          <w:u w:val="single"/>
        </w:rPr>
        <w:t>uniquely powerful</w:t>
      </w:r>
      <w:r>
        <w:t xml:space="preserve"> in constraining Trump’s foreign policy. </w:t>
      </w:r>
    </w:p>
    <w:p w14:paraId="36C2C9C0" w14:textId="77777777" w:rsidR="001B2360" w:rsidRPr="005D38B1" w:rsidRDefault="001B2360" w:rsidP="001B2360">
      <w:pPr>
        <w:rPr>
          <w:b/>
          <w:sz w:val="26"/>
        </w:rPr>
      </w:pPr>
      <w:r w:rsidRPr="005D38B1">
        <w:t xml:space="preserve">Albin </w:t>
      </w:r>
      <w:r w:rsidRPr="005D38B1">
        <w:rPr>
          <w:rStyle w:val="Style13ptBold"/>
        </w:rPr>
        <w:t>Aronsson &amp;</w:t>
      </w:r>
      <w:r w:rsidRPr="005D38B1">
        <w:t xml:space="preserve"> Björn </w:t>
      </w:r>
      <w:r w:rsidRPr="005D38B1">
        <w:rPr>
          <w:rStyle w:val="Style13ptBold"/>
        </w:rPr>
        <w:t>Ottosson</w:t>
      </w:r>
      <w:r>
        <w:rPr>
          <w:rStyle w:val="Style13ptBold"/>
        </w:rPr>
        <w:t xml:space="preserve"> 25. </w:t>
      </w:r>
      <w:r w:rsidRPr="005D38B1">
        <w:t>*Deputy Programme Manager for NOTS and a Researcher in FOI’s Department for International Security Policy</w:t>
      </w:r>
      <w:r>
        <w:t>; Master’s degree in War Studies from King’s College London. **Programme Manager for NOTS and a Senior Researcher in FOI’s Department for International Security Policy;</w:t>
      </w:r>
      <w:r>
        <w:rPr>
          <w:rStyle w:val="Style13ptBold"/>
        </w:rPr>
        <w:t xml:space="preserve"> </w:t>
      </w:r>
      <w:r w:rsidRPr="005D38B1">
        <w:t>PhD in Political Science from Stockholm University. “Drift or Abandonment? Exploring How US Domestic Politics and External Realities may affect US Security Engagement in Europe 2025–2029.”</w:t>
      </w:r>
      <w:r>
        <w:t xml:space="preserve"> Swedish Ministry of Defense. </w:t>
      </w:r>
      <w:r w:rsidRPr="005D38B1">
        <w:t>August 2025</w:t>
      </w:r>
      <w:r>
        <w:t xml:space="preserve">. </w:t>
      </w:r>
      <w:r w:rsidRPr="005D38B1">
        <w:t>https://www.foi.se/rest-api/report/FOI-R--5777--SE</w:t>
      </w:r>
    </w:p>
    <w:p w14:paraId="69C2AC14" w14:textId="77777777" w:rsidR="001B2360" w:rsidRPr="005D38B1" w:rsidRDefault="001B2360" w:rsidP="001B2360">
      <w:pPr>
        <w:rPr>
          <w:sz w:val="16"/>
        </w:rPr>
      </w:pPr>
      <w:r w:rsidRPr="005D38B1">
        <w:rPr>
          <w:rStyle w:val="StyleUnderline"/>
        </w:rPr>
        <w:t xml:space="preserve">Democratic opposition forms an </w:t>
      </w:r>
      <w:r w:rsidRPr="005D38B1">
        <w:rPr>
          <w:rStyle w:val="Emphasis"/>
        </w:rPr>
        <w:t>additional line</w:t>
      </w:r>
      <w:r w:rsidRPr="005D38B1">
        <w:rPr>
          <w:rStyle w:val="StyleUnderline"/>
        </w:rPr>
        <w:t xml:space="preserve"> of </w:t>
      </w:r>
      <w:r w:rsidRPr="005D38B1">
        <w:rPr>
          <w:rStyle w:val="Emphasis"/>
        </w:rPr>
        <w:t>resistance</w:t>
      </w:r>
      <w:r w:rsidRPr="005D38B1">
        <w:rPr>
          <w:sz w:val="16"/>
        </w:rPr>
        <w:t xml:space="preserve">. While Republicans may control the executive branch, </w:t>
      </w:r>
      <w:r w:rsidRPr="005D38B1">
        <w:rPr>
          <w:rStyle w:val="Emphasis"/>
          <w:highlight w:val="cyan"/>
        </w:rPr>
        <w:t>Democrats in Congress</w:t>
      </w:r>
      <w:r w:rsidRPr="005D38B1">
        <w:rPr>
          <w:sz w:val="16"/>
        </w:rPr>
        <w:t xml:space="preserve">, </w:t>
      </w:r>
      <w:r w:rsidRPr="005D38B1">
        <w:rPr>
          <w:rStyle w:val="StyleUnderline"/>
        </w:rPr>
        <w:t>particularly in the Senate</w:t>
      </w:r>
      <w:r w:rsidRPr="005D38B1">
        <w:rPr>
          <w:sz w:val="16"/>
        </w:rPr>
        <w:t xml:space="preserve"> </w:t>
      </w:r>
      <w:r w:rsidRPr="005D38B1">
        <w:rPr>
          <w:rStyle w:val="StyleUnderline"/>
        </w:rPr>
        <w:t>and House committees on Foreign Affairs</w:t>
      </w:r>
      <w:r w:rsidRPr="005D38B1">
        <w:rPr>
          <w:sz w:val="16"/>
        </w:rPr>
        <w:t xml:space="preserve">, Armed Services, and Intelligence, </w:t>
      </w:r>
      <w:r w:rsidRPr="005D38B1">
        <w:rPr>
          <w:rStyle w:val="StyleUnderline"/>
          <w:highlight w:val="cyan"/>
        </w:rPr>
        <w:t>can</w:t>
      </w:r>
      <w:r w:rsidRPr="005D38B1">
        <w:rPr>
          <w:sz w:val="16"/>
          <w:highlight w:val="cyan"/>
        </w:rPr>
        <w:t xml:space="preserve"> </w:t>
      </w:r>
      <w:r w:rsidRPr="005D38B1">
        <w:rPr>
          <w:rStyle w:val="StyleUnderline"/>
          <w:highlight w:val="cyan"/>
        </w:rPr>
        <w:t xml:space="preserve">leverage </w:t>
      </w:r>
      <w:r w:rsidRPr="005D38B1">
        <w:rPr>
          <w:rStyle w:val="Emphasis"/>
          <w:highlight w:val="cyan"/>
        </w:rPr>
        <w:t>procedural tools</w:t>
      </w:r>
      <w:r w:rsidRPr="005D38B1">
        <w:rPr>
          <w:rStyle w:val="StyleUnderline"/>
          <w:highlight w:val="cyan"/>
        </w:rPr>
        <w:t>,</w:t>
      </w:r>
      <w:r w:rsidRPr="005D38B1">
        <w:rPr>
          <w:rStyle w:val="StyleUnderline"/>
        </w:rPr>
        <w:t xml:space="preserve"> public </w:t>
      </w:r>
      <w:r w:rsidRPr="005D38B1">
        <w:rPr>
          <w:rStyle w:val="Emphasis"/>
        </w:rPr>
        <w:t>hearings</w:t>
      </w:r>
      <w:r w:rsidRPr="005D38B1">
        <w:rPr>
          <w:rStyle w:val="StyleUnderline"/>
        </w:rPr>
        <w:t xml:space="preserve">, </w:t>
      </w:r>
      <w:r w:rsidRPr="005D38B1">
        <w:rPr>
          <w:rStyle w:val="StyleUnderline"/>
          <w:highlight w:val="cyan"/>
        </w:rPr>
        <w:t>and</w:t>
      </w:r>
      <w:r w:rsidRPr="005D38B1">
        <w:rPr>
          <w:rStyle w:val="StyleUnderline"/>
        </w:rPr>
        <w:t xml:space="preserve"> legislative </w:t>
      </w:r>
      <w:r w:rsidRPr="005D38B1">
        <w:rPr>
          <w:rStyle w:val="Emphasis"/>
          <w:highlight w:val="cyan"/>
        </w:rPr>
        <w:t>oversight</w:t>
      </w:r>
      <w:r w:rsidRPr="005D38B1">
        <w:rPr>
          <w:rStyle w:val="StyleUnderline"/>
        </w:rPr>
        <w:t xml:space="preserve"> </w:t>
      </w:r>
      <w:r w:rsidRPr="005D38B1">
        <w:rPr>
          <w:rStyle w:val="StyleUnderline"/>
          <w:highlight w:val="cyan"/>
        </w:rPr>
        <w:t>to</w:t>
      </w:r>
      <w:r w:rsidRPr="005D38B1">
        <w:rPr>
          <w:rStyle w:val="StyleUnderline"/>
        </w:rPr>
        <w:t xml:space="preserve"> scrutinise or </w:t>
      </w:r>
      <w:r w:rsidRPr="005D38B1">
        <w:rPr>
          <w:rStyle w:val="StyleUnderline"/>
          <w:highlight w:val="cyan"/>
        </w:rPr>
        <w:t>stall</w:t>
      </w:r>
      <w:r w:rsidRPr="005D38B1">
        <w:rPr>
          <w:rStyle w:val="StyleUnderline"/>
        </w:rPr>
        <w:t xml:space="preserve"> </w:t>
      </w:r>
      <w:r w:rsidRPr="005D38B1">
        <w:rPr>
          <w:rStyle w:val="Emphasis"/>
        </w:rPr>
        <w:t xml:space="preserve">controversial </w:t>
      </w:r>
      <w:r w:rsidRPr="005D38B1">
        <w:rPr>
          <w:rStyle w:val="Emphasis"/>
          <w:highlight w:val="cyan"/>
        </w:rPr>
        <w:t>initiatives</w:t>
      </w:r>
      <w:r w:rsidRPr="005D38B1">
        <w:rPr>
          <w:sz w:val="16"/>
        </w:rPr>
        <w:t xml:space="preserve">. </w:t>
      </w:r>
      <w:r w:rsidRPr="005D38B1">
        <w:rPr>
          <w:rStyle w:val="StyleUnderline"/>
        </w:rPr>
        <w:t>During Trump’s</w:t>
      </w:r>
      <w:r w:rsidRPr="005D38B1">
        <w:rPr>
          <w:sz w:val="16"/>
        </w:rPr>
        <w:t xml:space="preserve"> </w:t>
      </w:r>
      <w:r w:rsidRPr="005D38B1">
        <w:rPr>
          <w:rStyle w:val="StyleUnderline"/>
        </w:rPr>
        <w:t>first term</w:t>
      </w:r>
      <w:r w:rsidRPr="005D38B1">
        <w:rPr>
          <w:sz w:val="16"/>
        </w:rPr>
        <w:t>, for example</w:t>
      </w:r>
      <w:r w:rsidRPr="005D38B1">
        <w:rPr>
          <w:rStyle w:val="StyleUnderline"/>
        </w:rPr>
        <w:t>, bipartisan coalitions</w:t>
      </w:r>
      <w:r w:rsidRPr="005D38B1">
        <w:rPr>
          <w:sz w:val="16"/>
        </w:rPr>
        <w:t xml:space="preserve">, often led or backed by Democrats, </w:t>
      </w:r>
      <w:r w:rsidRPr="005D38B1">
        <w:rPr>
          <w:rStyle w:val="StyleUnderline"/>
        </w:rPr>
        <w:t xml:space="preserve">moved to block or </w:t>
      </w:r>
      <w:r w:rsidRPr="005D38B1">
        <w:rPr>
          <w:rStyle w:val="StyleUnderline"/>
          <w:highlight w:val="cyan"/>
        </w:rPr>
        <w:t>constrain</w:t>
      </w:r>
      <w:r w:rsidRPr="005D38B1">
        <w:rPr>
          <w:rStyle w:val="StyleUnderline"/>
        </w:rPr>
        <w:t xml:space="preserve"> certain </w:t>
      </w:r>
      <w:r w:rsidRPr="005D38B1">
        <w:rPr>
          <w:rStyle w:val="StyleUnderline"/>
          <w:highlight w:val="cyan"/>
        </w:rPr>
        <w:t>foreign policy moves</w:t>
      </w:r>
      <w:r w:rsidRPr="005D38B1">
        <w:rPr>
          <w:sz w:val="16"/>
        </w:rPr>
        <w:t xml:space="preserve">. In 2023, </w:t>
      </w:r>
      <w:r w:rsidRPr="005D38B1">
        <w:rPr>
          <w:rStyle w:val="StyleUnderline"/>
        </w:rPr>
        <w:t>Congress passed legislation prohibiting the president</w:t>
      </w:r>
      <w:r w:rsidRPr="005D38B1">
        <w:rPr>
          <w:sz w:val="16"/>
        </w:rPr>
        <w:t xml:space="preserve"> </w:t>
      </w:r>
      <w:r w:rsidRPr="005D38B1">
        <w:rPr>
          <w:rStyle w:val="StyleUnderline"/>
        </w:rPr>
        <w:t>from unilaterally withdrawing</w:t>
      </w:r>
      <w:r w:rsidRPr="005D38B1">
        <w:rPr>
          <w:sz w:val="16"/>
        </w:rPr>
        <w:t xml:space="preserve"> the United States </w:t>
      </w:r>
      <w:r w:rsidRPr="005D38B1">
        <w:rPr>
          <w:rStyle w:val="Emphasis"/>
        </w:rPr>
        <w:t>from NATO</w:t>
      </w:r>
      <w:r w:rsidRPr="005D38B1">
        <w:rPr>
          <w:sz w:val="16"/>
        </w:rPr>
        <w:t xml:space="preserve"> without Senate approval, reflecting concerns over Trump’s repeated criticisms of the alliance and signalling institutional commitment to transatlantic security.25</w:t>
      </w:r>
    </w:p>
    <w:p w14:paraId="6DB95CBA" w14:textId="05D8B5E0" w:rsidR="001B2360" w:rsidRDefault="001B2360" w:rsidP="001B2360">
      <w:pPr>
        <w:rPr>
          <w:rStyle w:val="StyleUnderline"/>
        </w:rPr>
      </w:pPr>
      <w:r w:rsidRPr="005D38B1">
        <w:rPr>
          <w:sz w:val="16"/>
        </w:rPr>
        <w:t xml:space="preserve">Furthermore, Democratic governors, attorneys general, and state-level actors have historically mobilised legal and political opposition to federal directives, especially on immigration, climate, and human rights, extending resistance beyond Washington and into the broader federal system. </w:t>
      </w:r>
      <w:r w:rsidRPr="005D38B1">
        <w:rPr>
          <w:rStyle w:val="StyleUnderline"/>
        </w:rPr>
        <w:t xml:space="preserve">This </w:t>
      </w:r>
      <w:r w:rsidRPr="005D38B1">
        <w:rPr>
          <w:rStyle w:val="Emphasis"/>
        </w:rPr>
        <w:t>multi-tiered</w:t>
      </w:r>
      <w:r w:rsidRPr="005D38B1">
        <w:rPr>
          <w:rStyle w:val="StyleUnderline"/>
        </w:rPr>
        <w:t xml:space="preserve"> resistance can constrain, delay, or reshape presidential foreign and security policy</w:t>
      </w:r>
      <w:r w:rsidRPr="005D38B1">
        <w:rPr>
          <w:sz w:val="16"/>
        </w:rPr>
        <w:t xml:space="preserve">, even when the executive branch seeks to centralise control. Needless to say, </w:t>
      </w:r>
      <w:r w:rsidRPr="005D38B1">
        <w:rPr>
          <w:rStyle w:val="StyleUnderline"/>
          <w:highlight w:val="cyan"/>
        </w:rPr>
        <w:t xml:space="preserve">if the Democrats </w:t>
      </w:r>
      <w:r w:rsidRPr="005D38B1">
        <w:rPr>
          <w:rStyle w:val="Emphasis"/>
          <w:highlight w:val="cyan"/>
        </w:rPr>
        <w:t>win</w:t>
      </w:r>
      <w:r w:rsidRPr="005D38B1">
        <w:rPr>
          <w:rStyle w:val="StyleUnderline"/>
        </w:rPr>
        <w:t xml:space="preserve"> in </w:t>
      </w:r>
      <w:r w:rsidRPr="005D38B1">
        <w:rPr>
          <w:rStyle w:val="StyleUnderline"/>
          <w:highlight w:val="cyan"/>
        </w:rPr>
        <w:t xml:space="preserve">the </w:t>
      </w:r>
      <w:r w:rsidRPr="005D38B1">
        <w:rPr>
          <w:rStyle w:val="Emphasis"/>
          <w:sz w:val="28"/>
          <w:szCs w:val="32"/>
          <w:highlight w:val="cyan"/>
        </w:rPr>
        <w:t>2026 midterms</w:t>
      </w:r>
      <w:r w:rsidRPr="005D38B1">
        <w:rPr>
          <w:rStyle w:val="StyleUnderline"/>
        </w:rPr>
        <w:t xml:space="preserve">, </w:t>
      </w:r>
      <w:r w:rsidRPr="005D38B1">
        <w:rPr>
          <w:rStyle w:val="Emphasis"/>
          <w:sz w:val="28"/>
          <w:szCs w:val="32"/>
          <w:highlight w:val="cyan"/>
        </w:rPr>
        <w:t>especially</w:t>
      </w:r>
      <w:r w:rsidRPr="005D38B1">
        <w:rPr>
          <w:rStyle w:val="StyleUnderline"/>
          <w:sz w:val="28"/>
          <w:szCs w:val="32"/>
        </w:rPr>
        <w:t xml:space="preserve"> </w:t>
      </w:r>
      <w:r w:rsidRPr="005D38B1">
        <w:rPr>
          <w:rStyle w:val="StyleUnderline"/>
        </w:rPr>
        <w:t xml:space="preserve">if they gain </w:t>
      </w:r>
      <w:r w:rsidRPr="005D38B1">
        <w:rPr>
          <w:rStyle w:val="StyleUnderline"/>
          <w:highlight w:val="cyan"/>
        </w:rPr>
        <w:t xml:space="preserve">a </w:t>
      </w:r>
      <w:r w:rsidRPr="005D38B1">
        <w:rPr>
          <w:rStyle w:val="Emphasis"/>
          <w:highlight w:val="cyan"/>
        </w:rPr>
        <w:t>majority</w:t>
      </w:r>
      <w:r w:rsidRPr="005D38B1">
        <w:rPr>
          <w:rStyle w:val="StyleUnderline"/>
          <w:highlight w:val="cyan"/>
        </w:rPr>
        <w:t xml:space="preserve"> in the </w:t>
      </w:r>
      <w:r w:rsidRPr="005D38B1">
        <w:rPr>
          <w:rStyle w:val="Emphasis"/>
          <w:highlight w:val="cyan"/>
        </w:rPr>
        <w:t>House</w:t>
      </w:r>
      <w:r w:rsidRPr="005D38B1">
        <w:rPr>
          <w:rStyle w:val="Emphasis"/>
        </w:rPr>
        <w:t xml:space="preserve"> of Representatives</w:t>
      </w:r>
      <w:r w:rsidRPr="005D38B1">
        <w:rPr>
          <w:sz w:val="16"/>
        </w:rPr>
        <w:t xml:space="preserve">, </w:t>
      </w:r>
      <w:r w:rsidRPr="005D38B1">
        <w:rPr>
          <w:rStyle w:val="StyleUnderline"/>
        </w:rPr>
        <w:t xml:space="preserve">this resistance </w:t>
      </w:r>
      <w:r w:rsidRPr="005D38B1">
        <w:rPr>
          <w:rStyle w:val="StyleUnderline"/>
          <w:highlight w:val="cyan"/>
        </w:rPr>
        <w:t>will</w:t>
      </w:r>
      <w:r w:rsidRPr="005D38B1">
        <w:rPr>
          <w:rStyle w:val="StyleUnderline"/>
        </w:rPr>
        <w:t xml:space="preserve"> likely </w:t>
      </w:r>
      <w:r w:rsidRPr="005D38B1">
        <w:rPr>
          <w:rStyle w:val="StyleUnderline"/>
          <w:highlight w:val="cyan"/>
        </w:rPr>
        <w:t>become</w:t>
      </w:r>
      <w:r w:rsidRPr="005D38B1">
        <w:rPr>
          <w:rStyle w:val="StyleUnderline"/>
        </w:rPr>
        <w:t xml:space="preserve"> </w:t>
      </w:r>
      <w:r w:rsidRPr="005D38B1">
        <w:rPr>
          <w:rStyle w:val="Emphasis"/>
        </w:rPr>
        <w:t>considerably</w:t>
      </w:r>
      <w:r w:rsidRPr="005D38B1">
        <w:rPr>
          <w:rStyle w:val="StyleUnderline"/>
        </w:rPr>
        <w:t xml:space="preserve"> </w:t>
      </w:r>
      <w:r w:rsidRPr="005D38B1">
        <w:rPr>
          <w:rStyle w:val="Emphasis"/>
          <w:sz w:val="28"/>
          <w:szCs w:val="32"/>
          <w:highlight w:val="cyan"/>
        </w:rPr>
        <w:t>more effective</w:t>
      </w:r>
      <w:r w:rsidRPr="005D38B1">
        <w:t>,</w:t>
      </w:r>
      <w:r w:rsidRPr="005D38B1">
        <w:rPr>
          <w:rStyle w:val="StyleUnderline"/>
        </w:rPr>
        <w:t xml:space="preserve"> </w:t>
      </w:r>
      <w:r w:rsidRPr="005D38B1">
        <w:rPr>
          <w:rStyle w:val="StyleUnderline"/>
          <w:highlight w:val="cyan"/>
        </w:rPr>
        <w:t xml:space="preserve">with </w:t>
      </w:r>
      <w:r w:rsidRPr="005D38B1">
        <w:rPr>
          <w:rStyle w:val="Emphasis"/>
          <w:highlight w:val="cyan"/>
        </w:rPr>
        <w:t>enhanced</w:t>
      </w:r>
      <w:r w:rsidRPr="005D38B1">
        <w:rPr>
          <w:rStyle w:val="StyleUnderline"/>
          <w:highlight w:val="cyan"/>
        </w:rPr>
        <w:t xml:space="preserve"> </w:t>
      </w:r>
      <w:r w:rsidRPr="005D38B1">
        <w:rPr>
          <w:rStyle w:val="Emphasis"/>
          <w:highlight w:val="cyan"/>
        </w:rPr>
        <w:t>capacity</w:t>
      </w:r>
      <w:r w:rsidRPr="005D38B1">
        <w:rPr>
          <w:rStyle w:val="StyleUnderline"/>
          <w:highlight w:val="cyan"/>
        </w:rPr>
        <w:t xml:space="preserve"> to </w:t>
      </w:r>
      <w:r w:rsidRPr="005D38B1">
        <w:rPr>
          <w:rStyle w:val="Emphasis"/>
          <w:highlight w:val="cyan"/>
        </w:rPr>
        <w:t>investigate</w:t>
      </w:r>
      <w:r w:rsidRPr="005D38B1">
        <w:rPr>
          <w:rStyle w:val="StyleUnderline"/>
        </w:rPr>
        <w:t xml:space="preserve">, </w:t>
      </w:r>
      <w:r w:rsidRPr="005D38B1">
        <w:rPr>
          <w:rStyle w:val="Emphasis"/>
        </w:rPr>
        <w:t>block</w:t>
      </w:r>
      <w:r w:rsidRPr="005D38B1">
        <w:rPr>
          <w:rStyle w:val="StyleUnderline"/>
        </w:rPr>
        <w:t xml:space="preserve">, </w:t>
      </w:r>
      <w:r w:rsidRPr="005D38B1">
        <w:rPr>
          <w:rStyle w:val="StyleUnderline"/>
          <w:highlight w:val="cyan"/>
        </w:rPr>
        <w:t xml:space="preserve">or </w:t>
      </w:r>
      <w:r w:rsidRPr="005D38B1">
        <w:rPr>
          <w:rStyle w:val="Emphasis"/>
          <w:highlight w:val="cyan"/>
        </w:rPr>
        <w:t>amend</w:t>
      </w:r>
      <w:r w:rsidRPr="005D38B1">
        <w:rPr>
          <w:rStyle w:val="Emphasis"/>
        </w:rPr>
        <w:t xml:space="preserve"> </w:t>
      </w:r>
      <w:r w:rsidRPr="005D38B1">
        <w:rPr>
          <w:rStyle w:val="Emphasis"/>
          <w:highlight w:val="cyan"/>
        </w:rPr>
        <w:t>executive actions</w:t>
      </w:r>
      <w:r w:rsidRPr="005D38B1">
        <w:rPr>
          <w:rStyle w:val="StyleUnderline"/>
        </w:rPr>
        <w:t xml:space="preserve"> </w:t>
      </w:r>
      <w:r w:rsidRPr="005D38B1">
        <w:rPr>
          <w:rStyle w:val="StyleUnderline"/>
          <w:highlight w:val="cyan"/>
        </w:rPr>
        <w:t>across</w:t>
      </w:r>
      <w:r w:rsidRPr="005D38B1">
        <w:rPr>
          <w:rStyle w:val="StyleUnderline"/>
        </w:rPr>
        <w:t xml:space="preserve"> a range of </w:t>
      </w:r>
      <w:r w:rsidRPr="005D38B1">
        <w:rPr>
          <w:rStyle w:val="Emphasis"/>
          <w:highlight w:val="cyan"/>
        </w:rPr>
        <w:t>foreign</w:t>
      </w:r>
      <w:r w:rsidRPr="005D38B1">
        <w:rPr>
          <w:rStyle w:val="StyleUnderline"/>
        </w:rPr>
        <w:t xml:space="preserve"> </w:t>
      </w:r>
      <w:r w:rsidRPr="005D38B1">
        <w:rPr>
          <w:rStyle w:val="StyleUnderline"/>
          <w:highlight w:val="cyan"/>
        </w:rPr>
        <w:t xml:space="preserve">and </w:t>
      </w:r>
      <w:r w:rsidRPr="005D38B1">
        <w:rPr>
          <w:rStyle w:val="Emphasis"/>
          <w:highlight w:val="cyan"/>
        </w:rPr>
        <w:t>security policy</w:t>
      </w:r>
      <w:r w:rsidRPr="005D38B1">
        <w:rPr>
          <w:rStyle w:val="Emphasis"/>
        </w:rPr>
        <w:t xml:space="preserve"> </w:t>
      </w:r>
      <w:r w:rsidRPr="005D38B1">
        <w:rPr>
          <w:rStyle w:val="Emphasis"/>
          <w:highlight w:val="cyan"/>
        </w:rPr>
        <w:t>areas</w:t>
      </w:r>
      <w:r w:rsidRPr="005D38B1">
        <w:rPr>
          <w:rStyle w:val="StyleUnderline"/>
        </w:rPr>
        <w:t>.</w:t>
      </w:r>
    </w:p>
    <w:p w14:paraId="0B722765" w14:textId="77777777" w:rsidR="001B2360" w:rsidRDefault="001B2360" w:rsidP="001B2360">
      <w:pPr>
        <w:pStyle w:val="Heading3"/>
      </w:pPr>
      <w:r>
        <w:t>Dems Win Now---2NC</w:t>
      </w:r>
    </w:p>
    <w:p w14:paraId="355E1001" w14:textId="77777777" w:rsidR="001B2360" w:rsidRPr="00B2079E" w:rsidRDefault="001B2360" w:rsidP="001B2360">
      <w:pPr>
        <w:pStyle w:val="Heading4"/>
      </w:pPr>
      <w:r>
        <w:t xml:space="preserve">That’s </w:t>
      </w:r>
      <w:r>
        <w:rPr>
          <w:u w:val="single"/>
        </w:rPr>
        <w:t>confirmed</w:t>
      </w:r>
      <w:r>
        <w:t xml:space="preserve"> by the most recent polling. </w:t>
      </w:r>
    </w:p>
    <w:p w14:paraId="7498C6AF" w14:textId="77777777" w:rsidR="001B2360" w:rsidRDefault="001B2360" w:rsidP="001B2360">
      <w:r w:rsidRPr="008047B5">
        <w:t xml:space="preserve">G. Elliott </w:t>
      </w:r>
      <w:r w:rsidRPr="008047B5">
        <w:rPr>
          <w:rStyle w:val="Style13ptBold"/>
        </w:rPr>
        <w:t>Morris 25</w:t>
      </w:r>
      <w:r>
        <w:t xml:space="preserve">. 9-23-25. </w:t>
      </w:r>
      <w:r w:rsidRPr="008047B5">
        <w:t>American data journalist</w:t>
      </w:r>
      <w:r>
        <w:t xml:space="preserve"> formerly at FiveThirtyeight. “</w:t>
      </w:r>
      <w:r w:rsidRPr="008047B5">
        <w:t>New poll: Percent saying America on the "wrong track" hits new high</w:t>
      </w:r>
      <w:r>
        <w:t xml:space="preserve">”. </w:t>
      </w:r>
      <w:r w:rsidRPr="008047B5">
        <w:t>https://www.gelliottmorris.com/p/new-poll-voters-to-blame-republicans-for-shutdown</w:t>
      </w:r>
    </w:p>
    <w:p w14:paraId="240B1CFD" w14:textId="77777777" w:rsidR="001B2360" w:rsidRDefault="001B2360" w:rsidP="001B2360">
      <w:r>
        <w:t>The generic ballot: a modest Democratic edge, slightly narrower than August</w:t>
      </w:r>
    </w:p>
    <w:p w14:paraId="5963E1A9" w14:textId="77777777" w:rsidR="001B2360" w:rsidRPr="00B2079E" w:rsidRDefault="001B2360" w:rsidP="001B2360">
      <w:pPr>
        <w:rPr>
          <w:sz w:val="16"/>
        </w:rPr>
      </w:pPr>
      <w:r w:rsidRPr="008047B5">
        <w:rPr>
          <w:rStyle w:val="StyleUnderline"/>
        </w:rPr>
        <w:t xml:space="preserve">If the 2026 U.S. House elections were today, </w:t>
      </w:r>
      <w:r w:rsidRPr="008047B5">
        <w:rPr>
          <w:rStyle w:val="StyleUnderline"/>
          <w:highlight w:val="cyan"/>
        </w:rPr>
        <w:t>47% of adults say they’d vote for the Democratic candidate</w:t>
      </w:r>
      <w:r w:rsidRPr="008047B5">
        <w:rPr>
          <w:rStyle w:val="StyleUnderline"/>
        </w:rPr>
        <w:t xml:space="preserve"> in their congressional district, whereas 42% say they’d vote for Republicans</w:t>
      </w:r>
      <w:r w:rsidRPr="00B2079E">
        <w:rPr>
          <w:sz w:val="16"/>
        </w:rPr>
        <w:t xml:space="preserve"> (11% undecided) — a D</w:t>
      </w:r>
      <w:r w:rsidRPr="008047B5">
        <w:rPr>
          <w:rStyle w:val="Emphasis"/>
          <w:highlight w:val="cyan"/>
        </w:rPr>
        <w:t>+5 advantage</w:t>
      </w:r>
      <w:r w:rsidRPr="00B2079E">
        <w:rPr>
          <w:sz w:val="16"/>
        </w:rPr>
        <w:t xml:space="preserve">. </w:t>
      </w:r>
      <w:r w:rsidRPr="008047B5">
        <w:rPr>
          <w:rStyle w:val="StyleUnderline"/>
        </w:rPr>
        <w:t>The margin is the same</w:t>
      </w:r>
      <w:r w:rsidRPr="00B2079E">
        <w:rPr>
          <w:sz w:val="16"/>
        </w:rPr>
        <w:t xml:space="preserve"> (5 points) </w:t>
      </w:r>
      <w:r w:rsidRPr="008047B5">
        <w:rPr>
          <w:rStyle w:val="Emphasis"/>
          <w:highlight w:val="cyan"/>
        </w:rPr>
        <w:t>among registered voters</w:t>
      </w:r>
      <w:r w:rsidRPr="00B2079E">
        <w:rPr>
          <w:sz w:val="16"/>
        </w:rPr>
        <w:t xml:space="preserve">. </w:t>
      </w:r>
      <w:r w:rsidRPr="008047B5">
        <w:rPr>
          <w:rStyle w:val="StyleUnderline"/>
        </w:rPr>
        <w:t>That’s a touch smaller than last month’s D+8</w:t>
      </w:r>
      <w:r w:rsidRPr="00B2079E">
        <w:rPr>
          <w:sz w:val="16"/>
        </w:rPr>
        <w:t xml:space="preserve"> (49–41) among adults, but </w:t>
      </w:r>
      <w:r w:rsidRPr="008047B5">
        <w:rPr>
          <w:rStyle w:val="StyleUnderline"/>
        </w:rPr>
        <w:t>within a zone of normal month-to-month variation</w:t>
      </w:r>
      <w:r w:rsidRPr="00B2079E">
        <w:rPr>
          <w:sz w:val="16"/>
        </w:rPr>
        <w:t>.</w:t>
      </w:r>
    </w:p>
    <w:p w14:paraId="67D502BC" w14:textId="77777777" w:rsidR="001B2360" w:rsidRPr="008047B5" w:rsidRDefault="001B2360" w:rsidP="001B2360">
      <w:pPr>
        <w:rPr>
          <w:rStyle w:val="StyleUnderline"/>
        </w:rPr>
      </w:pPr>
      <w:r w:rsidRPr="00B2079E">
        <w:rPr>
          <w:sz w:val="16"/>
        </w:rPr>
        <w:t xml:space="preserve">This month, </w:t>
      </w:r>
      <w:r w:rsidRPr="008047B5">
        <w:rPr>
          <w:rStyle w:val="StyleUnderline"/>
          <w:highlight w:val="cyan"/>
        </w:rPr>
        <w:t>we added</w:t>
      </w:r>
      <w:r w:rsidRPr="008047B5">
        <w:rPr>
          <w:rStyle w:val="StyleUnderline"/>
        </w:rPr>
        <w:t xml:space="preserve"> a question about how </w:t>
      </w:r>
      <w:r w:rsidRPr="008047B5">
        <w:rPr>
          <w:rStyle w:val="Emphasis"/>
          <w:highlight w:val="cyan"/>
        </w:rPr>
        <w:t>likely voters</w:t>
      </w:r>
      <w:r w:rsidRPr="008047B5">
        <w:rPr>
          <w:rStyle w:val="StyleUnderline"/>
        </w:rPr>
        <w:t xml:space="preserve"> are to cast their ballot in next year’s elections</w:t>
      </w:r>
      <w:r w:rsidRPr="00B2079E">
        <w:rPr>
          <w:sz w:val="16"/>
        </w:rPr>
        <w:t xml:space="preserve">. </w:t>
      </w:r>
      <w:r w:rsidRPr="008047B5">
        <w:rPr>
          <w:rStyle w:val="StyleUnderline"/>
          <w:highlight w:val="cyan"/>
        </w:rPr>
        <w:t>Among</w:t>
      </w:r>
      <w:r w:rsidRPr="008047B5">
        <w:rPr>
          <w:rStyle w:val="StyleUnderline"/>
        </w:rPr>
        <w:t xml:space="preserve"> the </w:t>
      </w:r>
      <w:r w:rsidRPr="008047B5">
        <w:rPr>
          <w:rStyle w:val="Emphasis"/>
          <w:sz w:val="32"/>
          <w:szCs w:val="32"/>
          <w:highlight w:val="cyan"/>
        </w:rPr>
        <w:t>most engaged voters</w:t>
      </w:r>
      <w:r w:rsidRPr="00B2079E">
        <w:rPr>
          <w:sz w:val="16"/>
          <w:szCs w:val="32"/>
        </w:rPr>
        <w:t xml:space="preserve"> </w:t>
      </w:r>
      <w:r w:rsidRPr="00B2079E">
        <w:rPr>
          <w:sz w:val="16"/>
        </w:rPr>
        <w:t xml:space="preserve">(those saying they are </w:t>
      </w:r>
      <w:r w:rsidRPr="008047B5">
        <w:rPr>
          <w:rStyle w:val="StyleUnderline"/>
          <w:highlight w:val="cyan"/>
        </w:rPr>
        <w:t>definitely or very likely to</w:t>
      </w:r>
      <w:r w:rsidRPr="00B2079E">
        <w:rPr>
          <w:sz w:val="16"/>
        </w:rPr>
        <w:t xml:space="preserve"> </w:t>
      </w:r>
      <w:r w:rsidRPr="008047B5">
        <w:rPr>
          <w:rStyle w:val="StyleUnderline"/>
          <w:highlight w:val="cyan"/>
        </w:rPr>
        <w:t>vote</w:t>
      </w:r>
      <w:r w:rsidRPr="00B2079E">
        <w:rPr>
          <w:sz w:val="16"/>
        </w:rPr>
        <w:t xml:space="preserve">), </w:t>
      </w:r>
      <w:r w:rsidRPr="008047B5">
        <w:rPr>
          <w:rStyle w:val="StyleUnderline"/>
          <w:highlight w:val="cyan"/>
        </w:rPr>
        <w:t>the margin is still D+5</w:t>
      </w:r>
      <w:r w:rsidRPr="00B2079E">
        <w:rPr>
          <w:sz w:val="16"/>
        </w:rPr>
        <w:t xml:space="preserve"> (50–45). </w:t>
      </w:r>
      <w:r w:rsidRPr="008047B5">
        <w:rPr>
          <w:rStyle w:val="StyleUnderline"/>
        </w:rPr>
        <w:t>We also asked voters to rate their interest in the election on a scale from 1 to 10:</w:t>
      </w:r>
      <w:r w:rsidRPr="00B2079E">
        <w:rPr>
          <w:sz w:val="16"/>
        </w:rPr>
        <w:t xml:space="preserve"> Among the 10-out-of-10 voters, </w:t>
      </w:r>
      <w:r w:rsidRPr="008047B5">
        <w:rPr>
          <w:rStyle w:val="StyleUnderline"/>
        </w:rPr>
        <w:t>Democrats lead 55–41</w:t>
      </w:r>
      <w:r w:rsidRPr="00B2079E">
        <w:rPr>
          <w:sz w:val="16"/>
        </w:rPr>
        <w:t xml:space="preserve"> (just 4% undecided) </w:t>
      </w:r>
      <w:r w:rsidRPr="008047B5">
        <w:rPr>
          <w:rStyle w:val="StyleUnderline"/>
        </w:rPr>
        <w:t>in the generic ballot. That mirrors the Democratic edge in recent special elections for Congress and state legislatures.</w:t>
      </w:r>
    </w:p>
    <w:p w14:paraId="71D6C72D" w14:textId="77777777" w:rsidR="001B2360" w:rsidRPr="00B2079E" w:rsidRDefault="001B2360" w:rsidP="001B2360">
      <w:pPr>
        <w:rPr>
          <w:sz w:val="16"/>
        </w:rPr>
      </w:pPr>
      <w:r w:rsidRPr="00B2079E">
        <w:rPr>
          <w:sz w:val="16"/>
        </w:rPr>
        <w:t>Among those rating their interest 6–9, Republicans inch ahead 48–46 (within the margin of error), while low-interest respondents have many undecided (roughly four in ten).</w:t>
      </w:r>
    </w:p>
    <w:p w14:paraId="57A4043B" w14:textId="77777777" w:rsidR="001B2360" w:rsidRPr="00B2079E" w:rsidRDefault="001B2360" w:rsidP="001B2360">
      <w:pPr>
        <w:rPr>
          <w:sz w:val="16"/>
        </w:rPr>
      </w:pPr>
      <w:r w:rsidRPr="00B2079E">
        <w:rPr>
          <w:sz w:val="16"/>
        </w:rPr>
        <w:t>The national mood grows more pessimistic</w:t>
      </w:r>
    </w:p>
    <w:p w14:paraId="4A432114" w14:textId="77777777" w:rsidR="001B2360" w:rsidRPr="00B2079E" w:rsidRDefault="001B2360" w:rsidP="001B2360">
      <w:pPr>
        <w:rPr>
          <w:sz w:val="16"/>
        </w:rPr>
      </w:pPr>
      <w:r w:rsidRPr="00B2079E">
        <w:rPr>
          <w:sz w:val="16"/>
        </w:rPr>
        <w:t>The public remains deeply dissatisfied with the direction of the country. In our September survey, 28% of adults say the U.S. is “on the right track” compared to 60% who say it’s “off on the wrong track” (12% don’t know). That’s significantly more negative than August’s reading (33/57).</w:t>
      </w:r>
    </w:p>
    <w:p w14:paraId="0C58C759" w14:textId="77777777" w:rsidR="001B2360" w:rsidRPr="001B2360" w:rsidRDefault="001B2360" w:rsidP="001B2360">
      <w:pPr>
        <w:rPr>
          <w:sz w:val="16"/>
          <w:u w:val="single"/>
        </w:rPr>
      </w:pPr>
      <w:r w:rsidRPr="008047B5">
        <w:rPr>
          <w:rStyle w:val="StyleUnderline"/>
        </w:rPr>
        <w:t xml:space="preserve">Persistent </w:t>
      </w:r>
      <w:r w:rsidRPr="008047B5">
        <w:rPr>
          <w:rStyle w:val="StyleUnderline"/>
          <w:highlight w:val="cyan"/>
        </w:rPr>
        <w:t>pessimism</w:t>
      </w:r>
      <w:r w:rsidRPr="008047B5">
        <w:rPr>
          <w:rStyle w:val="StyleUnderline"/>
        </w:rPr>
        <w:t xml:space="preserve"> typically </w:t>
      </w:r>
      <w:r w:rsidRPr="008047B5">
        <w:rPr>
          <w:rStyle w:val="StyleUnderline"/>
          <w:highlight w:val="cyan"/>
        </w:rPr>
        <w:t>harms the party that holds national power</w:t>
      </w:r>
      <w:r w:rsidRPr="00B2079E">
        <w:rPr>
          <w:sz w:val="16"/>
        </w:rPr>
        <w:t xml:space="preserve"> — which, in a Trump-era environment, </w:t>
      </w:r>
      <w:r w:rsidRPr="008047B5">
        <w:rPr>
          <w:rStyle w:val="StyleUnderline"/>
        </w:rPr>
        <w:t xml:space="preserve">helps explain why </w:t>
      </w:r>
      <w:r w:rsidRPr="008047B5">
        <w:rPr>
          <w:rStyle w:val="StyleUnderline"/>
          <w:highlight w:val="cyan"/>
        </w:rPr>
        <w:t>the president’s issue ratings</w:t>
      </w:r>
      <w:r w:rsidRPr="008047B5">
        <w:rPr>
          <w:rStyle w:val="StyleUnderline"/>
        </w:rPr>
        <w:t xml:space="preserve"> </w:t>
      </w:r>
      <w:r w:rsidRPr="008047B5">
        <w:rPr>
          <w:rStyle w:val="Emphasis"/>
          <w:highlight w:val="cyan"/>
        </w:rPr>
        <w:t>remain net negative</w:t>
      </w:r>
      <w:r w:rsidRPr="008047B5">
        <w:rPr>
          <w:rStyle w:val="StyleUnderline"/>
        </w:rPr>
        <w:t xml:space="preserve"> and why </w:t>
      </w:r>
      <w:r w:rsidRPr="008047B5">
        <w:rPr>
          <w:rStyle w:val="StyleUnderline"/>
          <w:highlight w:val="cyan"/>
        </w:rPr>
        <w:t xml:space="preserve">Democrats keep a </w:t>
      </w:r>
      <w:r w:rsidRPr="008047B5">
        <w:rPr>
          <w:rStyle w:val="Emphasis"/>
          <w:highlight w:val="cyan"/>
        </w:rPr>
        <w:t>modest</w:t>
      </w:r>
      <w:r w:rsidRPr="008047B5">
        <w:rPr>
          <w:rStyle w:val="StyleUnderline"/>
        </w:rPr>
        <w:t xml:space="preserve"> </w:t>
      </w:r>
      <w:r w:rsidRPr="008047B5">
        <w:rPr>
          <w:rStyle w:val="Emphasis"/>
          <w:highlight w:val="cyan"/>
        </w:rPr>
        <w:t>lead</w:t>
      </w:r>
      <w:r w:rsidRPr="008047B5">
        <w:rPr>
          <w:rStyle w:val="StyleUnderline"/>
        </w:rPr>
        <w:t xml:space="preserve"> on the generic ballot.</w:t>
      </w:r>
    </w:p>
    <w:p w14:paraId="101EDF88" w14:textId="77777777" w:rsidR="001B2360" w:rsidRPr="001B2360" w:rsidRDefault="001B2360" w:rsidP="001B2360">
      <w:pPr>
        <w:rPr>
          <w:u w:val="single"/>
        </w:rPr>
      </w:pPr>
    </w:p>
    <w:sectPr w:rsidR="001B2360" w:rsidRPr="001B23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740795" w14:textId="77777777" w:rsidR="00DC4B6F" w:rsidRDefault="00DC4B6F" w:rsidP="00066D2C">
      <w:pPr>
        <w:spacing w:after="0" w:line="240" w:lineRule="auto"/>
      </w:pPr>
      <w:r>
        <w:separator/>
      </w:r>
    </w:p>
  </w:endnote>
  <w:endnote w:type="continuationSeparator" w:id="0">
    <w:p w14:paraId="7652F816" w14:textId="77777777" w:rsidR="00DC4B6F" w:rsidRDefault="00DC4B6F"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81FB08" w14:textId="77777777" w:rsidR="00DC4B6F" w:rsidRDefault="00DC4B6F" w:rsidP="00066D2C">
      <w:pPr>
        <w:spacing w:after="0" w:line="240" w:lineRule="auto"/>
      </w:pPr>
      <w:r>
        <w:separator/>
      </w:r>
    </w:p>
  </w:footnote>
  <w:footnote w:type="continuationSeparator" w:id="0">
    <w:p w14:paraId="5260C2FA" w14:textId="77777777" w:rsidR="00DC4B6F" w:rsidRDefault="00DC4B6F"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2114073416256"/>
    <w:docVar w:name="VerbatimVersion" w:val="6.0.0"/>
    <w:docVar w:name="WordVersion" w:val="16.0"/>
  </w:docVars>
  <w:rsids>
    <w:rsidRoot w:val="000C2AD5"/>
    <w:rsid w:val="00001C7E"/>
    <w:rsid w:val="0000487C"/>
    <w:rsid w:val="00011FEF"/>
    <w:rsid w:val="00013C8B"/>
    <w:rsid w:val="0001753D"/>
    <w:rsid w:val="000222B6"/>
    <w:rsid w:val="00023AEF"/>
    <w:rsid w:val="000250CA"/>
    <w:rsid w:val="00025321"/>
    <w:rsid w:val="00032119"/>
    <w:rsid w:val="000427BD"/>
    <w:rsid w:val="00043C82"/>
    <w:rsid w:val="00044D0C"/>
    <w:rsid w:val="00050713"/>
    <w:rsid w:val="00053D0F"/>
    <w:rsid w:val="000547CC"/>
    <w:rsid w:val="000556CE"/>
    <w:rsid w:val="00056966"/>
    <w:rsid w:val="000615B0"/>
    <w:rsid w:val="00062A16"/>
    <w:rsid w:val="00063921"/>
    <w:rsid w:val="000657E9"/>
    <w:rsid w:val="00066D2C"/>
    <w:rsid w:val="0007328F"/>
    <w:rsid w:val="00073481"/>
    <w:rsid w:val="00074F1E"/>
    <w:rsid w:val="0007573B"/>
    <w:rsid w:val="0007578B"/>
    <w:rsid w:val="0007692C"/>
    <w:rsid w:val="00076EA7"/>
    <w:rsid w:val="00080E37"/>
    <w:rsid w:val="00080F27"/>
    <w:rsid w:val="000912B1"/>
    <w:rsid w:val="00093AB9"/>
    <w:rsid w:val="00093CCD"/>
    <w:rsid w:val="00094DF4"/>
    <w:rsid w:val="000961CD"/>
    <w:rsid w:val="000A0198"/>
    <w:rsid w:val="000A0585"/>
    <w:rsid w:val="000A218A"/>
    <w:rsid w:val="000A239C"/>
    <w:rsid w:val="000A2AB0"/>
    <w:rsid w:val="000A4954"/>
    <w:rsid w:val="000A4AE6"/>
    <w:rsid w:val="000A5EE1"/>
    <w:rsid w:val="000A6F56"/>
    <w:rsid w:val="000B0A27"/>
    <w:rsid w:val="000B2F4E"/>
    <w:rsid w:val="000B3425"/>
    <w:rsid w:val="000B5FBB"/>
    <w:rsid w:val="000B6974"/>
    <w:rsid w:val="000B6B3E"/>
    <w:rsid w:val="000C137E"/>
    <w:rsid w:val="000C2AD5"/>
    <w:rsid w:val="000D0D08"/>
    <w:rsid w:val="000D16A7"/>
    <w:rsid w:val="000D4AF6"/>
    <w:rsid w:val="000D6BF7"/>
    <w:rsid w:val="000D739E"/>
    <w:rsid w:val="000D7A2C"/>
    <w:rsid w:val="000E0913"/>
    <w:rsid w:val="000E13F7"/>
    <w:rsid w:val="000E2525"/>
    <w:rsid w:val="000E5D15"/>
    <w:rsid w:val="000F4031"/>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493D"/>
    <w:rsid w:val="00127061"/>
    <w:rsid w:val="00131B53"/>
    <w:rsid w:val="001327C1"/>
    <w:rsid w:val="001329A3"/>
    <w:rsid w:val="00134120"/>
    <w:rsid w:val="00134450"/>
    <w:rsid w:val="001356C8"/>
    <w:rsid w:val="001378C8"/>
    <w:rsid w:val="00140A6B"/>
    <w:rsid w:val="00144AD4"/>
    <w:rsid w:val="00145B53"/>
    <w:rsid w:val="00146731"/>
    <w:rsid w:val="00146F2E"/>
    <w:rsid w:val="00150A2E"/>
    <w:rsid w:val="00152BF7"/>
    <w:rsid w:val="00163574"/>
    <w:rsid w:val="001645D4"/>
    <w:rsid w:val="0016567B"/>
    <w:rsid w:val="0016568A"/>
    <w:rsid w:val="0016636E"/>
    <w:rsid w:val="00170A72"/>
    <w:rsid w:val="00171A2A"/>
    <w:rsid w:val="001723BA"/>
    <w:rsid w:val="001731F4"/>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360"/>
    <w:rsid w:val="001B2C27"/>
    <w:rsid w:val="001C0A69"/>
    <w:rsid w:val="001C48D7"/>
    <w:rsid w:val="001C4C52"/>
    <w:rsid w:val="001D0E33"/>
    <w:rsid w:val="001D1994"/>
    <w:rsid w:val="001D6D5C"/>
    <w:rsid w:val="001D7A6D"/>
    <w:rsid w:val="001E4A64"/>
    <w:rsid w:val="001E61F5"/>
    <w:rsid w:val="001F0C01"/>
    <w:rsid w:val="001F1F4D"/>
    <w:rsid w:val="001F3458"/>
    <w:rsid w:val="002005AF"/>
    <w:rsid w:val="00200C1A"/>
    <w:rsid w:val="002052E3"/>
    <w:rsid w:val="00210DC2"/>
    <w:rsid w:val="00210F18"/>
    <w:rsid w:val="002110D6"/>
    <w:rsid w:val="002152F9"/>
    <w:rsid w:val="0021530A"/>
    <w:rsid w:val="002212A9"/>
    <w:rsid w:val="002234FB"/>
    <w:rsid w:val="00225437"/>
    <w:rsid w:val="002263A1"/>
    <w:rsid w:val="00232746"/>
    <w:rsid w:val="00236707"/>
    <w:rsid w:val="00240C76"/>
    <w:rsid w:val="00241116"/>
    <w:rsid w:val="0024328E"/>
    <w:rsid w:val="002435F5"/>
    <w:rsid w:val="00250283"/>
    <w:rsid w:val="002508CB"/>
    <w:rsid w:val="00250DA5"/>
    <w:rsid w:val="002514A7"/>
    <w:rsid w:val="00253733"/>
    <w:rsid w:val="002556F1"/>
    <w:rsid w:val="00256AC0"/>
    <w:rsid w:val="00257230"/>
    <w:rsid w:val="002573AF"/>
    <w:rsid w:val="00263CC5"/>
    <w:rsid w:val="00270F74"/>
    <w:rsid w:val="00271866"/>
    <w:rsid w:val="00273407"/>
    <w:rsid w:val="00276E12"/>
    <w:rsid w:val="00277BB1"/>
    <w:rsid w:val="00281B05"/>
    <w:rsid w:val="00282932"/>
    <w:rsid w:val="00282FFC"/>
    <w:rsid w:val="00285470"/>
    <w:rsid w:val="002878D0"/>
    <w:rsid w:val="00287B59"/>
    <w:rsid w:val="00290F1B"/>
    <w:rsid w:val="00291C09"/>
    <w:rsid w:val="00292390"/>
    <w:rsid w:val="002A3018"/>
    <w:rsid w:val="002A4DA5"/>
    <w:rsid w:val="002A57B1"/>
    <w:rsid w:val="002B2116"/>
    <w:rsid w:val="002B3050"/>
    <w:rsid w:val="002B5F0C"/>
    <w:rsid w:val="002C0731"/>
    <w:rsid w:val="002C0B33"/>
    <w:rsid w:val="002C30D9"/>
    <w:rsid w:val="002C6C7D"/>
    <w:rsid w:val="002C769C"/>
    <w:rsid w:val="002D2594"/>
    <w:rsid w:val="002D2921"/>
    <w:rsid w:val="002D3647"/>
    <w:rsid w:val="002D418C"/>
    <w:rsid w:val="002D476A"/>
    <w:rsid w:val="002E663F"/>
    <w:rsid w:val="002F0384"/>
    <w:rsid w:val="002F276B"/>
    <w:rsid w:val="002F28CE"/>
    <w:rsid w:val="002F2CFC"/>
    <w:rsid w:val="002F37D1"/>
    <w:rsid w:val="002F5842"/>
    <w:rsid w:val="002F5A47"/>
    <w:rsid w:val="002F636E"/>
    <w:rsid w:val="00300F2F"/>
    <w:rsid w:val="00304257"/>
    <w:rsid w:val="00304A78"/>
    <w:rsid w:val="00306273"/>
    <w:rsid w:val="00306FDE"/>
    <w:rsid w:val="00307FBA"/>
    <w:rsid w:val="003106D9"/>
    <w:rsid w:val="00311112"/>
    <w:rsid w:val="00311C1F"/>
    <w:rsid w:val="0031266A"/>
    <w:rsid w:val="00315E64"/>
    <w:rsid w:val="003172F6"/>
    <w:rsid w:val="0031761F"/>
    <w:rsid w:val="00323E50"/>
    <w:rsid w:val="00324F57"/>
    <w:rsid w:val="003264E7"/>
    <w:rsid w:val="00327232"/>
    <w:rsid w:val="00333A69"/>
    <w:rsid w:val="003352D6"/>
    <w:rsid w:val="00340BBA"/>
    <w:rsid w:val="003415EB"/>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85F16"/>
    <w:rsid w:val="0039157C"/>
    <w:rsid w:val="00392D93"/>
    <w:rsid w:val="0039373D"/>
    <w:rsid w:val="00393EF2"/>
    <w:rsid w:val="0039434E"/>
    <w:rsid w:val="00394F71"/>
    <w:rsid w:val="00396164"/>
    <w:rsid w:val="00396D52"/>
    <w:rsid w:val="003A3306"/>
    <w:rsid w:val="003A46B4"/>
    <w:rsid w:val="003A4A97"/>
    <w:rsid w:val="003A5CE8"/>
    <w:rsid w:val="003A698D"/>
    <w:rsid w:val="003B17B3"/>
    <w:rsid w:val="003B2CBC"/>
    <w:rsid w:val="003B45D1"/>
    <w:rsid w:val="003B4705"/>
    <w:rsid w:val="003B4F86"/>
    <w:rsid w:val="003B734D"/>
    <w:rsid w:val="003C177C"/>
    <w:rsid w:val="003C21E3"/>
    <w:rsid w:val="003C251E"/>
    <w:rsid w:val="003C3347"/>
    <w:rsid w:val="003C3CCA"/>
    <w:rsid w:val="003C556E"/>
    <w:rsid w:val="003C6CA9"/>
    <w:rsid w:val="003D3B44"/>
    <w:rsid w:val="003D4150"/>
    <w:rsid w:val="003D5367"/>
    <w:rsid w:val="003D7276"/>
    <w:rsid w:val="003E49D8"/>
    <w:rsid w:val="003F3920"/>
    <w:rsid w:val="003F4D5F"/>
    <w:rsid w:val="003F5483"/>
    <w:rsid w:val="00401254"/>
    <w:rsid w:val="00405AD7"/>
    <w:rsid w:val="004127EF"/>
    <w:rsid w:val="004145A5"/>
    <w:rsid w:val="00414EB4"/>
    <w:rsid w:val="00417E60"/>
    <w:rsid w:val="004208C6"/>
    <w:rsid w:val="004209DF"/>
    <w:rsid w:val="00425531"/>
    <w:rsid w:val="00425A83"/>
    <w:rsid w:val="00426CC6"/>
    <w:rsid w:val="004301E3"/>
    <w:rsid w:val="00431905"/>
    <w:rsid w:val="004326E6"/>
    <w:rsid w:val="00432F5F"/>
    <w:rsid w:val="0043419E"/>
    <w:rsid w:val="0043450D"/>
    <w:rsid w:val="00434886"/>
    <w:rsid w:val="004348C6"/>
    <w:rsid w:val="00434BCC"/>
    <w:rsid w:val="004350BF"/>
    <w:rsid w:val="00435588"/>
    <w:rsid w:val="004433A0"/>
    <w:rsid w:val="004436F8"/>
    <w:rsid w:val="00447BAE"/>
    <w:rsid w:val="00450DA4"/>
    <w:rsid w:val="00457F13"/>
    <w:rsid w:val="004604DA"/>
    <w:rsid w:val="00460F36"/>
    <w:rsid w:val="00462267"/>
    <w:rsid w:val="00462B60"/>
    <w:rsid w:val="00474720"/>
    <w:rsid w:val="00480A40"/>
    <w:rsid w:val="004827C9"/>
    <w:rsid w:val="00483745"/>
    <w:rsid w:val="00485D97"/>
    <w:rsid w:val="00486F5E"/>
    <w:rsid w:val="004875B9"/>
    <w:rsid w:val="00491C5F"/>
    <w:rsid w:val="0049341D"/>
    <w:rsid w:val="00493AA8"/>
    <w:rsid w:val="004A207B"/>
    <w:rsid w:val="004A2B4E"/>
    <w:rsid w:val="004A40AB"/>
    <w:rsid w:val="004A539A"/>
    <w:rsid w:val="004A74B8"/>
    <w:rsid w:val="004B3C97"/>
    <w:rsid w:val="004B4D3B"/>
    <w:rsid w:val="004B5436"/>
    <w:rsid w:val="004C2990"/>
    <w:rsid w:val="004C5E96"/>
    <w:rsid w:val="004C7B42"/>
    <w:rsid w:val="004D05AA"/>
    <w:rsid w:val="004D0B4B"/>
    <w:rsid w:val="004D14C3"/>
    <w:rsid w:val="004D1EE5"/>
    <w:rsid w:val="004D2C8F"/>
    <w:rsid w:val="004D345C"/>
    <w:rsid w:val="004D43AE"/>
    <w:rsid w:val="004D5EAC"/>
    <w:rsid w:val="004D6EEE"/>
    <w:rsid w:val="004D73E6"/>
    <w:rsid w:val="004D7761"/>
    <w:rsid w:val="004D7907"/>
    <w:rsid w:val="004E6CD8"/>
    <w:rsid w:val="004E6F12"/>
    <w:rsid w:val="004E746C"/>
    <w:rsid w:val="004E7533"/>
    <w:rsid w:val="004F16A6"/>
    <w:rsid w:val="004F16CA"/>
    <w:rsid w:val="004F294E"/>
    <w:rsid w:val="004F32BF"/>
    <w:rsid w:val="004F4139"/>
    <w:rsid w:val="004F682B"/>
    <w:rsid w:val="00500F93"/>
    <w:rsid w:val="005015BF"/>
    <w:rsid w:val="00503593"/>
    <w:rsid w:val="005036B1"/>
    <w:rsid w:val="00511177"/>
    <w:rsid w:val="005125C9"/>
    <w:rsid w:val="00515794"/>
    <w:rsid w:val="00515BDD"/>
    <w:rsid w:val="00521B9F"/>
    <w:rsid w:val="005268F8"/>
    <w:rsid w:val="0053626E"/>
    <w:rsid w:val="00541FC2"/>
    <w:rsid w:val="00544936"/>
    <w:rsid w:val="005449A8"/>
    <w:rsid w:val="00547678"/>
    <w:rsid w:val="0055242A"/>
    <w:rsid w:val="005525AE"/>
    <w:rsid w:val="00552806"/>
    <w:rsid w:val="005546C5"/>
    <w:rsid w:val="005558FC"/>
    <w:rsid w:val="00557B59"/>
    <w:rsid w:val="00560820"/>
    <w:rsid w:val="00565142"/>
    <w:rsid w:val="005677C2"/>
    <w:rsid w:val="00567D6A"/>
    <w:rsid w:val="00567D90"/>
    <w:rsid w:val="005707D6"/>
    <w:rsid w:val="00574092"/>
    <w:rsid w:val="00575723"/>
    <w:rsid w:val="00582B4F"/>
    <w:rsid w:val="00583644"/>
    <w:rsid w:val="00585F11"/>
    <w:rsid w:val="005906F9"/>
    <w:rsid w:val="005932B4"/>
    <w:rsid w:val="00595784"/>
    <w:rsid w:val="005A3550"/>
    <w:rsid w:val="005A4DE4"/>
    <w:rsid w:val="005A6204"/>
    <w:rsid w:val="005A6D5A"/>
    <w:rsid w:val="005B0451"/>
    <w:rsid w:val="005B41CE"/>
    <w:rsid w:val="005B566C"/>
    <w:rsid w:val="005B5DC5"/>
    <w:rsid w:val="005B6286"/>
    <w:rsid w:val="005C1630"/>
    <w:rsid w:val="005C2AEB"/>
    <w:rsid w:val="005C5B70"/>
    <w:rsid w:val="005D027B"/>
    <w:rsid w:val="005D3400"/>
    <w:rsid w:val="005D3778"/>
    <w:rsid w:val="005D388F"/>
    <w:rsid w:val="005D45F4"/>
    <w:rsid w:val="005D4A53"/>
    <w:rsid w:val="005D700C"/>
    <w:rsid w:val="005E0F22"/>
    <w:rsid w:val="005E2448"/>
    <w:rsid w:val="005E43F7"/>
    <w:rsid w:val="005E5941"/>
    <w:rsid w:val="005E78A2"/>
    <w:rsid w:val="005F5E14"/>
    <w:rsid w:val="0060150F"/>
    <w:rsid w:val="00612A6A"/>
    <w:rsid w:val="00622773"/>
    <w:rsid w:val="00622C25"/>
    <w:rsid w:val="00622C58"/>
    <w:rsid w:val="00625F4F"/>
    <w:rsid w:val="0062614B"/>
    <w:rsid w:val="006266E2"/>
    <w:rsid w:val="0063037B"/>
    <w:rsid w:val="00632C54"/>
    <w:rsid w:val="00634ABB"/>
    <w:rsid w:val="00635616"/>
    <w:rsid w:val="00641E99"/>
    <w:rsid w:val="006463F8"/>
    <w:rsid w:val="00650C88"/>
    <w:rsid w:val="0065258E"/>
    <w:rsid w:val="00655035"/>
    <w:rsid w:val="00656814"/>
    <w:rsid w:val="006572B4"/>
    <w:rsid w:val="00657A00"/>
    <w:rsid w:val="006633F4"/>
    <w:rsid w:val="00665F1D"/>
    <w:rsid w:val="00666003"/>
    <w:rsid w:val="0066638E"/>
    <w:rsid w:val="00666CC0"/>
    <w:rsid w:val="00673C22"/>
    <w:rsid w:val="0067482D"/>
    <w:rsid w:val="0067732F"/>
    <w:rsid w:val="00681007"/>
    <w:rsid w:val="0068122B"/>
    <w:rsid w:val="00681DD9"/>
    <w:rsid w:val="00682252"/>
    <w:rsid w:val="00682F5C"/>
    <w:rsid w:val="00687555"/>
    <w:rsid w:val="00690264"/>
    <w:rsid w:val="00690E39"/>
    <w:rsid w:val="00691FF9"/>
    <w:rsid w:val="0069285F"/>
    <w:rsid w:val="0069752C"/>
    <w:rsid w:val="00697BE5"/>
    <w:rsid w:val="006A0DE5"/>
    <w:rsid w:val="006A0F5C"/>
    <w:rsid w:val="006A3677"/>
    <w:rsid w:val="006A5B27"/>
    <w:rsid w:val="006B0696"/>
    <w:rsid w:val="006B1653"/>
    <w:rsid w:val="006B4E4E"/>
    <w:rsid w:val="006B5952"/>
    <w:rsid w:val="006B6C5F"/>
    <w:rsid w:val="006B7E39"/>
    <w:rsid w:val="006C0F34"/>
    <w:rsid w:val="006C2072"/>
    <w:rsid w:val="006C43E7"/>
    <w:rsid w:val="006C4820"/>
    <w:rsid w:val="006C5872"/>
    <w:rsid w:val="006C60E0"/>
    <w:rsid w:val="006C676D"/>
    <w:rsid w:val="006C69E2"/>
    <w:rsid w:val="006C7825"/>
    <w:rsid w:val="006D49E4"/>
    <w:rsid w:val="006D5BFB"/>
    <w:rsid w:val="006D767A"/>
    <w:rsid w:val="006E07F1"/>
    <w:rsid w:val="006E2A45"/>
    <w:rsid w:val="006E37D4"/>
    <w:rsid w:val="006E77F4"/>
    <w:rsid w:val="006F3768"/>
    <w:rsid w:val="006F71DE"/>
    <w:rsid w:val="006F7C90"/>
    <w:rsid w:val="0070088E"/>
    <w:rsid w:val="00701505"/>
    <w:rsid w:val="00704573"/>
    <w:rsid w:val="007072CC"/>
    <w:rsid w:val="0071254A"/>
    <w:rsid w:val="007131D2"/>
    <w:rsid w:val="00713917"/>
    <w:rsid w:val="00717AF8"/>
    <w:rsid w:val="00720F86"/>
    <w:rsid w:val="00722E77"/>
    <w:rsid w:val="007245F1"/>
    <w:rsid w:val="007247B8"/>
    <w:rsid w:val="00726DA0"/>
    <w:rsid w:val="0072731C"/>
    <w:rsid w:val="0073056C"/>
    <w:rsid w:val="007321C9"/>
    <w:rsid w:val="00735B1F"/>
    <w:rsid w:val="00737502"/>
    <w:rsid w:val="0074010D"/>
    <w:rsid w:val="0074013E"/>
    <w:rsid w:val="00740B3A"/>
    <w:rsid w:val="00740C8B"/>
    <w:rsid w:val="00741745"/>
    <w:rsid w:val="00743263"/>
    <w:rsid w:val="007454B6"/>
    <w:rsid w:val="0074779D"/>
    <w:rsid w:val="00747817"/>
    <w:rsid w:val="0074789B"/>
    <w:rsid w:val="007515EA"/>
    <w:rsid w:val="00754ABD"/>
    <w:rsid w:val="00754D3B"/>
    <w:rsid w:val="00760D6A"/>
    <w:rsid w:val="00763403"/>
    <w:rsid w:val="0076343C"/>
    <w:rsid w:val="00764C12"/>
    <w:rsid w:val="007750DF"/>
    <w:rsid w:val="00777C19"/>
    <w:rsid w:val="00782487"/>
    <w:rsid w:val="007834C1"/>
    <w:rsid w:val="00784B62"/>
    <w:rsid w:val="00784C8D"/>
    <w:rsid w:val="00785E47"/>
    <w:rsid w:val="00785E8B"/>
    <w:rsid w:val="007873F5"/>
    <w:rsid w:val="0078760F"/>
    <w:rsid w:val="0079136A"/>
    <w:rsid w:val="00791A12"/>
    <w:rsid w:val="00792AD8"/>
    <w:rsid w:val="00792D84"/>
    <w:rsid w:val="00795030"/>
    <w:rsid w:val="00795A26"/>
    <w:rsid w:val="007A00CB"/>
    <w:rsid w:val="007A312F"/>
    <w:rsid w:val="007A365C"/>
    <w:rsid w:val="007A7EAB"/>
    <w:rsid w:val="007B3109"/>
    <w:rsid w:val="007B5238"/>
    <w:rsid w:val="007B6DF8"/>
    <w:rsid w:val="007C0AED"/>
    <w:rsid w:val="007C0BEE"/>
    <w:rsid w:val="007C42F3"/>
    <w:rsid w:val="007C4FA7"/>
    <w:rsid w:val="007C5531"/>
    <w:rsid w:val="007C5733"/>
    <w:rsid w:val="007C63A0"/>
    <w:rsid w:val="007C6D52"/>
    <w:rsid w:val="007C6F91"/>
    <w:rsid w:val="007C72C0"/>
    <w:rsid w:val="007D034D"/>
    <w:rsid w:val="007D042D"/>
    <w:rsid w:val="007D12ED"/>
    <w:rsid w:val="007D2DD1"/>
    <w:rsid w:val="007D2F9C"/>
    <w:rsid w:val="007D79AD"/>
    <w:rsid w:val="007E1757"/>
    <w:rsid w:val="007E18CC"/>
    <w:rsid w:val="007E1E34"/>
    <w:rsid w:val="007F0126"/>
    <w:rsid w:val="007F1998"/>
    <w:rsid w:val="007F2034"/>
    <w:rsid w:val="007F4683"/>
    <w:rsid w:val="007F55A4"/>
    <w:rsid w:val="007F5F1F"/>
    <w:rsid w:val="007F7C5E"/>
    <w:rsid w:val="00800BF1"/>
    <w:rsid w:val="0080564A"/>
    <w:rsid w:val="0080587F"/>
    <w:rsid w:val="00806B14"/>
    <w:rsid w:val="00810C21"/>
    <w:rsid w:val="008114D4"/>
    <w:rsid w:val="0081234D"/>
    <w:rsid w:val="00812D2D"/>
    <w:rsid w:val="00817A64"/>
    <w:rsid w:val="008202F7"/>
    <w:rsid w:val="008237AD"/>
    <w:rsid w:val="008247A4"/>
    <w:rsid w:val="00824AF4"/>
    <w:rsid w:val="00825D47"/>
    <w:rsid w:val="008272A6"/>
    <w:rsid w:val="0083258C"/>
    <w:rsid w:val="00833D6C"/>
    <w:rsid w:val="00841328"/>
    <w:rsid w:val="00841CCC"/>
    <w:rsid w:val="0084237B"/>
    <w:rsid w:val="00844377"/>
    <w:rsid w:val="008443EF"/>
    <w:rsid w:val="00846F90"/>
    <w:rsid w:val="00850A68"/>
    <w:rsid w:val="00851CF2"/>
    <w:rsid w:val="00852FB9"/>
    <w:rsid w:val="008536B7"/>
    <w:rsid w:val="00857144"/>
    <w:rsid w:val="00860F34"/>
    <w:rsid w:val="00862AC4"/>
    <w:rsid w:val="0086319B"/>
    <w:rsid w:val="008674A6"/>
    <w:rsid w:val="0087210F"/>
    <w:rsid w:val="0087564D"/>
    <w:rsid w:val="00876000"/>
    <w:rsid w:val="00880E5E"/>
    <w:rsid w:val="00887CD9"/>
    <w:rsid w:val="0089108B"/>
    <w:rsid w:val="00892EE6"/>
    <w:rsid w:val="008931B4"/>
    <w:rsid w:val="0089415C"/>
    <w:rsid w:val="00894CCF"/>
    <w:rsid w:val="008973A2"/>
    <w:rsid w:val="008A0E76"/>
    <w:rsid w:val="008A42FE"/>
    <w:rsid w:val="008A454C"/>
    <w:rsid w:val="008A4E13"/>
    <w:rsid w:val="008A4F23"/>
    <w:rsid w:val="008A6F14"/>
    <w:rsid w:val="008A713B"/>
    <w:rsid w:val="008B4FBE"/>
    <w:rsid w:val="008B5844"/>
    <w:rsid w:val="008B58E6"/>
    <w:rsid w:val="008B6039"/>
    <w:rsid w:val="008B6475"/>
    <w:rsid w:val="008C2555"/>
    <w:rsid w:val="008C29FB"/>
    <w:rsid w:val="008C4352"/>
    <w:rsid w:val="008C5B87"/>
    <w:rsid w:val="008D0448"/>
    <w:rsid w:val="008D0677"/>
    <w:rsid w:val="008D0C9E"/>
    <w:rsid w:val="008D24C0"/>
    <w:rsid w:val="008D2F03"/>
    <w:rsid w:val="008D3FED"/>
    <w:rsid w:val="008D6762"/>
    <w:rsid w:val="008E216D"/>
    <w:rsid w:val="008E30D8"/>
    <w:rsid w:val="008E447C"/>
    <w:rsid w:val="008E596E"/>
    <w:rsid w:val="008E6741"/>
    <w:rsid w:val="008F04C5"/>
    <w:rsid w:val="008F125D"/>
    <w:rsid w:val="008F36F8"/>
    <w:rsid w:val="009007A3"/>
    <w:rsid w:val="00901E9C"/>
    <w:rsid w:val="00906F79"/>
    <w:rsid w:val="00907369"/>
    <w:rsid w:val="00910940"/>
    <w:rsid w:val="00910B12"/>
    <w:rsid w:val="00911634"/>
    <w:rsid w:val="00912404"/>
    <w:rsid w:val="00920B9A"/>
    <w:rsid w:val="009249C5"/>
    <w:rsid w:val="00925558"/>
    <w:rsid w:val="00925B05"/>
    <w:rsid w:val="00925B25"/>
    <w:rsid w:val="009263C9"/>
    <w:rsid w:val="00930B2A"/>
    <w:rsid w:val="00936F03"/>
    <w:rsid w:val="0094018B"/>
    <w:rsid w:val="009418E3"/>
    <w:rsid w:val="00941D33"/>
    <w:rsid w:val="009435BB"/>
    <w:rsid w:val="00943B02"/>
    <w:rsid w:val="00947F68"/>
    <w:rsid w:val="009523E1"/>
    <w:rsid w:val="00953429"/>
    <w:rsid w:val="009539A4"/>
    <w:rsid w:val="009569E3"/>
    <w:rsid w:val="00960035"/>
    <w:rsid w:val="0096040F"/>
    <w:rsid w:val="0096145A"/>
    <w:rsid w:val="009632EF"/>
    <w:rsid w:val="00973D8A"/>
    <w:rsid w:val="009804B4"/>
    <w:rsid w:val="00980709"/>
    <w:rsid w:val="0098278C"/>
    <w:rsid w:val="00991819"/>
    <w:rsid w:val="0099217A"/>
    <w:rsid w:val="00992722"/>
    <w:rsid w:val="00992BBB"/>
    <w:rsid w:val="00996B34"/>
    <w:rsid w:val="009A0FC8"/>
    <w:rsid w:val="009A2372"/>
    <w:rsid w:val="009A42F1"/>
    <w:rsid w:val="009A5571"/>
    <w:rsid w:val="009A71F9"/>
    <w:rsid w:val="009A7878"/>
    <w:rsid w:val="009B0CDC"/>
    <w:rsid w:val="009B1729"/>
    <w:rsid w:val="009C01EF"/>
    <w:rsid w:val="009C050D"/>
    <w:rsid w:val="009C06D3"/>
    <w:rsid w:val="009C1312"/>
    <w:rsid w:val="009C1AFF"/>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0576"/>
    <w:rsid w:val="00A035A3"/>
    <w:rsid w:val="00A1128F"/>
    <w:rsid w:val="00A16440"/>
    <w:rsid w:val="00A169AC"/>
    <w:rsid w:val="00A2231D"/>
    <w:rsid w:val="00A2334F"/>
    <w:rsid w:val="00A250AA"/>
    <w:rsid w:val="00A2735D"/>
    <w:rsid w:val="00A277E6"/>
    <w:rsid w:val="00A30A8F"/>
    <w:rsid w:val="00A3174A"/>
    <w:rsid w:val="00A35A28"/>
    <w:rsid w:val="00A368EF"/>
    <w:rsid w:val="00A41505"/>
    <w:rsid w:val="00A4414C"/>
    <w:rsid w:val="00A47EF1"/>
    <w:rsid w:val="00A50116"/>
    <w:rsid w:val="00A51D29"/>
    <w:rsid w:val="00A54D46"/>
    <w:rsid w:val="00A56998"/>
    <w:rsid w:val="00A56D51"/>
    <w:rsid w:val="00A60D18"/>
    <w:rsid w:val="00A61207"/>
    <w:rsid w:val="00A61700"/>
    <w:rsid w:val="00A6285C"/>
    <w:rsid w:val="00A65AAA"/>
    <w:rsid w:val="00A663F3"/>
    <w:rsid w:val="00A669F1"/>
    <w:rsid w:val="00A67489"/>
    <w:rsid w:val="00A7268C"/>
    <w:rsid w:val="00A74365"/>
    <w:rsid w:val="00A745BF"/>
    <w:rsid w:val="00A74A79"/>
    <w:rsid w:val="00A74E46"/>
    <w:rsid w:val="00A751D1"/>
    <w:rsid w:val="00A81524"/>
    <w:rsid w:val="00A81D60"/>
    <w:rsid w:val="00A90163"/>
    <w:rsid w:val="00A92CC1"/>
    <w:rsid w:val="00A93212"/>
    <w:rsid w:val="00A95783"/>
    <w:rsid w:val="00AA1AC0"/>
    <w:rsid w:val="00AA3B66"/>
    <w:rsid w:val="00AA4377"/>
    <w:rsid w:val="00AA5803"/>
    <w:rsid w:val="00AA584F"/>
    <w:rsid w:val="00AB2843"/>
    <w:rsid w:val="00AB3118"/>
    <w:rsid w:val="00AB6F32"/>
    <w:rsid w:val="00AC46C7"/>
    <w:rsid w:val="00AC5B71"/>
    <w:rsid w:val="00AC5F18"/>
    <w:rsid w:val="00AC6ED5"/>
    <w:rsid w:val="00AD5E96"/>
    <w:rsid w:val="00AE00AE"/>
    <w:rsid w:val="00AE1966"/>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2C1D"/>
    <w:rsid w:val="00B17927"/>
    <w:rsid w:val="00B2113E"/>
    <w:rsid w:val="00B2123B"/>
    <w:rsid w:val="00B2260E"/>
    <w:rsid w:val="00B2410E"/>
    <w:rsid w:val="00B2727D"/>
    <w:rsid w:val="00B301A2"/>
    <w:rsid w:val="00B31350"/>
    <w:rsid w:val="00B315A8"/>
    <w:rsid w:val="00B32C3E"/>
    <w:rsid w:val="00B37012"/>
    <w:rsid w:val="00B41D37"/>
    <w:rsid w:val="00B42EBE"/>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4156"/>
    <w:rsid w:val="00BB6860"/>
    <w:rsid w:val="00BC3256"/>
    <w:rsid w:val="00BC3592"/>
    <w:rsid w:val="00BC36DF"/>
    <w:rsid w:val="00BC4B41"/>
    <w:rsid w:val="00BC66ED"/>
    <w:rsid w:val="00BD11D3"/>
    <w:rsid w:val="00BD20C4"/>
    <w:rsid w:val="00BD2B47"/>
    <w:rsid w:val="00BD2CAA"/>
    <w:rsid w:val="00BD3B65"/>
    <w:rsid w:val="00BD4716"/>
    <w:rsid w:val="00BD4E05"/>
    <w:rsid w:val="00BE1C5C"/>
    <w:rsid w:val="00BE2099"/>
    <w:rsid w:val="00BE3E67"/>
    <w:rsid w:val="00BE50E6"/>
    <w:rsid w:val="00BE61B2"/>
    <w:rsid w:val="00BE7CC3"/>
    <w:rsid w:val="00BF1D87"/>
    <w:rsid w:val="00BF2B0D"/>
    <w:rsid w:val="00BF4E3B"/>
    <w:rsid w:val="00BF5454"/>
    <w:rsid w:val="00BF7EC9"/>
    <w:rsid w:val="00C00D8A"/>
    <w:rsid w:val="00C01C49"/>
    <w:rsid w:val="00C066E6"/>
    <w:rsid w:val="00C110C0"/>
    <w:rsid w:val="00C11753"/>
    <w:rsid w:val="00C1210E"/>
    <w:rsid w:val="00C12370"/>
    <w:rsid w:val="00C12BCF"/>
    <w:rsid w:val="00C13992"/>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34B2"/>
    <w:rsid w:val="00C44166"/>
    <w:rsid w:val="00C45B5B"/>
    <w:rsid w:val="00C46F26"/>
    <w:rsid w:val="00C51687"/>
    <w:rsid w:val="00C5289C"/>
    <w:rsid w:val="00C56008"/>
    <w:rsid w:val="00C56CBC"/>
    <w:rsid w:val="00C57A5F"/>
    <w:rsid w:val="00C617B0"/>
    <w:rsid w:val="00C62D2B"/>
    <w:rsid w:val="00C6344F"/>
    <w:rsid w:val="00C63468"/>
    <w:rsid w:val="00C659E2"/>
    <w:rsid w:val="00C669AD"/>
    <w:rsid w:val="00C72510"/>
    <w:rsid w:val="00C72A5C"/>
    <w:rsid w:val="00C731CA"/>
    <w:rsid w:val="00C77A6B"/>
    <w:rsid w:val="00C816C1"/>
    <w:rsid w:val="00C816E6"/>
    <w:rsid w:val="00C82587"/>
    <w:rsid w:val="00C83F58"/>
    <w:rsid w:val="00C84097"/>
    <w:rsid w:val="00C87FA4"/>
    <w:rsid w:val="00C9181A"/>
    <w:rsid w:val="00C926E4"/>
    <w:rsid w:val="00C9487D"/>
    <w:rsid w:val="00C95182"/>
    <w:rsid w:val="00C955CB"/>
    <w:rsid w:val="00C95664"/>
    <w:rsid w:val="00C96E53"/>
    <w:rsid w:val="00C97742"/>
    <w:rsid w:val="00C97F8B"/>
    <w:rsid w:val="00CA1597"/>
    <w:rsid w:val="00CA25CC"/>
    <w:rsid w:val="00CA2BA2"/>
    <w:rsid w:val="00CA3ACE"/>
    <w:rsid w:val="00CA3B11"/>
    <w:rsid w:val="00CA3EED"/>
    <w:rsid w:val="00CA5FFF"/>
    <w:rsid w:val="00CA64A1"/>
    <w:rsid w:val="00CA7F86"/>
    <w:rsid w:val="00CB32EF"/>
    <w:rsid w:val="00CC1BDF"/>
    <w:rsid w:val="00CC21EC"/>
    <w:rsid w:val="00CC482B"/>
    <w:rsid w:val="00CD105E"/>
    <w:rsid w:val="00CD4AE6"/>
    <w:rsid w:val="00CD5211"/>
    <w:rsid w:val="00CD57F9"/>
    <w:rsid w:val="00CD5CD1"/>
    <w:rsid w:val="00CE0246"/>
    <w:rsid w:val="00CE0BB8"/>
    <w:rsid w:val="00CE54E0"/>
    <w:rsid w:val="00CE5835"/>
    <w:rsid w:val="00CE696E"/>
    <w:rsid w:val="00CE6FA1"/>
    <w:rsid w:val="00CF1938"/>
    <w:rsid w:val="00CF24CD"/>
    <w:rsid w:val="00CF72BA"/>
    <w:rsid w:val="00D01F0A"/>
    <w:rsid w:val="00D1011C"/>
    <w:rsid w:val="00D13012"/>
    <w:rsid w:val="00D14159"/>
    <w:rsid w:val="00D14782"/>
    <w:rsid w:val="00D14990"/>
    <w:rsid w:val="00D24268"/>
    <w:rsid w:val="00D248DA"/>
    <w:rsid w:val="00D25BE6"/>
    <w:rsid w:val="00D321DB"/>
    <w:rsid w:val="00D32460"/>
    <w:rsid w:val="00D32EBF"/>
    <w:rsid w:val="00D343B3"/>
    <w:rsid w:val="00D35073"/>
    <w:rsid w:val="00D36085"/>
    <w:rsid w:val="00D40102"/>
    <w:rsid w:val="00D421D9"/>
    <w:rsid w:val="00D47529"/>
    <w:rsid w:val="00D47713"/>
    <w:rsid w:val="00D51103"/>
    <w:rsid w:val="00D52F41"/>
    <w:rsid w:val="00D53B1C"/>
    <w:rsid w:val="00D55A7A"/>
    <w:rsid w:val="00D568D5"/>
    <w:rsid w:val="00D56B6F"/>
    <w:rsid w:val="00D57163"/>
    <w:rsid w:val="00D57878"/>
    <w:rsid w:val="00D60AB7"/>
    <w:rsid w:val="00D6226F"/>
    <w:rsid w:val="00D70E15"/>
    <w:rsid w:val="00D714E5"/>
    <w:rsid w:val="00D7546D"/>
    <w:rsid w:val="00D75C54"/>
    <w:rsid w:val="00D775FA"/>
    <w:rsid w:val="00D839C5"/>
    <w:rsid w:val="00D84043"/>
    <w:rsid w:val="00D91348"/>
    <w:rsid w:val="00D9566D"/>
    <w:rsid w:val="00DA0EF7"/>
    <w:rsid w:val="00DA43FB"/>
    <w:rsid w:val="00DA4B3F"/>
    <w:rsid w:val="00DA4EB6"/>
    <w:rsid w:val="00DA5F0C"/>
    <w:rsid w:val="00DB1CCF"/>
    <w:rsid w:val="00DB20EB"/>
    <w:rsid w:val="00DB33F6"/>
    <w:rsid w:val="00DB38CC"/>
    <w:rsid w:val="00DC08B6"/>
    <w:rsid w:val="00DC277F"/>
    <w:rsid w:val="00DC4B6F"/>
    <w:rsid w:val="00DC7431"/>
    <w:rsid w:val="00DD0950"/>
    <w:rsid w:val="00DD0BFE"/>
    <w:rsid w:val="00DD29B1"/>
    <w:rsid w:val="00DD4AF9"/>
    <w:rsid w:val="00DD5DF4"/>
    <w:rsid w:val="00DD5EE9"/>
    <w:rsid w:val="00DD7497"/>
    <w:rsid w:val="00DD782F"/>
    <w:rsid w:val="00DD7A24"/>
    <w:rsid w:val="00DE0414"/>
    <w:rsid w:val="00DE06A0"/>
    <w:rsid w:val="00DE0982"/>
    <w:rsid w:val="00DE1D11"/>
    <w:rsid w:val="00DE28ED"/>
    <w:rsid w:val="00DE419E"/>
    <w:rsid w:val="00DE44C3"/>
    <w:rsid w:val="00DE4D5E"/>
    <w:rsid w:val="00DE55F2"/>
    <w:rsid w:val="00DF139C"/>
    <w:rsid w:val="00DF172A"/>
    <w:rsid w:val="00DF7128"/>
    <w:rsid w:val="00DF7D53"/>
    <w:rsid w:val="00E12F22"/>
    <w:rsid w:val="00E14C10"/>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179F"/>
    <w:rsid w:val="00E5580D"/>
    <w:rsid w:val="00E56402"/>
    <w:rsid w:val="00E56CB5"/>
    <w:rsid w:val="00E61828"/>
    <w:rsid w:val="00E65E56"/>
    <w:rsid w:val="00E664D0"/>
    <w:rsid w:val="00E66F94"/>
    <w:rsid w:val="00E670E5"/>
    <w:rsid w:val="00E6767D"/>
    <w:rsid w:val="00E70A06"/>
    <w:rsid w:val="00E717C1"/>
    <w:rsid w:val="00E71E63"/>
    <w:rsid w:val="00E762A5"/>
    <w:rsid w:val="00E76D4C"/>
    <w:rsid w:val="00E81786"/>
    <w:rsid w:val="00E85DE5"/>
    <w:rsid w:val="00E90EC0"/>
    <w:rsid w:val="00E944C1"/>
    <w:rsid w:val="00E97D8B"/>
    <w:rsid w:val="00EA075D"/>
    <w:rsid w:val="00EA57EC"/>
    <w:rsid w:val="00EA5878"/>
    <w:rsid w:val="00EA7F55"/>
    <w:rsid w:val="00EB1CE6"/>
    <w:rsid w:val="00EB1E37"/>
    <w:rsid w:val="00EB1F19"/>
    <w:rsid w:val="00EB7375"/>
    <w:rsid w:val="00EC06EA"/>
    <w:rsid w:val="00EC2660"/>
    <w:rsid w:val="00EC3057"/>
    <w:rsid w:val="00EC47C5"/>
    <w:rsid w:val="00EC545F"/>
    <w:rsid w:val="00ED087B"/>
    <w:rsid w:val="00ED481F"/>
    <w:rsid w:val="00ED5626"/>
    <w:rsid w:val="00ED5EB9"/>
    <w:rsid w:val="00ED6BFE"/>
    <w:rsid w:val="00ED7FE5"/>
    <w:rsid w:val="00EE0176"/>
    <w:rsid w:val="00EE17BD"/>
    <w:rsid w:val="00EE27D8"/>
    <w:rsid w:val="00EE2A3E"/>
    <w:rsid w:val="00EE32BD"/>
    <w:rsid w:val="00EE5542"/>
    <w:rsid w:val="00EE6872"/>
    <w:rsid w:val="00EF0191"/>
    <w:rsid w:val="00EF09CC"/>
    <w:rsid w:val="00EF0F91"/>
    <w:rsid w:val="00EF2216"/>
    <w:rsid w:val="00F00360"/>
    <w:rsid w:val="00F00A14"/>
    <w:rsid w:val="00F0685D"/>
    <w:rsid w:val="00F06A5D"/>
    <w:rsid w:val="00F06D71"/>
    <w:rsid w:val="00F0700E"/>
    <w:rsid w:val="00F136F2"/>
    <w:rsid w:val="00F14A61"/>
    <w:rsid w:val="00F17B58"/>
    <w:rsid w:val="00F24B23"/>
    <w:rsid w:val="00F25A3F"/>
    <w:rsid w:val="00F26DA9"/>
    <w:rsid w:val="00F27353"/>
    <w:rsid w:val="00F31B7D"/>
    <w:rsid w:val="00F32A17"/>
    <w:rsid w:val="00F33046"/>
    <w:rsid w:val="00F349CE"/>
    <w:rsid w:val="00F34BAA"/>
    <w:rsid w:val="00F35345"/>
    <w:rsid w:val="00F355CA"/>
    <w:rsid w:val="00F355FB"/>
    <w:rsid w:val="00F40C6B"/>
    <w:rsid w:val="00F41113"/>
    <w:rsid w:val="00F43013"/>
    <w:rsid w:val="00F44385"/>
    <w:rsid w:val="00F45C61"/>
    <w:rsid w:val="00F45DA5"/>
    <w:rsid w:val="00F51138"/>
    <w:rsid w:val="00F5306F"/>
    <w:rsid w:val="00F532A6"/>
    <w:rsid w:val="00F53996"/>
    <w:rsid w:val="00F53A90"/>
    <w:rsid w:val="00F569D6"/>
    <w:rsid w:val="00F57F3C"/>
    <w:rsid w:val="00F57FCC"/>
    <w:rsid w:val="00F61907"/>
    <w:rsid w:val="00F61AB2"/>
    <w:rsid w:val="00F65464"/>
    <w:rsid w:val="00F70E1C"/>
    <w:rsid w:val="00F72FCE"/>
    <w:rsid w:val="00F734F9"/>
    <w:rsid w:val="00F73F90"/>
    <w:rsid w:val="00F74D13"/>
    <w:rsid w:val="00F750B4"/>
    <w:rsid w:val="00F7776E"/>
    <w:rsid w:val="00F80FBD"/>
    <w:rsid w:val="00F82FBC"/>
    <w:rsid w:val="00F849FF"/>
    <w:rsid w:val="00F86F58"/>
    <w:rsid w:val="00F936BB"/>
    <w:rsid w:val="00F93BAD"/>
    <w:rsid w:val="00F941DD"/>
    <w:rsid w:val="00F95311"/>
    <w:rsid w:val="00F95F8F"/>
    <w:rsid w:val="00FA0A18"/>
    <w:rsid w:val="00FA1860"/>
    <w:rsid w:val="00FA1BBD"/>
    <w:rsid w:val="00FA3634"/>
    <w:rsid w:val="00FA70EC"/>
    <w:rsid w:val="00FB1E3F"/>
    <w:rsid w:val="00FB315D"/>
    <w:rsid w:val="00FB6C8F"/>
    <w:rsid w:val="00FC03AD"/>
    <w:rsid w:val="00FC1707"/>
    <w:rsid w:val="00FC1C82"/>
    <w:rsid w:val="00FC1D2F"/>
    <w:rsid w:val="00FC45AC"/>
    <w:rsid w:val="00FC4CFF"/>
    <w:rsid w:val="00FC5DE9"/>
    <w:rsid w:val="00FC7C6D"/>
    <w:rsid w:val="00FD0415"/>
    <w:rsid w:val="00FD39F9"/>
    <w:rsid w:val="00FD44E2"/>
    <w:rsid w:val="00FD48FA"/>
    <w:rsid w:val="00FD73C3"/>
    <w:rsid w:val="00FE19C9"/>
    <w:rsid w:val="00FE2FD3"/>
    <w:rsid w:val="00FE3799"/>
    <w:rsid w:val="00FE5699"/>
    <w:rsid w:val="00FE57BD"/>
    <w:rsid w:val="00FE6AE9"/>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F82CD7"/>
  <w15:chartTrackingRefBased/>
  <w15:docId w15:val="{EE0B7036-05D0-4406-A27E-2F6960D03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7"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0C2AD5"/>
    <w:rPr>
      <w:rFonts w:ascii="Calibri" w:hAnsi="Calibri" w:cs="Calibri"/>
    </w:rPr>
  </w:style>
  <w:style w:type="paragraph" w:styleId="Heading1">
    <w:name w:val="heading 1"/>
    <w:aliases w:val="Pocket"/>
    <w:basedOn w:val="Normal"/>
    <w:next w:val="Normal"/>
    <w:link w:val="Heading1Char"/>
    <w:qFormat/>
    <w:rsid w:val="000C2A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0C2AD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1,No Underline,Char Char Char Char Char Char Char, Char Char Char Char Char Char Char,Text 7,Heading 3 Char Char,Char, Char,Tags v 2,3: Cite,Char1,Underlines,Heading 3 Char3,Tag Char Char,Bold Cite,Cite 1,Read Char,no,Cites,n"/>
    <w:basedOn w:val="Normal"/>
    <w:next w:val="Normal"/>
    <w:link w:val="Heading3Char"/>
    <w:uiPriority w:val="2"/>
    <w:qFormat/>
    <w:rsid w:val="000C2AD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CD - Cite,no read,No Spacing211,No Spacing12,No Spacing2111,ta,small space,Heading 2 Char2 Char,TAG,Heading 2 Char1 Char Char,Heading 2 Char Char Char Char,No Spacing112,No Spacing1121, Ch,t,T"/>
    <w:basedOn w:val="Normal"/>
    <w:next w:val="Normal"/>
    <w:link w:val="Heading4Char"/>
    <w:uiPriority w:val="3"/>
    <w:qFormat/>
    <w:rsid w:val="000C2AD5"/>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0C2AD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0C2A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2AD5"/>
  </w:style>
  <w:style w:type="character" w:styleId="Emphasis">
    <w:name w:val="Emphasis"/>
    <w:aliases w:val="Bold Underline,Evidence,Minimized,minimized,Highlighted,tag2,Size 10,emphasis in card,Underlined,CD Card,ED - Tag,emphasis,Emphasis!!,small,Qualifications,bold underline,normal card text,Shrunk,qualifications in card,qualifications,Box,Style1,B,s"/>
    <w:basedOn w:val="DefaultParagraphFont"/>
    <w:link w:val="textbold"/>
    <w:uiPriority w:val="8"/>
    <w:qFormat/>
    <w:rsid w:val="000C2AD5"/>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C2AD5"/>
    <w:rPr>
      <w:color w:val="auto"/>
      <w:u w:val="none"/>
    </w:rPr>
  </w:style>
  <w:style w:type="character" w:customStyle="1" w:styleId="Heading1Char">
    <w:name w:val="Heading 1 Char"/>
    <w:aliases w:val="Pocket Char"/>
    <w:basedOn w:val="DefaultParagraphFont"/>
    <w:link w:val="Heading1"/>
    <w:rsid w:val="000C2AD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C2AD5"/>
    <w:rPr>
      <w:rFonts w:ascii="Calibri" w:eastAsiaTheme="majorEastAsia" w:hAnsi="Calibri" w:cstheme="majorBidi"/>
      <w:b/>
      <w:sz w:val="44"/>
      <w:szCs w:val="26"/>
      <w:u w:val="double"/>
    </w:rPr>
  </w:style>
  <w:style w:type="character" w:customStyle="1" w:styleId="Heading3Char">
    <w:name w:val="Heading 3 Char"/>
    <w:aliases w:val="Block Char,Heading 3 Char1 Char,No Underline Char,Char Char Char Char Char Char Char Char, Char Char Char Char Char Char Char Char,Text 7 Char,Heading 3 Char Char Char,Char Char, Char Char,Tags v 2 Char,3: Cite Char,Char1 Char,Cite 1 Char"/>
    <w:basedOn w:val="DefaultParagraphFont"/>
    <w:link w:val="Heading3"/>
    <w:uiPriority w:val="2"/>
    <w:rsid w:val="000C2AD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CD - Cite Char,no read Char,No Spacing211 Char,No Spacing12 Char,No Spacing2111 Char,ta Char,small space Char,Heading 2 Char2 Char Char,TAG Char"/>
    <w:basedOn w:val="DefaultParagraphFont"/>
    <w:link w:val="Heading4"/>
    <w:uiPriority w:val="3"/>
    <w:rsid w:val="000C2AD5"/>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6"/>
    <w:qFormat/>
    <w:rsid w:val="000C2AD5"/>
    <w:rPr>
      <w:b/>
      <w:bCs/>
      <w:sz w:val="26"/>
      <w:u w:val="none"/>
    </w:rPr>
  </w:style>
  <w:style w:type="character" w:customStyle="1" w:styleId="StyleUnderline">
    <w:name w:val="Style Underline"/>
    <w:aliases w:val="Underline,Style Bold Underline,apple-style-span + 6 pt,Bold,Kern at 16 pt,Intense Emphasis1,Intense Emphasis2,HHeading 3 + 12 pt,Cards + Font: 12 pt Char,Minimized Char,Underline Char Char Char,Underline Char Char,c,Intense Emphasis3,ci,Bo"/>
    <w:basedOn w:val="DefaultParagraphFont"/>
    <w:uiPriority w:val="7"/>
    <w:qFormat/>
    <w:rsid w:val="000C2AD5"/>
    <w:rPr>
      <w:b w:val="0"/>
      <w:sz w:val="22"/>
      <w:u w:val="single"/>
    </w:rPr>
  </w:style>
  <w:style w:type="character" w:styleId="Strong">
    <w:name w:val="Strong"/>
    <w:basedOn w:val="DefaultParagraphFont"/>
    <w:uiPriority w:val="22"/>
    <w:semiHidden/>
    <w:qFormat/>
    <w:rsid w:val="000C2AD5"/>
    <w:rPr>
      <w:b/>
      <w:bCs/>
    </w:rPr>
  </w:style>
  <w:style w:type="character" w:styleId="BookTitle">
    <w:name w:val="Book Title"/>
    <w:basedOn w:val="DefaultParagraphFont"/>
    <w:uiPriority w:val="33"/>
    <w:semiHidden/>
    <w:qFormat/>
    <w:rsid w:val="000C2AD5"/>
    <w:rPr>
      <w:b/>
      <w:bCs/>
      <w:i/>
      <w:iCs/>
      <w:spacing w:val="5"/>
    </w:rPr>
  </w:style>
  <w:style w:type="character" w:customStyle="1" w:styleId="Heading5Char">
    <w:name w:val="Heading 5 Char"/>
    <w:basedOn w:val="DefaultParagraphFont"/>
    <w:link w:val="Heading5"/>
    <w:uiPriority w:val="9"/>
    <w:semiHidden/>
    <w:rsid w:val="000C2AD5"/>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0C2AD5"/>
  </w:style>
  <w:style w:type="paragraph" w:styleId="Header">
    <w:name w:val="header"/>
    <w:basedOn w:val="Normal"/>
    <w:link w:val="HeaderChar"/>
    <w:uiPriority w:val="99"/>
    <w:semiHidden/>
    <w:rsid w:val="000C2AD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C2AD5"/>
    <w:rPr>
      <w:rFonts w:ascii="Calibri" w:hAnsi="Calibri" w:cs="Calibri"/>
    </w:rPr>
  </w:style>
  <w:style w:type="paragraph" w:styleId="Footer">
    <w:name w:val="footer"/>
    <w:basedOn w:val="Normal"/>
    <w:link w:val="FooterChar"/>
    <w:uiPriority w:val="99"/>
    <w:semiHidden/>
    <w:rsid w:val="000C2AD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C2AD5"/>
    <w:rPr>
      <w:rFonts w:ascii="Calibri" w:hAnsi="Calibri" w:cs="Calibri"/>
    </w:rPr>
  </w:style>
  <w:style w:type="paragraph" w:styleId="BodyText">
    <w:name w:val="Body Text"/>
    <w:basedOn w:val="Normal"/>
    <w:link w:val="BodyTextChar"/>
    <w:uiPriority w:val="99"/>
    <w:semiHidden/>
    <w:unhideWhenUsed/>
    <w:rsid w:val="000C2AD5"/>
    <w:pPr>
      <w:spacing w:after="120"/>
    </w:pPr>
  </w:style>
  <w:style w:type="character" w:customStyle="1" w:styleId="BodyTextChar">
    <w:name w:val="Body Text Char"/>
    <w:basedOn w:val="DefaultParagraphFont"/>
    <w:link w:val="BodyText"/>
    <w:uiPriority w:val="99"/>
    <w:semiHidden/>
    <w:rsid w:val="000C2AD5"/>
    <w:rPr>
      <w:rFonts w:ascii="Calibri" w:hAnsi="Calibri" w:cs="Calibri"/>
    </w:rPr>
  </w:style>
  <w:style w:type="paragraph" w:styleId="NoSpacing">
    <w:name w:val="No Spacing"/>
    <w:link w:val="NoSpacingChar"/>
    <w:uiPriority w:val="99"/>
    <w:semiHidden/>
    <w:unhideWhenUsed/>
    <w:qFormat/>
    <w:rsid w:val="000C2AD5"/>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0C2AD5"/>
    <w:rPr>
      <w:rFonts w:ascii="Calibri" w:hAnsi="Calibri" w:cs="Calibri"/>
    </w:rPr>
  </w:style>
  <w:style w:type="character" w:styleId="Hyperlink">
    <w:name w:val="Hyperlink"/>
    <w:aliases w:val="Read,Important,heading 1 (block title),Card Text,Internet Link,Analytic Text,Internet link,Char Char1,Block Char1,Char Char Char Char Char Char Char Char Char1,Char1 Char1,Char Char Char Char Char Char Char Char2,Text 7 Char1"/>
    <w:basedOn w:val="DefaultParagraphFont"/>
    <w:uiPriority w:val="99"/>
    <w:unhideWhenUsed/>
    <w:rsid w:val="000C2AD5"/>
    <w:rPr>
      <w:color w:val="0563C1" w:themeColor="hyperlink"/>
      <w:u w:val="single"/>
    </w:rPr>
  </w:style>
  <w:style w:type="character" w:styleId="UnresolvedMention">
    <w:name w:val="Unresolved Mention"/>
    <w:basedOn w:val="DefaultParagraphFont"/>
    <w:uiPriority w:val="99"/>
    <w:semiHidden/>
    <w:unhideWhenUsed/>
    <w:rsid w:val="000C2AD5"/>
    <w:rPr>
      <w:color w:val="605E5C"/>
      <w:shd w:val="clear" w:color="auto" w:fill="E1DFDD"/>
    </w:rPr>
  </w:style>
  <w:style w:type="paragraph" w:customStyle="1" w:styleId="Analytics">
    <w:name w:val="Analytics"/>
    <w:basedOn w:val="Heading4"/>
    <w:link w:val="AnalyticsChar"/>
    <w:uiPriority w:val="5"/>
    <w:qFormat/>
    <w:rsid w:val="000C2AD5"/>
    <w:rPr>
      <w:color w:val="000099"/>
      <w:u w:color="000099"/>
    </w:rPr>
  </w:style>
  <w:style w:type="character" w:customStyle="1" w:styleId="AnalyticsChar">
    <w:name w:val="Analytics Char"/>
    <w:basedOn w:val="DefaultParagraphFont"/>
    <w:link w:val="Analytics"/>
    <w:uiPriority w:val="5"/>
    <w:rsid w:val="000C2AD5"/>
    <w:rPr>
      <w:rFonts w:ascii="Calibri" w:eastAsiaTheme="majorEastAsia" w:hAnsi="Calibri" w:cstheme="majorBidi"/>
      <w:b/>
      <w:iCs/>
      <w:color w:val="000099"/>
      <w:sz w:val="26"/>
      <w:u w:color="000099"/>
    </w:rPr>
  </w:style>
  <w:style w:type="paragraph" w:customStyle="1" w:styleId="textbold">
    <w:name w:val="text bold"/>
    <w:basedOn w:val="Normal"/>
    <w:link w:val="Emphasis"/>
    <w:uiPriority w:val="8"/>
    <w:qFormat/>
    <w:rsid w:val="001B2360"/>
    <w:pPr>
      <w:framePr w:wrap="around" w:vAnchor="text" w:hAnchor="text" w:y="1"/>
      <w:pBdr>
        <w:top w:val="single" w:sz="12" w:space="0" w:color="auto"/>
        <w:left w:val="single" w:sz="12" w:space="0" w:color="auto"/>
        <w:bottom w:val="single" w:sz="12" w:space="0" w:color="auto"/>
        <w:right w:val="single" w:sz="12" w:space="0" w:color="auto"/>
      </w:pBdr>
      <w:spacing w:line="254" w:lineRule="auto"/>
      <w:ind w:left="720"/>
    </w:pPr>
    <w:rPr>
      <w:b/>
      <w:iCs/>
      <w:u w:val="single"/>
      <w:bdr w:val="single" w:sz="8" w:space="0" w:color="auto"/>
    </w:rPr>
  </w:style>
  <w:style w:type="paragraph" w:customStyle="1" w:styleId="Analytic">
    <w:name w:val="Analytic"/>
    <w:basedOn w:val="Heading4"/>
    <w:link w:val="AnalyticChar"/>
    <w:autoRedefine/>
    <w:uiPriority w:val="5"/>
    <w:qFormat/>
    <w:rsid w:val="001B2360"/>
    <w:rPr>
      <w:color w:val="0070C0"/>
    </w:rPr>
  </w:style>
  <w:style w:type="character" w:customStyle="1" w:styleId="AnalyticChar">
    <w:name w:val="Analytic Char"/>
    <w:basedOn w:val="DefaultParagraphFont"/>
    <w:link w:val="Analytic"/>
    <w:uiPriority w:val="5"/>
    <w:rsid w:val="001B2360"/>
    <w:rPr>
      <w:rFonts w:ascii="Calibri" w:eastAsiaTheme="majorEastAsia" w:hAnsi="Calibri" w:cstheme="majorBidi"/>
      <w:b/>
      <w:iCs/>
      <w:color w:val="0070C0"/>
      <w:sz w:val="26"/>
    </w:rPr>
  </w:style>
  <w:style w:type="paragraph" w:styleId="Title">
    <w:name w:val="Title"/>
    <w:basedOn w:val="Normal"/>
    <w:next w:val="Normal"/>
    <w:link w:val="TitleChar"/>
    <w:uiPriority w:val="7"/>
    <w:qFormat/>
    <w:rsid w:val="001B2360"/>
    <w:pPr>
      <w:spacing w:after="80" w:line="240" w:lineRule="auto"/>
      <w:contextualSpacing/>
    </w:pPr>
    <w:rPr>
      <w:rFonts w:asciiTheme="minorHAnsi" w:hAnsiTheme="minorHAnsi" w:cstheme="minorBidi"/>
      <w:u w:val="single"/>
    </w:rPr>
  </w:style>
  <w:style w:type="character" w:customStyle="1" w:styleId="TitleChar">
    <w:name w:val="Title Char"/>
    <w:basedOn w:val="DefaultParagraphFont"/>
    <w:link w:val="Title"/>
    <w:uiPriority w:val="7"/>
    <w:rsid w:val="001B2360"/>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5119</Words>
  <Characters>29847</Characters>
  <Application>Microsoft Office Word</Application>
  <DocSecurity>0</DocSecurity>
  <Lines>1755</Lines>
  <Paragraphs>1942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33024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2</cp:revision>
  <dcterms:created xsi:type="dcterms:W3CDTF">2025-09-24T17:39:00Z</dcterms:created>
  <dcterms:modified xsi:type="dcterms:W3CDTF">2025-09-24T17:45:00Z</dcterms:modified>
</cp:coreProperties>
</file>